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0B" w:rsidRDefault="009F3C09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1745615</wp:posOffset>
                </wp:positionH>
                <wp:positionV relativeFrom="page">
                  <wp:posOffset>5238115</wp:posOffset>
                </wp:positionV>
                <wp:extent cx="3611880" cy="3460115"/>
                <wp:effectExtent l="2540" t="0" r="0" b="0"/>
                <wp:wrapNone/>
                <wp:docPr id="212" name="Text Box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346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6AE" w:rsidRDefault="009F3C09" w:rsidP="00EF46AE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Festivities will include:</w:t>
                            </w:r>
                          </w:p>
                          <w:p w:rsidR="00EF46AE" w:rsidRPr="009F3C09" w:rsidRDefault="00EF46AE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 w:rsidRPr="009F3C09">
                              <w:rPr>
                                <w:sz w:val="44"/>
                              </w:rPr>
                              <w:t xml:space="preserve">pop up market stalls, </w:t>
                            </w:r>
                          </w:p>
                          <w:p w:rsidR="00EF46AE" w:rsidRPr="009F3C09" w:rsidRDefault="00EF46AE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sz w:val="44"/>
                              </w:rPr>
                            </w:pPr>
                            <w:r w:rsidRPr="009F3C09">
                              <w:rPr>
                                <w:sz w:val="44"/>
                              </w:rPr>
                              <w:t>b</w:t>
                            </w:r>
                            <w:r w:rsidR="009F3C09">
                              <w:rPr>
                                <w:sz w:val="44"/>
                              </w:rPr>
                              <w:t xml:space="preserve">est </w:t>
                            </w:r>
                            <w:r w:rsidRPr="009F3C09">
                              <w:rPr>
                                <w:sz w:val="44"/>
                              </w:rPr>
                              <w:t>dressed vintage outfit,</w:t>
                            </w:r>
                          </w:p>
                          <w:p w:rsidR="00EF46AE" w:rsidRPr="009F3C09" w:rsidRDefault="009F3C09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face painting</w:t>
                            </w:r>
                          </w:p>
                          <w:p w:rsidR="00EF46AE" w:rsidRDefault="00EF46AE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 w:rsidRPr="009F3C09">
                              <w:rPr>
                                <w:sz w:val="44"/>
                              </w:rPr>
                              <w:t>vintage cars</w:t>
                            </w:r>
                            <w:r w:rsidR="009F3C09" w:rsidRPr="009F3C09">
                              <w:rPr>
                                <w:sz w:val="44"/>
                              </w:rPr>
                              <w:t xml:space="preserve"> on display</w:t>
                            </w:r>
                          </w:p>
                          <w:p w:rsidR="009F3C09" w:rsidRDefault="009F3C09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music</w:t>
                            </w:r>
                          </w:p>
                          <w:p w:rsidR="009F3C09" w:rsidRDefault="009F3C09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refreshments</w:t>
                            </w:r>
                          </w:p>
                          <w:p w:rsidR="009F3C09" w:rsidRPr="009F3C09" w:rsidRDefault="009F3C09" w:rsidP="009F3C0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</w:p>
                          <w:p w:rsidR="00EF46AE" w:rsidRDefault="00EF46AE" w:rsidP="00EF46AE">
                            <w:pPr>
                              <w:spacing w:after="0" w:line="240" w:lineRule="auto"/>
                              <w:ind w:left="765"/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34" o:spid="_x0000_s1026" type="#_x0000_t202" style="position:absolute;margin-left:137.45pt;margin-top:412.45pt;width:284.4pt;height:272.45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" o:allowincell="f" filled="f" stroked="f">
                <v:textbox inset="3.6pt,,3.6pt">
                  <w:txbxContent>
                    <w:p w:rsidR="00EF46AE" w:rsidRDefault="009F3C09" w:rsidP="00EF46AE">
                      <w:pPr>
                        <w:spacing w:after="0" w:line="240" w:lineRule="auto"/>
                        <w:jc w:val="center"/>
                      </w:pPr>
                      <w:r>
                        <w:t>Festivities will include:</w:t>
                      </w:r>
                    </w:p>
                    <w:p w:rsidR="00EF46AE" w:rsidRPr="009F3C09" w:rsidRDefault="00EF46AE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 w:rsidRPr="009F3C09">
                        <w:rPr>
                          <w:sz w:val="44"/>
                        </w:rPr>
                        <w:t xml:space="preserve">pop up market stalls, </w:t>
                      </w:r>
                    </w:p>
                    <w:p w:rsidR="00EF46AE" w:rsidRPr="009F3C09" w:rsidRDefault="00EF46AE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sz w:val="44"/>
                        </w:rPr>
                      </w:pPr>
                      <w:r w:rsidRPr="009F3C09">
                        <w:rPr>
                          <w:sz w:val="44"/>
                        </w:rPr>
                        <w:t>b</w:t>
                      </w:r>
                      <w:r w:rsidR="009F3C09">
                        <w:rPr>
                          <w:sz w:val="44"/>
                        </w:rPr>
                        <w:t xml:space="preserve">est </w:t>
                      </w:r>
                      <w:r w:rsidRPr="009F3C09">
                        <w:rPr>
                          <w:sz w:val="44"/>
                        </w:rPr>
                        <w:t>dressed vintage outfit,</w:t>
                      </w:r>
                    </w:p>
                    <w:p w:rsidR="00EF46AE" w:rsidRPr="009F3C09" w:rsidRDefault="009F3C09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face painting</w:t>
                      </w:r>
                    </w:p>
                    <w:p w:rsidR="00EF46AE" w:rsidRDefault="00EF46AE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 w:rsidRPr="009F3C09">
                        <w:rPr>
                          <w:sz w:val="44"/>
                        </w:rPr>
                        <w:t>vintage cars</w:t>
                      </w:r>
                      <w:r w:rsidR="009F3C09" w:rsidRPr="009F3C09">
                        <w:rPr>
                          <w:sz w:val="44"/>
                        </w:rPr>
                        <w:t xml:space="preserve"> on display</w:t>
                      </w:r>
                    </w:p>
                    <w:p w:rsidR="009F3C09" w:rsidRDefault="009F3C09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music</w:t>
                      </w:r>
                    </w:p>
                    <w:p w:rsidR="009F3C09" w:rsidRDefault="009F3C09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refreshments</w:t>
                      </w:r>
                    </w:p>
                    <w:p w:rsidR="009F3C09" w:rsidRPr="009F3C09" w:rsidRDefault="009F3C09" w:rsidP="009F3C0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sz w:val="44"/>
                        </w:rPr>
                      </w:pPr>
                    </w:p>
                    <w:p w:rsidR="00EF46AE" w:rsidRDefault="00EF46AE" w:rsidP="00EF46AE">
                      <w:pPr>
                        <w:spacing w:after="0" w:line="240" w:lineRule="auto"/>
                        <w:ind w:left="765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6795770</wp:posOffset>
                </wp:positionH>
                <wp:positionV relativeFrom="page">
                  <wp:posOffset>6061710</wp:posOffset>
                </wp:positionV>
                <wp:extent cx="1486535" cy="1482725"/>
                <wp:effectExtent l="4445" t="3810" r="4445" b="8890"/>
                <wp:wrapNone/>
                <wp:docPr id="206" name="Group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6535" cy="1482725"/>
                          <a:chOff x="4006" y="3594"/>
                          <a:chExt cx="2341" cy="2335"/>
                        </a:xfrm>
                      </wpg:grpSpPr>
                      <wps:wsp>
                        <wps:cNvPr id="207" name="Oval 861"/>
                        <wps:cNvSpPr>
                          <a:spLocks noChangeArrowheads="1"/>
                        </wps:cNvSpPr>
                        <wps:spPr bwMode="auto">
                          <a:xfrm>
                            <a:off x="4006" y="3594"/>
                            <a:ext cx="2341" cy="233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Oval 862"/>
                        <wps:cNvSpPr>
                          <a:spLocks noChangeArrowheads="1"/>
                        </wps:cNvSpPr>
                        <wps:spPr bwMode="auto">
                          <a:xfrm>
                            <a:off x="4141" y="3728"/>
                            <a:ext cx="2071" cy="206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Oval 863"/>
                        <wps:cNvSpPr>
                          <a:spLocks noChangeArrowheads="1"/>
                        </wps:cNvSpPr>
                        <wps:spPr bwMode="auto">
                          <a:xfrm>
                            <a:off x="4486" y="4073"/>
                            <a:ext cx="1380" cy="137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Oval 864"/>
                        <wps:cNvSpPr>
                          <a:spLocks noChangeArrowheads="1"/>
                        </wps:cNvSpPr>
                        <wps:spPr bwMode="auto">
                          <a:xfrm>
                            <a:off x="4657" y="4243"/>
                            <a:ext cx="1038" cy="103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Oval 865"/>
                        <wps:cNvSpPr>
                          <a:spLocks noChangeArrowheads="1"/>
                        </wps:cNvSpPr>
                        <wps:spPr bwMode="auto">
                          <a:xfrm>
                            <a:off x="4844" y="4430"/>
                            <a:ext cx="664" cy="66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0960B" id="Group 860" o:spid="_x0000_s1026" style="position:absolute;margin-left:535.1pt;margin-top:477.3pt;width:117.05pt;height:116.75pt;z-index:251869184;mso-position-horizontal-relative:page;mso-position-vertical-relative:page" coordorigin="4006,3594" coordsize="2341,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" o:allowincell="f">
                <v:oval id="Oval 861" o:spid="_x0000_s1027" style="position:absolute;left:4006;top:3594;width:2341;height:2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KcecQA&#10;AADcAAAADwAAAGRycy9kb3ducmV2LnhtbESPQWvCQBSE70L/w/IKveluA9aSuoYiCB68qKHn1+xz&#10;E5N9G7Krpv76bqHgcZiZb5hlMbpOXGkIjWcNrzMFgrjypmGroTxupu8gQkQ22HkmDT8UoFg9TZaY&#10;G3/jPV0P0YoE4ZCjhjrGPpcyVDU5DDPfEyfv5AeHMcnBSjPgLcFdJzOl3qTDhtNCjT2ta6raw8Vp&#10;+L4fld3NS2u5LfvxzOvsa95o/fI8fn6AiDTGR/i/vTUaMrWAvzPp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CnHnEAAAA3AAAAA8AAAAAAAAAAAAAAAAAmAIAAGRycy9k&#10;b3ducmV2LnhtbFBLBQYAAAAABAAEAPUAAACJAwAAAAA=&#10;" fillcolor="#ffbd47 [3205]" stroked="f" strokecolor="black [3213]"/>
                <v:oval id="Oval 862" o:spid="_x0000_s1028" style="position:absolute;left:4141;top:3728;width:207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pAcIA&#10;AADcAAAADwAAAGRycy9kb3ducmV2LnhtbERPTWvCQBC9F/wPywi91V09lJK6iootXiyNSvE4Zsck&#10;mJ0N2VHjv+8eCj0+3vd03vtG3aiLdWAL45EBRVwEV3Np4bD/eHkDFQXZYROYLDwownw2eJpi5sKd&#10;c7rtpFQphGOGFiqRNtM6FhV5jKPQEifuHDqPkmBXatfhPYX7Rk+MedUea04NFba0qqi47K7ewvay&#10;XJ/N4efruxWTHz993p9kae3zsF+8gxLq5V/85944CxOT1qYz6Qjo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ekBwgAAANwAAAAPAAAAAAAAAAAAAAAAAJgCAABkcnMvZG93&#10;bnJldi54bWxQSwUGAAAAAAQABAD1AAAAhwMAAAAA&#10;" fillcolor="#e84c22 [3204]" stroked="f"/>
                <v:oval id="Oval 863" o:spid="_x0000_s1029" style="position:absolute;left:4486;top:4073;width:1380;height:1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AIxsUA&#10;AADcAAAADwAAAGRycy9kb3ducmV2LnhtbESPW2sCMRSE3wv9D+EUfKuJgpdujVIKQgULXur7cXO6&#10;u5icLJt0Xf31piD4OMzMN8xs0TkrWmpC5VnDoK9AEOfeVFxo+NkvX6cgQkQ2aD2ThgsFWMyfn2aY&#10;GX/mLbW7WIgE4ZChhjLGOpMy5CU5DH1fEyfv1zcOY5JNIU2D5wR3Vg6VGkuHFaeFEmv6LCk/7f6c&#10;Bqks4WpyWE8r+z2+bo+jTbscad176T7eQUTq4iN8b38ZDUP1Bv9n0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YAjGxQAAANwAAAAPAAAAAAAAAAAAAAAAAJgCAABkcnMv&#10;ZG93bnJldi54bWxQSwUGAAAAAAQABAD1AAAAigMAAAAA&#10;" fillcolor="#e84c22 [3204]" strokecolor="white [3212]" strokeweight="2pt"/>
                <v:oval id="Oval 864" o:spid="_x0000_s1030" style="position:absolute;left:4657;top:4243;width:1038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9iz8IA&#10;AADcAAAADwAAAGRycy9kb3ducmV2LnhtbERP3WrCMBS+H/gO4Qi7m6lljK4apZuW7WIw2u0BDs2x&#10;KTYnpUm1vr25GOzy4/vf7mfbiwuNvnOsYL1KQBA3TnfcKvj9KZ8yED4ga+wdk4IbedjvFg9bzLW7&#10;ckWXOrQihrDPUYEJYcil9I0hi37lBuLIndxoMUQ4tlKPeI3htpdpkrxIix3HBoMDvRtqzvVkFbw9&#10;h+LjOB2+yyo7Yepfi6/JFEo9LudiAyLQHP7Ff+5PrSBdx/nxTDw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2LPwgAAANwAAAAPAAAAAAAAAAAAAAAAAJgCAABkcnMvZG93&#10;bnJldi54bWxQSwUGAAAAAAQABAD1AAAAhwMAAAAA&#10;" fillcolor="white [3212]" stroked="f"/>
                <v:oval id="Oval 865" o:spid="_x0000_s1031" style="position:absolute;left:4844;top:4430;width:664;height: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BLCMUA&#10;AADcAAAADwAAAGRycy9kb3ducmV2LnhtbESPQWvCQBSE74X+h+UVvDWbWBFJXSUUK55EYw89PrKv&#10;Sdrs27C7TeK/dwsFj8PMfMOst5PpxEDOt5YVZEkKgriyuuVawcfl/XkFwgdkjZ1lUnAlD9vN48Ma&#10;c21HPtNQhlpECPscFTQh9LmUvmrIoE9sTxy9L+sMhihdLbXDMcJNJ+dpupQGW44LDfb01lD1U/4a&#10;BbvT/lScafH9uV8Mu9G9FOXxOio1e5qKVxCBpnAP/7cPWsE8y+DvTDw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4EsIxQAAANwAAAAPAAAAAAAAAAAAAAAAAJgCAABkcnMv&#10;ZG93bnJldi54bWxQSwUGAAAAAAQABAD1AAAAigMAAAAA&#10;" fillcolor="#ff8427 [3207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282575</wp:posOffset>
                </wp:positionH>
                <wp:positionV relativeFrom="page">
                  <wp:posOffset>5680710</wp:posOffset>
                </wp:positionV>
                <wp:extent cx="628015" cy="628015"/>
                <wp:effectExtent l="6350" t="3810" r="3810" b="6350"/>
                <wp:wrapNone/>
                <wp:docPr id="201" name="Group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" cy="628015"/>
                          <a:chOff x="1573" y="2115"/>
                          <a:chExt cx="989" cy="989"/>
                        </a:xfrm>
                      </wpg:grpSpPr>
                      <wps:wsp>
                        <wps:cNvPr id="202" name="Oval 850"/>
                        <wps:cNvSpPr>
                          <a:spLocks noChangeArrowheads="1"/>
                        </wps:cNvSpPr>
                        <wps:spPr bwMode="auto">
                          <a:xfrm>
                            <a:off x="1573" y="2115"/>
                            <a:ext cx="989" cy="98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Oval 851"/>
                        <wps:cNvSpPr>
                          <a:spLocks noChangeArrowheads="1"/>
                        </wps:cNvSpPr>
                        <wps:spPr bwMode="auto">
                          <a:xfrm>
                            <a:off x="1647" y="2189"/>
                            <a:ext cx="840" cy="84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Oval 852"/>
                        <wps:cNvSpPr>
                          <a:spLocks noChangeArrowheads="1"/>
                        </wps:cNvSpPr>
                        <wps:spPr bwMode="auto">
                          <a:xfrm>
                            <a:off x="1864" y="2406"/>
                            <a:ext cx="406" cy="40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Oval 853"/>
                        <wps:cNvSpPr>
                          <a:spLocks noChangeArrowheads="1"/>
                        </wps:cNvSpPr>
                        <wps:spPr bwMode="auto">
                          <a:xfrm>
                            <a:off x="1930" y="2472"/>
                            <a:ext cx="274" cy="27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0204D9" id="Group 849" o:spid="_x0000_s1026" style="position:absolute;margin-left:22.25pt;margin-top:447.3pt;width:49.45pt;height:49.45pt;z-index:251866112;mso-position-horizontal-relative:page;mso-position-vertical-relative:page" coordorigin="1573,2115" coordsize="989,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" o:allowincell="f">
                <v:oval id="Oval 850" o:spid="_x0000_s1027" style="position:absolute;left:1573;top:2115;width:989;height: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/4cIA&#10;AADcAAAADwAAAGRycy9kb3ducmV2LnhtbESPQYvCMBSE74L/ITxhb5pYUKRrlEUQPOxltXh+Nm/T&#10;rs1LaaJ2/fVGEDwOM/MNs1z3rhFX6kLtWcN0okAQl97UbDUUh+14ASJEZIONZ9LwTwHWq+Fgibnx&#10;N/6h6z5akSAcctRQxdjmUoayIodh4lvi5P36zmFMsrPSdHhLcNfITKm5dFhzWqiwpU1F5Xl/cRpO&#10;94Oy37PCWj4Xbf/Hm+w4q7X+GPVfnyAi9fEdfrV3RkOmMnieS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NT/hwgAAANwAAAAPAAAAAAAAAAAAAAAAAJgCAABkcnMvZG93&#10;bnJldi54bWxQSwUGAAAAAAQABAD1AAAAhwMAAAAA&#10;" fillcolor="#ffbd47 [3205]" stroked="f" strokecolor="black [3213]"/>
                <v:oval id="Oval 851" o:spid="_x0000_s1028" style="position:absolute;left:1647;top:2189;width:840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2YosMA&#10;AADcAAAADwAAAGRycy9kb3ducmV2LnhtbESP3YrCMBSE7xd8h3AE79ZUXUS6RlkVQVgQ/Ls/Nmfb&#10;ss1JSaKtPr0RBC+HmfmGmc5bU4krOV9aVjDoJyCIM6tLzhUcD+vPCQgfkDVWlknBjTzMZ52PKaba&#10;Nryj6z7kIkLYp6igCKFOpfRZQQZ939bE0fuzzmCI0uVSO2wi3FRymCRjabDkuFBgTcuCsv/9xSjw&#10;92yzMufFyTcDrc+upq/l71apXrf9+QYRqA3v8Ku90QqGyQi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2YosMAAADcAAAADwAAAAAAAAAAAAAAAACYAgAAZHJzL2Rv&#10;d25yZXYueG1sUEsFBgAAAAAEAAQA9QAAAIgDAAAAAA==&#10;" fillcolor="#e84c22 [3204]" stroked="f" strokecolor="black [3213]"/>
                <v:oval id="Oval 852" o:spid="_x0000_s1029" style="position:absolute;left:1864;top:2406;width:406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ACDsQA&#10;AADcAAAADwAAAGRycy9kb3ducmV2LnhtbESPQWvCQBSE74X+h+UVvNXdBpWSuoYiFDx4qYaeX7PP&#10;TUz2bchuNfrru4LgcZiZb5hlMbpOnGgIjWcNb1MFgrjypmGrodx/vb6DCBHZYOeZNFwoQLF6flpi&#10;bvyZv+m0i1YkCIccNdQx9rmUoarJYZj6njh5Bz84jEkOVpoBzwnuOpkptZAOG04LNfa0rqlqd39O&#10;w+91r+x2XlrLbdmPR15nP/NG68nL+PkBItIYH+F7e2M0ZGoGtzPpCM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QAg7EAAAA3AAAAA8AAAAAAAAAAAAAAAAAmAIAAGRycy9k&#10;b3ducmV2LnhtbFBLBQYAAAAABAAEAPUAAACJAwAAAAA=&#10;" fillcolor="#ffbd47 [3205]" stroked="f" strokecolor="black [3213]"/>
                <v:oval id="Oval 853" o:spid="_x0000_s1030" style="position:absolute;left:1930;top:2472;width:27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A1gcMA&#10;AADcAAAADwAAAGRycy9kb3ducmV2LnhtbESPQWsCMRSE7wX/Q3iCt5ooVMpqFBEED1LpVjw/N8/d&#10;1c3LNknX9d+bQqHHYWa+YRar3jaiIx9qxxomYwWCuHCm5lLD8Wv7+g4iRGSDjWPS8KAAq+XgZYGZ&#10;cXf+pC6PpUgQDhlqqGJsMylDUZHFMHYtcfIuzluMSfpSGo/3BLeNnCo1kxZrTgsVtrSpqLjlP1YD&#10;drOLaoO95ns8ueP+47w7fHutR8N+PQcRqY//4b/2zmiYqjf4PZOO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A1gcMAAADcAAAADwAAAAAAAAAAAAAAAACYAgAAZHJzL2Rv&#10;d25yZXYueG1sUEsFBgAAAAAEAAQA9QAAAIgDAAAAAA==&#10;" fillcolor="white [3212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103505</wp:posOffset>
                </wp:positionH>
                <wp:positionV relativeFrom="page">
                  <wp:posOffset>4775200</wp:posOffset>
                </wp:positionV>
                <wp:extent cx="1102360" cy="1102360"/>
                <wp:effectExtent l="27305" t="22225" r="22860" b="27940"/>
                <wp:wrapNone/>
                <wp:docPr id="195" name="Group 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2360" cy="1102360"/>
                          <a:chOff x="1275" y="670"/>
                          <a:chExt cx="1736" cy="1736"/>
                        </a:xfrm>
                      </wpg:grpSpPr>
                      <wps:wsp>
                        <wps:cNvPr id="196" name="Oval 855"/>
                        <wps:cNvSpPr>
                          <a:spLocks noChangeArrowheads="1"/>
                        </wps:cNvSpPr>
                        <wps:spPr bwMode="auto">
                          <a:xfrm>
                            <a:off x="1275" y="670"/>
                            <a:ext cx="1736" cy="173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Oval 856"/>
                        <wps:cNvSpPr>
                          <a:spLocks noChangeArrowheads="1"/>
                        </wps:cNvSpPr>
                        <wps:spPr bwMode="auto">
                          <a:xfrm>
                            <a:off x="1445" y="840"/>
                            <a:ext cx="1396" cy="139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Oval 857"/>
                        <wps:cNvSpPr>
                          <a:spLocks noChangeArrowheads="1"/>
                        </wps:cNvSpPr>
                        <wps:spPr bwMode="auto">
                          <a:xfrm>
                            <a:off x="1557" y="952"/>
                            <a:ext cx="1172" cy="117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Oval 858"/>
                        <wps:cNvSpPr>
                          <a:spLocks noChangeArrowheads="1"/>
                        </wps:cNvSpPr>
                        <wps:spPr bwMode="auto">
                          <a:xfrm>
                            <a:off x="1838" y="1233"/>
                            <a:ext cx="610" cy="61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Oval 859"/>
                        <wps:cNvSpPr>
                          <a:spLocks noChangeArrowheads="1"/>
                        </wps:cNvSpPr>
                        <wps:spPr bwMode="auto">
                          <a:xfrm>
                            <a:off x="1956" y="1351"/>
                            <a:ext cx="374" cy="374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D5C136" id="Group 854" o:spid="_x0000_s1026" style="position:absolute;margin-left:8.15pt;margin-top:376pt;width:86.8pt;height:86.8pt;z-index:251892736;mso-position-horizontal-relative:page;mso-position-vertical-relative:page" coordorigin="1275,670" coordsize="1736,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" o:allowincell="f">
                <v:oval id="Oval 855" o:spid="_x0000_s1027" style="position:absolute;left:1275;top:670;width:1736;height:1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skz8IA&#10;AADcAAAADwAAAGRycy9kb3ducmV2LnhtbERPTYvCMBC9L/gfwgje1lQPZa1GEVFWUGHVevA2NGNb&#10;bCalydr67zfCgrd5vM+ZLTpTiQc1rrSsYDSMQBBnVpecK0jPm88vEM4ja6wsk4InOVjMex8zTLRt&#10;+UiPk89FCGGXoILC+zqR0mUFGXRDWxMH7mYbgz7AJpe6wTaEm0qOoyiWBksODQXWtCoou59+jYJu&#10;ctil5x+Zcnst4/V6f/nm/UapQb9bTkF46vxb/O/e6jB/EsPrmXCB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WyTPwgAAANwAAAAPAAAAAAAAAAAAAAAAAJgCAABkcnMvZG93&#10;bnJldi54bWxQSwUGAAAAAAQABAD1AAAAhwMAAAAA&#10;" fillcolor="#e84c22 [3204]" strokecolor="white [3212]" strokeweight="3pt"/>
                <v:oval id="Oval 856" o:spid="_x0000_s1028" style="position:absolute;left:1445;top:840;width:1396;height:13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YncMA&#10;AADcAAAADwAAAGRycy9kb3ducmV2LnhtbERP22rCQBB9L/Qflin4VjeVYjW6kbRV2gdBvHzAkJ1k&#10;Q7OzIbvR+PddQfBtDuc6y9VgG3GmzteOFbyNExDEhdM1VwpOx83rDIQPyBobx6TgSh5W2fPTElPt&#10;Lryn8yFUIoawT1GBCaFNpfSFIYt+7FriyJWusxgi7CqpO7zEcNvISZJMpcWaY4PBlr4MFX+H3ir4&#10;fA/5z7r/3m32sxInfp5ve5MrNXoZ8gWIQEN4iO/uXx3nzz/g9ky8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CYncMAAADcAAAADwAAAAAAAAAAAAAAAACYAgAAZHJzL2Rv&#10;d25yZXYueG1sUEsFBgAAAAAEAAQA9QAAAIgDAAAAAA==&#10;" fillcolor="white [3212]" stroked="f"/>
                <v:oval id="Oval 857" o:spid="_x0000_s1029" style="position:absolute;left:1557;top:952;width:1172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HXEMgA&#10;AADcAAAADwAAAGRycy9kb3ducmV2LnhtbESPS2/CQAyE75X6H1au1FvZwKGClAVBH2oPqKL0IY5W&#10;1iRRst4ouySBX18fkLjZmvHM5/lycLXqqA2lZwPjUQKKOPO25NzAz/fbwxRUiMgWa89k4EQBlovb&#10;mzmm1vf8Rd0u5kpCOKRooIixSbUOWUEOw8g3xKIdfOswytrm2rbYS7ir9SRJHrXDkqWhwIaeC8qq&#10;3dEZ2G+274eyz9fnl2P3V31OfqvXpjbm/m5YPYGKNMSr+XL9YQV/JrTyjEygF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8dcQyAAAANwAAAAPAAAAAAAAAAAAAAAAAJgCAABk&#10;cnMvZG93bnJldi54bWxQSwUGAAAAAAQABAD1AAAAjQMAAAAA&#10;" fillcolor="#b64926 [3206]" stroked="f"/>
                <v:oval id="Oval 858" o:spid="_x0000_s1030" style="position:absolute;left:1838;top:1233;width:610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OpdMIA&#10;AADcAAAADwAAAGRycy9kb3ducmV2LnhtbERP24rCMBB9X/Afwgi+rakii61GqbuK+7AgXj5gaMam&#10;2ExKk2r9e7OwsG9zONdZrntbizu1vnKsYDJOQBAXTldcKricd+9zED4ga6wdk4IneVivBm9LzLR7&#10;8JHup1CKGMI+QwUmhCaT0heGLPqxa4gjd3WtxRBhW0rd4iOG21pOk+RDWqw4Nhhs6NNQcTt1VsFm&#10;FvL9tvs67I7zK059mv90JldqNOzzBYhAffgX/7m/dZyfpvD7TLx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6l0wgAAANwAAAAPAAAAAAAAAAAAAAAAAJgCAABkcnMvZG93&#10;bnJldi54bWxQSwUGAAAAAAQABAD1AAAAhwMAAAAA&#10;" fillcolor="white [3212]" stroked="f"/>
                <v:oval id="Oval 859" o:spid="_x0000_s1031" style="position:absolute;left:1956;top:1351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lB8QA&#10;AADcAAAADwAAAGRycy9kb3ducmV2LnhtbESPQWvCQBSE74L/YXlCb7prD0VSV1FpSy+Vxop4fGaf&#10;STD7NmRfNf333ULB4zAz3zDzZe8bdaUu1oEtTCcGFHERXM2lhf3X63gGKgqywyYwWfihCMvFcDDH&#10;zIUb53TdSakShGOGFiqRNtM6FhV5jJPQEifvHDqPkmRXatfhLcF9ox+NedIea04LFba0qai47L69&#10;hY/L+uVs9oftZysmP775vD/J2tqHUb96BiXUyz383353FhIR/s6kI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r5QfEAAAA3AAAAA8AAAAAAAAAAAAAAAAAmAIAAGRycy9k&#10;b3ducmV2LnhtbFBLBQYAAAAABAAEAPUAAACJAwAAAAA=&#10;" fillcolor="#e84c22 [3204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5181600</wp:posOffset>
                </wp:positionH>
                <wp:positionV relativeFrom="page">
                  <wp:posOffset>367030</wp:posOffset>
                </wp:positionV>
                <wp:extent cx="1217295" cy="1051560"/>
                <wp:effectExtent l="9525" t="14605" r="11430" b="10160"/>
                <wp:wrapNone/>
                <wp:docPr id="189" name="Group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7295" cy="1051560"/>
                          <a:chOff x="5144" y="604"/>
                          <a:chExt cx="2814" cy="2806"/>
                        </a:xfrm>
                      </wpg:grpSpPr>
                      <wps:wsp>
                        <wps:cNvPr id="190" name="Oval 629"/>
                        <wps:cNvSpPr>
                          <a:spLocks noChangeArrowheads="1"/>
                        </wps:cNvSpPr>
                        <wps:spPr bwMode="auto">
                          <a:xfrm>
                            <a:off x="5144" y="604"/>
                            <a:ext cx="2814" cy="280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630"/>
                        <wps:cNvSpPr>
                          <a:spLocks noChangeArrowheads="1"/>
                        </wps:cNvSpPr>
                        <wps:spPr bwMode="auto">
                          <a:xfrm>
                            <a:off x="5495" y="954"/>
                            <a:ext cx="2112" cy="210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631"/>
                        <wps:cNvSpPr>
                          <a:spLocks noChangeArrowheads="1"/>
                        </wps:cNvSpPr>
                        <wps:spPr bwMode="auto">
                          <a:xfrm>
                            <a:off x="5731" y="1189"/>
                            <a:ext cx="1640" cy="163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632"/>
                        <wps:cNvSpPr>
                          <a:spLocks noChangeArrowheads="1"/>
                        </wps:cNvSpPr>
                        <wps:spPr bwMode="auto">
                          <a:xfrm>
                            <a:off x="5835" y="1293"/>
                            <a:ext cx="1432" cy="1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Oval 633"/>
                        <wps:cNvSpPr>
                          <a:spLocks noChangeArrowheads="1"/>
                        </wps:cNvSpPr>
                        <wps:spPr bwMode="auto">
                          <a:xfrm>
                            <a:off x="5918" y="1376"/>
                            <a:ext cx="1266" cy="126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C75C9" id="Group 628" o:spid="_x0000_s1026" style="position:absolute;margin-left:408pt;margin-top:28.9pt;width:95.85pt;height:82.8pt;z-index:251891712;mso-position-horizontal-relative:page;mso-position-vertical-relative:page" coordorigin="5144,604" coordsize="2814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" o:allowincell="f">
                <v:oval id="Oval 629" o:spid="_x0000_s1027" style="position:absolute;left:5144;top:604;width:2814;height:28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0ZMMA&#10;AADcAAAADwAAAGRycy9kb3ducmV2LnhtbESPQU/DMAyF70j8h8hI3Fg6DoiVZRNC6gQcEKzjbjVe&#10;W61xSmK68u/xAYmbrff83uf1dg6DmSjlPrKD5aIAQ9xE33Pr4FBXN/dgsiB7HCKTgx/KsN1cXqyx&#10;9PHMHzTtpTUawrlEB53IWFqbm44C5kUciVU7xhRQdE2t9QnPGh4Ge1sUdzZgz9rQ4UhPHTWn/Xdw&#10;8Bq+li/vqa7q6m3Cz91Kdk0S566v5scHMEKz/Jv/rp+94q8UX5/RCez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p0ZMMAAADcAAAADwAAAAAAAAAAAAAAAACYAgAAZHJzL2Rv&#10;d25yZXYueG1sUEsFBgAAAAAEAAQA9QAAAIgDAAAAAA==&#10;" fillcolor="white [3212]" strokecolor="#e84c22 [3204]" strokeweight="1pt"/>
                <v:oval id="Oval 630" o:spid="_x0000_s1028" style="position:absolute;left:5495;top:954;width:2112;height:2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i0Z8MA&#10;AADcAAAADwAAAGRycy9kb3ducmV2LnhtbERPTWvCQBC9F/oflhF6q7v2UGx0FS1t6UVprIjHMTsm&#10;wexsyE41/fddQehtHu9zpvPeN+pMXawDWxgNDSjiIriaSwvb7/fHMagoyA6bwGThlyLMZ/d3U8xc&#10;uHBO542UKoVwzNBCJdJmWseiIo9xGFrixB1D51ES7ErtOrykcN/oJ2OetceaU0OFLb1WVJw2P97C&#10;6rR8O5rtbv3Visn3Hz7vD7K09mHQLyaghHr5F9/cny7NfxnB9Zl0gZ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i0Z8MAAADcAAAADwAAAAAAAAAAAAAAAACYAgAAZHJzL2Rv&#10;d25yZXYueG1sUEsFBgAAAAAEAAQA9QAAAIgDAAAAAA==&#10;" fillcolor="#e84c22 [3204]" stroked="f"/>
                <v:oval id="Oval 631" o:spid="_x0000_s1029" style="position:absolute;left:5731;top:1189;width:1640;height:1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S3WcMA&#10;AADcAAAADwAAAGRycy9kb3ducmV2LnhtbERPTWvCQBC9F/wPywi9NRutSJu6ShCVnkTTHnocstMk&#10;bXY27K5J/PddQehtHu9zVpvRtKIn5xvLCmZJCoK4tLrhSsHnx/7pBYQPyBpby6TgSh4268nDCjNt&#10;Bz5TX4RKxBD2GSqoQ+gyKX1Zk0Gf2I44ct/WGQwRukpqh0MMN62cp+lSGmw4NtTY0bam8re4GAW7&#10;0+GUn2nx83VY9LvBPefF8Too9Tgd8zcQgcbwL76733Wc/zqH2zPx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S3WcMAAADcAAAADwAAAAAAAAAAAAAAAACYAgAAZHJzL2Rv&#10;d25yZXYueG1sUEsFBgAAAAAEAAQA9QAAAIgDAAAAAA==&#10;" fillcolor="#ff8427 [3207]" stroked="f"/>
                <v:oval id="Oval 632" o:spid="_x0000_s1030" style="position:absolute;left:5835;top:1293;width:1432;height:1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uensMA&#10;AADcAAAADwAAAGRycy9kb3ducmV2LnhtbERP22rCQBB9L/Qflin4Vje1UjS6kbRV2gdBvHzAkJ1k&#10;Q7OzIbvR+PddQfBtDuc6y9VgG3GmzteOFbyNExDEhdM1VwpOx83rDIQPyBobx6TgSh5W2fPTElPt&#10;Lryn8yFUIoawT1GBCaFNpfSFIYt+7FriyJWusxgi7CqpO7zEcNvISZJ8SIs1xwaDLX0ZKv4OvVXw&#10;OQ35z7r/3m32sxInfp5ve5MrNXoZ8gWIQEN4iO/uXx3nz9/h9ky8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uensMAAADcAAAADwAAAAAAAAAAAAAAAACYAgAAZHJzL2Rv&#10;d25yZXYueG1sUEsFBgAAAAAEAAQA9QAAAIgDAAAAAA==&#10;" fillcolor="white [3212]" stroked="f"/>
                <v:oval id="Oval 633" o:spid="_x0000_s1031" style="position:absolute;left:5918;top:1376;width:1266;height:1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dFcUA&#10;AADcAAAADwAAAGRycy9kb3ducmV2LnhtbERPS2vCQBC+F/oflil4q5uKSBtdxbaKHor4avE4ZMck&#10;JDsbsmsS/fVuodDbfHzPmcw6U4qGapdbVvDSj0AQJ1bnnCo4HpbPryCcR9ZYWiYFV3Iwmz4+TDDW&#10;tuUdNXufihDCLkYFmfdVLKVLMjLo+rYiDtzZ1gZ9gHUqdY1tCDelHETRSBrMOTRkWNFHRkmxvxgF&#10;p6/t6py36fvt89L8FJvBd7GoSqV6T918DMJT5//Ff+61DvPfhvD7TLh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N0VxQAAANwAAAAPAAAAAAAAAAAAAAAAAJgCAABkcnMv&#10;ZG93bnJldi54bWxQSwUGAAAAAAQABAD1AAAAigMAAAAA&#10;" fillcolor="#b64926 [3206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1893570</wp:posOffset>
                </wp:positionH>
                <wp:positionV relativeFrom="page">
                  <wp:posOffset>353060</wp:posOffset>
                </wp:positionV>
                <wp:extent cx="717550" cy="716280"/>
                <wp:effectExtent l="7620" t="635" r="8255" b="6985"/>
                <wp:wrapNone/>
                <wp:docPr id="184" name="Group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0" cy="716280"/>
                          <a:chOff x="6603" y="7481"/>
                          <a:chExt cx="1130" cy="1128"/>
                        </a:xfrm>
                      </wpg:grpSpPr>
                      <wps:wsp>
                        <wps:cNvPr id="185" name="Oval 635"/>
                        <wps:cNvSpPr>
                          <a:spLocks noChangeArrowheads="1"/>
                        </wps:cNvSpPr>
                        <wps:spPr bwMode="auto">
                          <a:xfrm>
                            <a:off x="6603" y="7481"/>
                            <a:ext cx="1130" cy="112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Oval 636"/>
                        <wps:cNvSpPr>
                          <a:spLocks noChangeArrowheads="1"/>
                        </wps:cNvSpPr>
                        <wps:spPr bwMode="auto">
                          <a:xfrm>
                            <a:off x="6689" y="7567"/>
                            <a:ext cx="958" cy="9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Oval 637"/>
                        <wps:cNvSpPr>
                          <a:spLocks noChangeArrowheads="1"/>
                        </wps:cNvSpPr>
                        <wps:spPr bwMode="auto">
                          <a:xfrm>
                            <a:off x="6807" y="7685"/>
                            <a:ext cx="722" cy="72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Oval 638"/>
                        <wps:cNvSpPr>
                          <a:spLocks noChangeArrowheads="1"/>
                        </wps:cNvSpPr>
                        <wps:spPr bwMode="auto">
                          <a:xfrm>
                            <a:off x="6873" y="7751"/>
                            <a:ext cx="590" cy="58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9857B" id="Group 634" o:spid="_x0000_s1026" style="position:absolute;margin-left:149.1pt;margin-top:27.8pt;width:56.5pt;height:56.4pt;z-index:251878400;mso-position-horizontal-relative:page;mso-position-vertical-relative:page" coordorigin="6603,7481" coordsize="1130,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" o:allowincell="f">
                <v:oval id="Oval 635" o:spid="_x0000_s1027" style="position:absolute;left:6603;top:7481;width:1130;height:1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kucMA&#10;AADcAAAADwAAAGRycy9kb3ducmV2LnhtbERPTWvCQBC9F/wPywi91d0WLJK6ShUrvbQ0KsXjmB2T&#10;YHY2ZKea/vtuQfA2j/c503nvG3WmLtaBLTyODCjiIriaSwu77dvDBFQUZIdNYLLwSxHms8HdFDMX&#10;LpzTeSOlSiEcM7RQibSZ1rGoyGMchZY4ccfQeZQEu1K7Di8p3Df6yZhn7bHm1FBhS8uKitPmx1v4&#10;OC1WR7P7/vxqxeT7tc/7gyysvR/2ry+ghHq5ia/ud5fmT8bw/0y6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okucMAAADcAAAADwAAAAAAAAAAAAAAAACYAgAAZHJzL2Rv&#10;d25yZXYueG1sUEsFBgAAAAAEAAQA9QAAAIgDAAAAAA==&#10;" fillcolor="#e84c22 [3204]" stroked="f"/>
                <v:oval id="Oval 636" o:spid="_x0000_s1028" style="position:absolute;left:6689;top:7567;width:958;height: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J0MIA&#10;AADcAAAADwAAAGRycy9kb3ducmV2LnhtbERPPWvDMBDdA/0P4grdYrkZjHGshFAoZAgtdU3mq3Wx&#10;3VgnV1Ic999XgUC3e7zPK7ezGcREzveWFTwnKQjixuqeWwX15+syB+EDssbBMin4JQ/bzcOixELb&#10;K3/QVIVWxBD2BSroQhgLKX3TkUGf2JE4cifrDIYIXSu1w2sMN4NcpWkmDfYcGzoc6aWj5lxdjAKc&#10;slM6evNdHfBo68Pb1/79xyn19Djv1iACzeFffHfvdZyfZ3B7Jl4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5MnQwgAAANwAAAAPAAAAAAAAAAAAAAAAAJgCAABkcnMvZG93&#10;bnJldi54bWxQSwUGAAAAAAQABAD1AAAAhwMAAAAA&#10;" fillcolor="white [3212]" stroked="f" strokecolor="black [3213]"/>
                <v:oval id="Oval 637" o:spid="_x0000_s1029" style="position:absolute;left:6807;top:7685;width:722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QfVcMA&#10;AADcAAAADwAAAGRycy9kb3ducmV2LnhtbERPTWvCQBC9F/wPywi91d32YCV1lSpWemlpVIrHMTsm&#10;wexsyE41/ffdguBtHu9zpvPeN+pMXawDW3gcGVDERXA1lxZ227eHCagoyA6bwGThlyLMZ4O7KWYu&#10;XDin80ZKlUI4ZmihEmkzrWNRkcc4Ci1x4o6h8ygJdqV2HV5SuG/0kzFj7bHm1FBhS8uKitPmx1v4&#10;OC1WR7P7/vxqxeT7tc/7gyysvR/2ry+ghHq5ia/ud5fmT57h/5l0gZ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QfVcMAAADcAAAADwAAAAAAAAAAAAAAAACYAgAAZHJzL2Rv&#10;d25yZXYueG1sUEsFBgAAAAAEAAQA9QAAAIgDAAAAAA==&#10;" fillcolor="#e84c22 [3204]" stroked="f"/>
                <v:oval id="Oval 638" o:spid="_x0000_s1030" style="position:absolute;left:6873;top:7751;width:590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f4OcMA&#10;AADcAAAADwAAAGRycy9kb3ducmV2LnhtbESPQWvCQBCF7wX/wzJCb3VTDyLRVUQoeBCLqXges2OS&#10;Njsbd9cY/33nUOhthvfmvW+W68G1qqcQG88G3icZKOLS24YrA6evj7c5qJiQLbaeycCTIqxXo5cl&#10;5tY/+Eh9kSolIRxzNFCn1OVax7Imh3HiO2LRrj44TLKGStuADwl3rZ5m2Uw7bFgaauxoW1P5U9yd&#10;Aexn16yL7rvY49mf9ofL7vMWjHkdD5sFqERD+jf/Xe+s4M+FVp6RCf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f4OcMAAADcAAAADwAAAAAAAAAAAAAAAACYAgAAZHJzL2Rv&#10;d25yZXYueG1sUEsFBgAAAAAEAAQA9QAAAIgDAAAAAA==&#10;" fillcolor="white [3212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1715135</wp:posOffset>
                </wp:positionH>
                <wp:positionV relativeFrom="page">
                  <wp:posOffset>8790305</wp:posOffset>
                </wp:positionV>
                <wp:extent cx="3623945" cy="645795"/>
                <wp:effectExtent l="635" t="0" r="4445" b="3175"/>
                <wp:wrapNone/>
                <wp:docPr id="183" name="Text Box 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3945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6AE" w:rsidRPr="004C287B" w:rsidRDefault="00EF46AE" w:rsidP="00B50D63">
                            <w:pPr>
                              <w:pStyle w:val="Information"/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  <w:t>1546 Frankston Flinders Rd, Tyabb</w:t>
                            </w:r>
                          </w:p>
                          <w:p w:rsidR="00EF46AE" w:rsidRPr="004C287B" w:rsidRDefault="00EF46AE" w:rsidP="00B50D63">
                            <w:pPr>
                              <w:pStyle w:val="Information"/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  <w:t>PH: 59 773….</w:t>
                            </w:r>
                          </w:p>
                          <w:p w:rsidR="00EF46AE" w:rsidRPr="004C287B" w:rsidRDefault="00EF46AE" w:rsidP="00B50D63">
                            <w:pPr>
                              <w:pStyle w:val="Information"/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b/>
                                <w:color w:val="C00000"/>
                              </w:rPr>
                              <w:t>Mobile: 0431310455</w:t>
                            </w:r>
                          </w:p>
                        </w:txbxContent>
                      </wps:txbx>
                      <wps:bodyPr rot="0" vert="horz" wrap="square" lIns="45720" tIns="45720" rIns="4572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3" o:spid="_x0000_s1027" type="#_x0000_t202" style="position:absolute;margin-left:135.05pt;margin-top:692.15pt;width:285.35pt;height:50.85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" o:allowincell="f" filled="f" stroked="f">
                <v:textbox inset="3.6pt,,3.6pt">
                  <w:txbxContent>
                    <w:p w:rsidR="00EF46AE" w:rsidRPr="004C287B" w:rsidRDefault="00EF46AE" w:rsidP="00B50D63">
                      <w:pPr>
                        <w:pStyle w:val="Information"/>
                        <w:rPr>
                          <w:rFonts w:ascii="Century Gothic" w:hAnsi="Century Gothic"/>
                          <w:b/>
                          <w:color w:val="C00000"/>
                        </w:rPr>
                      </w:pPr>
                      <w:r w:rsidRPr="004C287B">
                        <w:rPr>
                          <w:rFonts w:ascii="Century Gothic" w:hAnsi="Century Gothic"/>
                          <w:b/>
                          <w:color w:val="C00000"/>
                        </w:rPr>
                        <w:t>1546 Frankston Flinders Rd, Tyabb</w:t>
                      </w:r>
                    </w:p>
                    <w:p w:rsidR="00EF46AE" w:rsidRPr="004C287B" w:rsidRDefault="00EF46AE" w:rsidP="00B50D63">
                      <w:pPr>
                        <w:pStyle w:val="Information"/>
                        <w:rPr>
                          <w:rFonts w:ascii="Century Gothic" w:hAnsi="Century Gothic"/>
                          <w:b/>
                          <w:color w:val="C00000"/>
                        </w:rPr>
                      </w:pPr>
                      <w:r w:rsidRPr="004C287B">
                        <w:rPr>
                          <w:rFonts w:ascii="Century Gothic" w:hAnsi="Century Gothic"/>
                          <w:b/>
                          <w:color w:val="C00000"/>
                        </w:rPr>
                        <w:t>PH: 59 773….</w:t>
                      </w:r>
                    </w:p>
                    <w:p w:rsidR="00EF46AE" w:rsidRPr="004C287B" w:rsidRDefault="00EF46AE" w:rsidP="00B50D63">
                      <w:pPr>
                        <w:pStyle w:val="Information"/>
                        <w:rPr>
                          <w:rFonts w:ascii="Century Gothic" w:hAnsi="Century Gothic"/>
                          <w:b/>
                          <w:color w:val="C00000"/>
                        </w:rPr>
                      </w:pPr>
                      <w:r w:rsidRPr="004C287B">
                        <w:rPr>
                          <w:rFonts w:ascii="Century Gothic" w:hAnsi="Century Gothic"/>
                          <w:b/>
                          <w:color w:val="C00000"/>
                        </w:rPr>
                        <w:t>Mobile: 0431310455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5648960</wp:posOffset>
                </wp:positionH>
                <wp:positionV relativeFrom="page">
                  <wp:posOffset>2606040</wp:posOffset>
                </wp:positionV>
                <wp:extent cx="765810" cy="763270"/>
                <wp:effectExtent l="635" t="5715" r="5080" b="2540"/>
                <wp:wrapNone/>
                <wp:docPr id="177" name="Group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5810" cy="763270"/>
                          <a:chOff x="6480" y="5518"/>
                          <a:chExt cx="1206" cy="1202"/>
                        </a:xfrm>
                      </wpg:grpSpPr>
                      <wps:wsp>
                        <wps:cNvPr id="178" name="Oval 612"/>
                        <wps:cNvSpPr>
                          <a:spLocks noChangeArrowheads="1"/>
                        </wps:cNvSpPr>
                        <wps:spPr bwMode="auto">
                          <a:xfrm>
                            <a:off x="6480" y="5518"/>
                            <a:ext cx="1206" cy="120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Oval 613"/>
                        <wps:cNvSpPr>
                          <a:spLocks noChangeArrowheads="1"/>
                        </wps:cNvSpPr>
                        <wps:spPr bwMode="auto">
                          <a:xfrm>
                            <a:off x="6518" y="5555"/>
                            <a:ext cx="1130" cy="11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Oval 614"/>
                        <wps:cNvSpPr>
                          <a:spLocks noChangeArrowheads="1"/>
                        </wps:cNvSpPr>
                        <wps:spPr bwMode="auto">
                          <a:xfrm>
                            <a:off x="6632" y="5669"/>
                            <a:ext cx="902" cy="90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Oval 615"/>
                        <wps:cNvSpPr>
                          <a:spLocks noChangeArrowheads="1"/>
                        </wps:cNvSpPr>
                        <wps:spPr bwMode="auto">
                          <a:xfrm>
                            <a:off x="6743" y="5780"/>
                            <a:ext cx="680" cy="67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Oval 616"/>
                        <wps:cNvSpPr>
                          <a:spLocks noChangeArrowheads="1"/>
                        </wps:cNvSpPr>
                        <wps:spPr bwMode="auto">
                          <a:xfrm>
                            <a:off x="6795" y="5834"/>
                            <a:ext cx="576" cy="57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A1651" id="Group 611" o:spid="_x0000_s1026" style="position:absolute;margin-left:444.8pt;margin-top:205.2pt;width:60.3pt;height:60.1pt;z-index:251883520;mso-position-horizontal-relative:page;mso-position-vertical-relative:page" coordorigin="6480,5518" coordsize="1206,1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" o:allowincell="f">
                <v:oval id="Oval 612" o:spid="_x0000_s1027" style="position:absolute;left:6480;top:5518;width:1206;height:1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77AMUA&#10;AADcAAAADwAAAGRycy9kb3ducmV2LnhtbESPQU/DMAyF70j8h8hI3FgCB0DdsokhQFxAdJsQR9N4&#10;bbXGqRqzdf9+PiDtZus9v/d5thhjZ/Y05Daxh9uJA0NcpdBy7WGzfr15BJMFOWCXmDwcKcNifnkx&#10;wyKkA5e0X0ltNIRzgR4akb6wNlcNRcyT1BOrtk1DRNF1qG0Y8KDhsbN3zt3biC1rQ4M9PTdU7VZ/&#10;0cPHbvmydZvvz69eXPnzFsvxV5beX1+NT1MwQqOczf/X70HxH5RWn9EJ7Pw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vsAxQAAANwAAAAPAAAAAAAAAAAAAAAAAJgCAABkcnMv&#10;ZG93bnJldi54bWxQSwUGAAAAAAQABAD1AAAAigMAAAAA&#10;" fillcolor="#e84c22 [3204]" stroked="f"/>
                <v:oval id="Oval 613" o:spid="_x0000_s1028" style="position:absolute;left:6518;top:5555;width:1130;height:1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9PjsMA&#10;AADcAAAADwAAAGRycy9kb3ducmV2LnhtbERP22rCQBB9L/Qflin4VjeVYjW6kbRV2gdBvHzAkJ1k&#10;Q7OzIbvR+PddQfBtDuc6y9VgG3GmzteOFbyNExDEhdM1VwpOx83rDIQPyBobx6TgSh5W2fPTElPt&#10;Lryn8yFUIoawT1GBCaFNpfSFIYt+7FriyJWusxgi7CqpO7zEcNvISZJMpcWaY4PBlr4MFX+H3ir4&#10;fA/5z7r/3m32sxInfp5ve5MrNXoZ8gWIQEN4iO/uXx3nf8zh9ky8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9PjsMAAADcAAAADwAAAAAAAAAAAAAAAACYAgAAZHJzL2Rv&#10;d25yZXYueG1sUEsFBgAAAAAEAAQA9QAAAIgDAAAAAA==&#10;" fillcolor="white [3212]" stroked="f"/>
                <v:oval id="Oval 614" o:spid="_x0000_s1029" style="position:absolute;left:6632;top:5669;width:902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5Ny8cA&#10;AADcAAAADwAAAGRycy9kb3ducmV2LnhtbESPT2vCQBDF7wW/wzKCN93oQSR1lba26EFKa//Q45Ad&#10;k5DsbMiuSeyn7xyE3mZ4b977zXo7uFp11IbSs4H5LAFFnHlbcm7g8+NlugIVIrLF2jMZuFKA7WZ0&#10;t8bU+p7fqTvFXEkIhxQNFDE2qdYhK8hhmPmGWLSzbx1GWdtc2xZ7CXe1XiTJUjssWRoKbOipoKw6&#10;XZyBn+Pb/lz2+ePv7tJ9V6+Lr+q5qY2ZjIeHe1CRhvhvvl0frOCvBF+ekQn05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eTcvHAAAA3AAAAA8AAAAAAAAAAAAAAAAAmAIAAGRy&#10;cy9kb3ducmV2LnhtbFBLBQYAAAAABAAEAPUAAACMAwAAAAA=&#10;" fillcolor="#b64926 [3206]" stroked="f"/>
                <v:oval id="Oval 615" o:spid="_x0000_s1030" style="position:absolute;left:6743;top:5780;width:680;height: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zr8IA&#10;AADcAAAADwAAAGRycy9kb3ducmV2LnhtbERP24rCMBB9X/Afwgj7tqaKSK1GqbvK+rAgXj5gaMam&#10;2ExKk2r37zeCsG9zONdZrntbizu1vnKsYDxKQBAXTldcKricdx8pCB+QNdaOScEveVivBm9LzLR7&#10;8JHup1CKGMI+QwUmhCaT0heGLPqRa4gjd3WtxRBhW0rd4iOG21pOkmQmLVYcGww29GmouJ06q2Az&#10;Dfn3tvs67I7pFSd+nv90JlfqfdjnCxCB+vAvfrn3Os5Px/B8Jl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DOvwgAAANwAAAAPAAAAAAAAAAAAAAAAAJgCAABkcnMvZG93&#10;bnJldi54bWxQSwUGAAAAAAQABAD1AAAAhwMAAAAA&#10;" fillcolor="white [3212]" stroked="f"/>
                <v:oval id="Oval 616" o:spid="_x0000_s1031" style="position:absolute;left:6795;top:5834;width:576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8zcMA&#10;AADcAAAADwAAAGRycy9kb3ducmV2LnhtbERPTWvCQBC9C/0PyxR60916KJK6ipa29FIxVkqPY3ZM&#10;gtnZkJ1q/PeuIHibx/uc6bz3jTpSF+vAFp5HBhRxEVzNpYXtz8dwAioKssMmMFk4U4T57GEwxcyF&#10;E+d03EipUgjHDC1UIm2mdSwq8hhHoSVO3D50HiXBrtSuw1MK940eG/OiPdacGips6a2i4rD59xa+&#10;D8v3vdn+rtatmPzv0+f9TpbWPj32i1dQQr3cxTf3l0vzJ2O4PpMu0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O8zcMAAADcAAAADwAAAAAAAAAAAAAAAACYAgAAZHJzL2Rv&#10;d25yZXYueG1sUEsFBgAAAAAEAAQA9QAAAIgDAAAAAA==&#10;" fillcolor="#e84c22 [3204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1745615</wp:posOffset>
                </wp:positionH>
                <wp:positionV relativeFrom="page">
                  <wp:posOffset>2558415</wp:posOffset>
                </wp:positionV>
                <wp:extent cx="3611880" cy="2298700"/>
                <wp:effectExtent l="2540" t="0" r="0" b="635"/>
                <wp:wrapNone/>
                <wp:docPr id="176" name="Text Box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229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6AE" w:rsidRPr="004C287B" w:rsidRDefault="00EF46AE" w:rsidP="00C61661">
                            <w:pPr>
                              <w:pStyle w:val="Heading2"/>
                              <w:rPr>
                                <w:rFonts w:ascii="Century Gothic" w:hAnsi="Century Gothic"/>
                                <w:sz w:val="56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sz w:val="56"/>
                              </w:rPr>
                              <w:t>HAPPY 1</w:t>
                            </w:r>
                            <w:r w:rsidRPr="004C287B">
                              <w:rPr>
                                <w:rFonts w:ascii="Century Gothic" w:hAnsi="Century Gothic"/>
                                <w:sz w:val="56"/>
                                <w:vertAlign w:val="superscript"/>
                              </w:rPr>
                              <w:t>ST</w:t>
                            </w:r>
                            <w:r w:rsidRPr="004C287B">
                              <w:rPr>
                                <w:rFonts w:ascii="Century Gothic" w:hAnsi="Century Gothic"/>
                                <w:sz w:val="56"/>
                              </w:rPr>
                              <w:t xml:space="preserve"> BIRTHDAY 1546 VINTAGE!</w:t>
                            </w:r>
                          </w:p>
                          <w:p w:rsidR="00EF46AE" w:rsidRPr="004C287B" w:rsidRDefault="00EF46AE" w:rsidP="00C61661">
                            <w:pPr>
                              <w:jc w:val="center"/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>You are invited to help celebrate in the festivities!</w:t>
                            </w:r>
                          </w:p>
                          <w:p w:rsidR="00EF46AE" w:rsidRPr="004C287B" w:rsidRDefault="00EF46AE" w:rsidP="00C61661">
                            <w:pPr>
                              <w:jc w:val="center"/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>Date: 19</w:t>
                            </w: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 xml:space="preserve"> &amp; 20</w:t>
                            </w: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 xml:space="preserve"> July</w:t>
                            </w:r>
                          </w:p>
                          <w:p w:rsidR="00EF46AE" w:rsidRPr="004C287B" w:rsidRDefault="00EF46AE" w:rsidP="00C61661">
                            <w:pPr>
                              <w:jc w:val="center"/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</w:pPr>
                            <w:r w:rsidRPr="004C287B">
                              <w:rPr>
                                <w:rFonts w:ascii="Century Gothic" w:hAnsi="Century Gothic"/>
                                <w:color w:val="FF0000"/>
                                <w:sz w:val="28"/>
                              </w:rPr>
                              <w:t>From 11:00am onwards</w:t>
                            </w:r>
                          </w:p>
                          <w:p w:rsidR="00EF46AE" w:rsidRPr="00C61661" w:rsidRDefault="00EF46AE" w:rsidP="00C61661"/>
                          <w:p w:rsidR="00EF46AE" w:rsidRPr="00535FDB" w:rsidRDefault="00EF46AE" w:rsidP="00535FDB"/>
                        </w:txbxContent>
                      </wps:txbx>
                      <wps:bodyPr rot="0" vert="horz" wrap="square" lIns="45720" tIns="45720" rIns="4572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6" o:spid="_x0000_s1028" type="#_x0000_t202" style="position:absolute;margin-left:137.45pt;margin-top:201.45pt;width:284.4pt;height:181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" o:allowincell="f" filled="f" stroked="f">
                <v:textbox inset="3.6pt,,3.6pt">
                  <w:txbxContent>
                    <w:p w:rsidR="00EF46AE" w:rsidRPr="004C287B" w:rsidRDefault="00EF46AE" w:rsidP="00C61661">
                      <w:pPr>
                        <w:pStyle w:val="Heading2"/>
                        <w:rPr>
                          <w:rFonts w:ascii="Century Gothic" w:hAnsi="Century Gothic"/>
                          <w:sz w:val="56"/>
                        </w:rPr>
                      </w:pPr>
                      <w:r w:rsidRPr="004C287B">
                        <w:rPr>
                          <w:rFonts w:ascii="Century Gothic" w:hAnsi="Century Gothic"/>
                          <w:sz w:val="56"/>
                        </w:rPr>
                        <w:t>HAPPY 1</w:t>
                      </w:r>
                      <w:r w:rsidRPr="004C287B">
                        <w:rPr>
                          <w:rFonts w:ascii="Century Gothic" w:hAnsi="Century Gothic"/>
                          <w:sz w:val="56"/>
                          <w:vertAlign w:val="superscript"/>
                        </w:rPr>
                        <w:t>ST</w:t>
                      </w:r>
                      <w:r w:rsidRPr="004C287B">
                        <w:rPr>
                          <w:rFonts w:ascii="Century Gothic" w:hAnsi="Century Gothic"/>
                          <w:sz w:val="56"/>
                        </w:rPr>
                        <w:t xml:space="preserve"> BIRTHDAY 1546 VINTAGE!</w:t>
                      </w:r>
                    </w:p>
                    <w:p w:rsidR="00EF46AE" w:rsidRPr="004C287B" w:rsidRDefault="00EF46AE" w:rsidP="00C61661">
                      <w:pPr>
                        <w:jc w:val="center"/>
                        <w:rPr>
                          <w:rFonts w:ascii="Century Gothic" w:hAnsi="Century Gothic"/>
                          <w:color w:val="FF0000"/>
                          <w:sz w:val="28"/>
                        </w:rPr>
                      </w:pP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>You are invited to help celebrate in the festivities!</w:t>
                      </w:r>
                    </w:p>
                    <w:p w:rsidR="00EF46AE" w:rsidRPr="004C287B" w:rsidRDefault="00EF46AE" w:rsidP="00C61661">
                      <w:pPr>
                        <w:jc w:val="center"/>
                        <w:rPr>
                          <w:rFonts w:ascii="Century Gothic" w:hAnsi="Century Gothic"/>
                          <w:color w:val="FF0000"/>
                          <w:sz w:val="28"/>
                        </w:rPr>
                      </w:pP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>Date: 19</w:t>
                      </w: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  <w:vertAlign w:val="superscript"/>
                        </w:rPr>
                        <w:t>th</w:t>
                      </w: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 xml:space="preserve"> &amp; 20</w:t>
                      </w: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  <w:vertAlign w:val="superscript"/>
                        </w:rPr>
                        <w:t>th</w:t>
                      </w: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 xml:space="preserve"> July</w:t>
                      </w:r>
                    </w:p>
                    <w:p w:rsidR="00EF46AE" w:rsidRPr="004C287B" w:rsidRDefault="00EF46AE" w:rsidP="00C61661">
                      <w:pPr>
                        <w:jc w:val="center"/>
                        <w:rPr>
                          <w:rFonts w:ascii="Century Gothic" w:hAnsi="Century Gothic"/>
                          <w:color w:val="FF0000"/>
                          <w:sz w:val="28"/>
                        </w:rPr>
                      </w:pPr>
                      <w:r w:rsidRPr="004C287B">
                        <w:rPr>
                          <w:rFonts w:ascii="Century Gothic" w:hAnsi="Century Gothic"/>
                          <w:color w:val="FF0000"/>
                          <w:sz w:val="28"/>
                        </w:rPr>
                        <w:t>From 11:00am onwards</w:t>
                      </w:r>
                    </w:p>
                    <w:p w:rsidR="00EF46AE" w:rsidRPr="00C61661" w:rsidRDefault="00EF46AE" w:rsidP="00C61661"/>
                    <w:p w:rsidR="00EF46AE" w:rsidRPr="00535FDB" w:rsidRDefault="00EF46AE" w:rsidP="00535FDB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361315</wp:posOffset>
                </wp:positionH>
                <wp:positionV relativeFrom="page">
                  <wp:posOffset>328930</wp:posOffset>
                </wp:positionV>
                <wp:extent cx="395605" cy="4937125"/>
                <wp:effectExtent l="0" t="0" r="0" b="1270"/>
                <wp:wrapNone/>
                <wp:docPr id="17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4937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6AE" w:rsidRPr="003C78BB" w:rsidRDefault="00EF46AE" w:rsidP="0062615B">
                            <w:pPr>
                              <w:pStyle w:val="Instructions"/>
                            </w:pPr>
                            <w:r w:rsidRPr="003C78BB">
                              <w:t>1.</w:t>
                            </w:r>
                            <w:r>
                              <w:t xml:space="preserve"> Print this page.    2</w:t>
                            </w:r>
                            <w:r w:rsidRPr="003C78BB">
                              <w:t xml:space="preserve">. </w:t>
                            </w:r>
                            <w:r>
                              <w:t>Cut along</w:t>
                            </w:r>
                            <w:r w:rsidRPr="003C78BB">
                              <w:t xml:space="preserve"> the dotted lines.</w:t>
                            </w:r>
                            <w:r>
                              <w:t xml:space="preserve">    3. </w:t>
                            </w:r>
                            <w:r w:rsidRPr="003C78BB">
                              <w:t>Final tr</w:t>
                            </w:r>
                            <w:r>
                              <w:t>immed size will be 5 x 7 inches, per card</w:t>
                            </w:r>
                            <w:bookmarkStart w:id="0" w:name="_GoBack"/>
                            <w:bookmarkEnd w:id="0"/>
                            <w:r>
                              <w:t>.</w:t>
                            </w:r>
                          </w:p>
                        </w:txbxContent>
                      </wps:txbx>
                      <wps:bodyPr rot="0" vert="vert270" wrap="square" lIns="18288" tIns="18288" rIns="18288" bIns="18288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margin-left:28.45pt;margin-top:25.9pt;width:31.15pt;height:388.7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" o:allowincell="f" fillcolor="white [3212]" stroked="f">
                <v:textbox style="layout-flow:vertical;mso-layout-flow-alt:bottom-to-top" inset="1.44pt,1.44pt,1.44pt,1.44pt">
                  <w:txbxContent>
                    <w:p w:rsidR="00EF46AE" w:rsidRPr="003C78BB" w:rsidRDefault="00EF46AE" w:rsidP="0062615B">
                      <w:pPr>
                        <w:pStyle w:val="Instructions"/>
                      </w:pPr>
                      <w:r w:rsidRPr="003C78BB">
                        <w:t>1.</w:t>
                      </w:r>
                      <w:r>
                        <w:t xml:space="preserve"> Print this page.    2</w:t>
                      </w:r>
                      <w:r w:rsidRPr="003C78BB">
                        <w:t xml:space="preserve">. </w:t>
                      </w:r>
                      <w:r>
                        <w:t>Cut along</w:t>
                      </w:r>
                      <w:r w:rsidRPr="003C78BB">
                        <w:t xml:space="preserve"> the dotted lines.</w:t>
                      </w:r>
                      <w:r>
                        <w:t xml:space="preserve">    3. </w:t>
                      </w:r>
                      <w:r w:rsidRPr="003C78BB">
                        <w:t>Final tr</w:t>
                      </w:r>
                      <w:r>
                        <w:t>immed size will be 5 x 7 inches, per card</w:t>
                      </w:r>
                      <w:bookmarkStart w:id="1" w:name="_GoBack"/>
                      <w:bookmarkEnd w:id="1"/>
                      <w: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1537335</wp:posOffset>
                </wp:positionH>
                <wp:positionV relativeFrom="page">
                  <wp:posOffset>367030</wp:posOffset>
                </wp:positionV>
                <wp:extent cx="3994785" cy="4662170"/>
                <wp:effectExtent l="3810" t="0" r="1905" b="0"/>
                <wp:wrapNone/>
                <wp:docPr id="174" name="Rectangle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4785" cy="4662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778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6166E" id="Rectangle 784" o:spid="_x0000_s1026" style="position:absolute;margin-left:121.05pt;margin-top:28.9pt;width:314.55pt;height:367.1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" o:allowincell="f" fillcolor="#ffbd47 [3205]" stroked="f" strokecolor="#ff8427 [3207]" strokeweight="14pt">
                <w10:wrap anchorx="page" anchory="page"/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1537335</wp:posOffset>
                </wp:positionH>
                <wp:positionV relativeFrom="page">
                  <wp:posOffset>5016500</wp:posOffset>
                </wp:positionV>
                <wp:extent cx="3994785" cy="4716780"/>
                <wp:effectExtent l="3810" t="0" r="1905" b="1270"/>
                <wp:wrapNone/>
                <wp:docPr id="173" name="Rectangle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4785" cy="47167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778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4E396" id="Rectangle 831" o:spid="_x0000_s1026" style="position:absolute;margin-left:121.05pt;margin-top:395pt;width:314.55pt;height:371.4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" o:allowincell="f" fillcolor="#ffbd47 [3205]" stroked="f" strokecolor="#ff8427 [3207]" strokeweight="14pt">
                <w10:wrap anchorx="page" anchory="page"/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1690370</wp:posOffset>
                </wp:positionH>
                <wp:positionV relativeFrom="page">
                  <wp:posOffset>5182870</wp:posOffset>
                </wp:positionV>
                <wp:extent cx="3689350" cy="4251960"/>
                <wp:effectExtent l="4445" t="1270" r="1905" b="4445"/>
                <wp:wrapNone/>
                <wp:docPr id="172" name="Rectangle 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9350" cy="4251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778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95C8D" id="Rectangle 832" o:spid="_x0000_s1026" style="position:absolute;margin-left:133.1pt;margin-top:408.1pt;width:290.5pt;height:334.8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" o:allowincell="f" fillcolor="white [3212]" stroked="f" strokecolor="#ff8427 [3207]" strokeweight="14pt">
                <w10:wrap anchorx="page" anchory="page"/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1690370</wp:posOffset>
                </wp:positionH>
                <wp:positionV relativeFrom="page">
                  <wp:posOffset>617220</wp:posOffset>
                </wp:positionV>
                <wp:extent cx="3689350" cy="4251960"/>
                <wp:effectExtent l="4445" t="0" r="1905" b="0"/>
                <wp:wrapNone/>
                <wp:docPr id="171" name="Rectangle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9350" cy="4251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778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6C5F1" id="Rectangle 785" o:spid="_x0000_s1026" style="position:absolute;margin-left:133.1pt;margin-top:48.6pt;width:290.5pt;height:334.8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" o:allowincell="f" fillcolor="white [3212]" stroked="f" strokecolor="#ff8427 [3207]" strokeweight="14pt">
                <w10:wrap anchorx="page" anchory="page"/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1689735</wp:posOffset>
                </wp:positionH>
                <wp:positionV relativeFrom="page">
                  <wp:posOffset>901700</wp:posOffset>
                </wp:positionV>
                <wp:extent cx="3667760" cy="1686560"/>
                <wp:effectExtent l="3810" t="0" r="0" b="2540"/>
                <wp:wrapNone/>
                <wp:docPr id="170" name="Text Box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76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30072184"/>
                              <w:picture/>
                            </w:sdtPr>
                            <w:sdtContent>
                              <w:p w:rsidR="00EF46AE" w:rsidRDefault="00EF46AE" w:rsidP="001C50BE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noProof/>
                                    <w:lang w:val="en-AU" w:eastAsia="en-AU"/>
                                  </w:rPr>
                                  <w:drawing>
                                    <wp:inline distT="0" distB="0" distL="0" distR="0">
                                      <wp:extent cx="3576320" cy="1595120"/>
                                      <wp:effectExtent l="0" t="0" r="0" b="0"/>
                                      <wp:docPr id="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1382244104022.jpg"/>
                                              <pic:cNvPicPr/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576320" cy="15951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7" o:spid="_x0000_s1030" type="#_x0000_t202" style="position:absolute;margin-left:133.05pt;margin-top:71pt;width:288.8pt;height:132.8pt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" o:allowincell="f" filled="f" stroked="f">
                <v:textbox style="mso-fit-shape-to-text:t" inset="3.6pt,,3.6pt">
                  <w:txbxContent>
                    <w:sdt>
                      <w:sdtPr>
                        <w:id w:val="30072184"/>
                        <w:picture/>
                      </w:sdtPr>
                      <w:sdtContent>
                        <w:p w:rsidR="00EF46AE" w:rsidRDefault="00EF46AE" w:rsidP="001C50BE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noProof/>
                              <w:lang w:val="en-AU" w:eastAsia="en-AU"/>
                            </w:rPr>
                            <w:drawing>
                              <wp:inline distT="0" distB="0" distL="0" distR="0">
                                <wp:extent cx="3576320" cy="1595120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1382244104022.jpg"/>
                                        <pic:cNvPicPr/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76320" cy="15951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25400</wp:posOffset>
                </wp:positionH>
                <wp:positionV relativeFrom="page">
                  <wp:posOffset>0</wp:posOffset>
                </wp:positionV>
                <wp:extent cx="7672705" cy="9814560"/>
                <wp:effectExtent l="0" t="0" r="0" b="0"/>
                <wp:wrapNone/>
                <wp:docPr id="166" name="Group 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2705" cy="9814560"/>
                          <a:chOff x="43" y="0"/>
                          <a:chExt cx="12083" cy="15456"/>
                        </a:xfrm>
                      </wpg:grpSpPr>
                      <wps:wsp>
                        <wps:cNvPr id="167" name="Rectangle 703"/>
                        <wps:cNvSpPr>
                          <a:spLocks noChangeArrowheads="1"/>
                        </wps:cNvSpPr>
                        <wps:spPr bwMode="auto">
                          <a:xfrm>
                            <a:off x="11583" y="578"/>
                            <a:ext cx="523" cy="1487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702"/>
                        <wps:cNvSpPr>
                          <a:spLocks noChangeArrowheads="1"/>
                        </wps:cNvSpPr>
                        <wps:spPr bwMode="auto">
                          <a:xfrm>
                            <a:off x="43" y="0"/>
                            <a:ext cx="12083" cy="57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705"/>
                        <wps:cNvSpPr>
                          <a:spLocks noChangeArrowheads="1"/>
                        </wps:cNvSpPr>
                        <wps:spPr bwMode="auto">
                          <a:xfrm>
                            <a:off x="659" y="578"/>
                            <a:ext cx="523" cy="1487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AD6775" id="Group 874" o:spid="_x0000_s1026" style="position:absolute;margin-left:2pt;margin-top:0;width:604.15pt;height:772.8pt;z-index:251886592;mso-position-horizontal-relative:page;mso-position-vertical-relative:page" coordorigin="43" coordsize="12083,1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" o:allowincell="f">
                <v:rect id="Rectangle 703" o:spid="_x0000_s1027" style="position:absolute;left:11583;top:578;width:523;height:14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yU8QA&#10;AADcAAAADwAAAGRycy9kb3ducmV2LnhtbERPS2vCQBC+F/oflin0VjfNQSVmE2rVEgoe6oP2OGSn&#10;STA7G7Orxn/fFYTe5uN7TpoPphVn6l1jWcHrKAJBXFrdcKVgt129TEE4j6yxtUwKruQgzx4fUky0&#10;vfAXnTe+EiGEXYIKau+7REpX1mTQjWxHHLhf2xv0AfaV1D1eQrhpZRxFY2mw4dBQY0fvNZWHzcko&#10;WH4u4p/vfdH5YnWau2LA9cfyqNTz0/A2A+Fp8P/iu7vQYf54ArdnwgU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sclPEAAAA3AAAAA8AAAAAAAAAAAAAAAAAmAIAAGRycy9k&#10;b3ducmV2LnhtbFBLBQYAAAAABAAEAPUAAACJAwAAAAA=&#10;" fillcolor="white [3212]" stroked="f"/>
                <v:rect id="Rectangle 702" o:spid="_x0000_s1028" style="position:absolute;left:43;width:12083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PmIcYA&#10;AADcAAAADwAAAGRycy9kb3ducmV2LnhtbESPT2vCQBDF74V+h2UKvdVNPUiJrqJWJRQ81D/occiO&#10;STA7G7Orpt/eORS8zfDevPeb0aRztbpRGyrPBj57CSji3NuKCwO77fLjC1SIyBZrz2TgjwJMxq8v&#10;I0ytv/Mv3TaxUBLCIUUDZYxNqnXIS3IYer4hFu3kW4dR1rbQtsW7hLta95NkoB1WLA0lNjQvKT9v&#10;rs7A4ue7fzzssyZmy+ssZB2uV4uLMe9v3XQIKlIXn+b/68wK/kBo5RmZQI8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PmIcYAAADcAAAADwAAAAAAAAAAAAAAAACYAgAAZHJz&#10;L2Rvd25yZXYueG1sUEsFBgAAAAAEAAQA9QAAAIsDAAAAAA==&#10;" fillcolor="white [3212]" stroked="f"/>
                <v:rect id="Rectangle 705" o:spid="_x0000_s1029" style="position:absolute;left:659;top:578;width:523;height:14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9DusQA&#10;AADcAAAADwAAAGRycy9kb3ducmV2LnhtbERPS2vCQBC+F/oflin0VjfNQTRmE2rVEgoe6oP2OGSn&#10;STA7G7Orxn/fFYTe5uN7TpoPphVn6l1jWcHrKAJBXFrdcKVgt129TEA4j6yxtUwKruQgzx4fUky0&#10;vfAXnTe+EiGEXYIKau+7REpX1mTQjWxHHLhf2xv0AfaV1D1eQrhpZRxFY2mw4dBQY0fvNZWHzcko&#10;WH4u4p/vfdH5YnWau2LA9cfyqNTz0/A2A+Fp8P/iu7vQYf54CrdnwgU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/Q7rEAAAA3AAAAA8AAAAAAAAAAAAAAAAAmAIAAGRycy9k&#10;b3ducmV2LnhtbFBLBQYAAAAABAAEAPUAAACJAwAAAAA=&#10;" fillcolor="white [3212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5572760</wp:posOffset>
                </wp:positionH>
                <wp:positionV relativeFrom="page">
                  <wp:posOffset>7237730</wp:posOffset>
                </wp:positionV>
                <wp:extent cx="765810" cy="763270"/>
                <wp:effectExtent l="635" t="8255" r="5080" b="0"/>
                <wp:wrapNone/>
                <wp:docPr id="160" name="Group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5810" cy="763270"/>
                          <a:chOff x="6480" y="5518"/>
                          <a:chExt cx="1206" cy="1202"/>
                        </a:xfrm>
                      </wpg:grpSpPr>
                      <wps:wsp>
                        <wps:cNvPr id="161" name="Oval 867"/>
                        <wps:cNvSpPr>
                          <a:spLocks noChangeArrowheads="1"/>
                        </wps:cNvSpPr>
                        <wps:spPr bwMode="auto">
                          <a:xfrm>
                            <a:off x="6480" y="5518"/>
                            <a:ext cx="1206" cy="1202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Oval 868"/>
                        <wps:cNvSpPr>
                          <a:spLocks noChangeArrowheads="1"/>
                        </wps:cNvSpPr>
                        <wps:spPr bwMode="auto">
                          <a:xfrm>
                            <a:off x="6518" y="5555"/>
                            <a:ext cx="1130" cy="11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Oval 869"/>
                        <wps:cNvSpPr>
                          <a:spLocks noChangeArrowheads="1"/>
                        </wps:cNvSpPr>
                        <wps:spPr bwMode="auto">
                          <a:xfrm>
                            <a:off x="6632" y="5669"/>
                            <a:ext cx="902" cy="90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Oval 870"/>
                        <wps:cNvSpPr>
                          <a:spLocks noChangeArrowheads="1"/>
                        </wps:cNvSpPr>
                        <wps:spPr bwMode="auto">
                          <a:xfrm>
                            <a:off x="6743" y="5780"/>
                            <a:ext cx="680" cy="67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871"/>
                        <wps:cNvSpPr>
                          <a:spLocks noChangeArrowheads="1"/>
                        </wps:cNvSpPr>
                        <wps:spPr bwMode="auto">
                          <a:xfrm>
                            <a:off x="6795" y="5834"/>
                            <a:ext cx="576" cy="57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8EA780" id="Group 866" o:spid="_x0000_s1026" style="position:absolute;margin-left:438.8pt;margin-top:569.9pt;width:60.3pt;height:60.1pt;z-index:251870208;mso-position-horizontal-relative:page;mso-position-vertical-relative:page" coordorigin="6480,5518" coordsize="1206,1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" o:allowincell="f">
                <v:oval id="Oval 867" o:spid="_x0000_s1027" style="position:absolute;left:6480;top:5518;width:1206;height:1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3EQMMA&#10;AADcAAAADwAAAGRycy9kb3ducmV2LnhtbERPTWvCQBC9F/oflhF6q7t6kJK6ikotvbQ0VsTjmB2T&#10;YHY2ZKea/vuuIHibx/uc6bz3jTpTF+vAFkZDA4q4CK7m0sL2Z/38AioKssMmMFn4owjz2ePDFDMX&#10;LpzTeSOlSiEcM7RQibSZ1rGoyGMchpY4ccfQeZQEu1K7Di8p3Dd6bMxEe6w5NVTY0qqi4rT59RY+&#10;T8u3o9nuvr5bMfn+3ef9QZbWPg36xSsooV7u4pv7w6X5kxFcn0kX6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3EQMMAAADcAAAADwAAAAAAAAAAAAAAAACYAgAAZHJzL2Rv&#10;d25yZXYueG1sUEsFBgAAAAAEAAQA9QAAAIgDAAAAAA==&#10;" fillcolor="#e84c22 [3204]" stroked="f"/>
                <v:oval id="Oval 868" o:spid="_x0000_s1028" style="position:absolute;left:6518;top:5555;width:1130;height:1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LIsIA&#10;AADcAAAADwAAAGRycy9kb3ducmV2LnhtbERP24rCMBB9X/Afwgi+ralFRKtRqruy+7AgXj5gaMam&#10;2ExKk2r9e7OwsG9zONdZbXpbizu1vnKsYDJOQBAXTldcKric9+9zED4ga6wdk4InedisB28rzLR7&#10;8JHup1CKGMI+QwUmhCaT0heGLPqxa4gjd3WtxRBhW0rd4iOG21qmSTKTFiuODQYb2hkqbqfOKthO&#10;Q/712X0c9sf5FVO/yH86kys1Gvb5EkSgPvyL/9zfOs6fpfD7TLx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0ksiwgAAANwAAAAPAAAAAAAAAAAAAAAAAJgCAABkcnMvZG93&#10;bnJldi54bWxQSwUGAAAAAAQABAD1AAAAhwMAAAAA&#10;" fillcolor="white [3212]" stroked="f"/>
                <v:oval id="Oval 869" o:spid="_x0000_s1029" style="position:absolute;left:6632;top:5669;width:902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1RsQA&#10;AADcAAAADwAAAGRycy9kb3ducmV2LnhtbERPTWvCQBC9F/wPywi91U0tiKSuYrVFD1KqVvE4ZMck&#10;JDsbsmsS/fVuQehtHu9zJrPOlKKh2uWWFbwOIhDEidU5pwp+918vYxDOI2ssLZOCKzmYTXtPE4y1&#10;bXlLzc6nIoSwi1FB5n0VS+mSjAy6ga2IA3e2tUEfYJ1KXWMbwk0ph1E0kgZzDg0ZVrTIKCl2F6Pg&#10;tPlZnfM2/bgtL82x+B4eis+qVOq5383fQXjq/L/44V7rMH/0Bn/PhAv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ANUbEAAAA3AAAAA8AAAAAAAAAAAAAAAAAmAIAAGRycy9k&#10;b3ducmV2LnhtbFBLBQYAAAAABAAEAPUAAACJAwAAAAA=&#10;" fillcolor="#b64926 [3206]" stroked="f"/>
                <v:oval id="Oval 870" o:spid="_x0000_s1030" style="position:absolute;left:6743;top:5780;width:680;height: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d2zcEA&#10;AADcAAAADwAAAGRycy9kb3ducmV2LnhtbERP24rCMBB9F/yHMAu+aboiol2j1Bvrw4J4+YChGZuy&#10;zaQ0qda/NwvCvs3hXGex6mwl7tT40rGCz1ECgjh3uuRCwfWyH85A+ICssXJMCp7kYbXs9xaYavfg&#10;E93PoRAxhH2KCkwIdSqlzw1Z9CNXE0fu5hqLIcKmkLrBRwy3lRwnyVRaLDk2GKxpYyj/PbdWwXoS&#10;su9duz3uT7Mbjv08+2lNptTgo8u+QATqwr/47T7oOH86gb9n4gV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3ds3BAAAA3AAAAA8AAAAAAAAAAAAAAAAAmAIAAGRycy9kb3du&#10;cmV2LnhtbFBLBQYAAAAABAAEAPUAAACGAwAAAAA=&#10;" fillcolor="white [3212]" stroked="f"/>
                <v:oval id="Oval 871" o:spid="_x0000_s1031" style="position:absolute;left:6795;top:5834;width:576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bCQ8MA&#10;AADcAAAADwAAAGRycy9kb3ducmV2LnhtbERPTWvCQBC9F/wPywi91d0WlJK6ShUrvbQ0KsXjmB2T&#10;YHY2ZKea/vtuQfA2j/c503nvG3WmLtaBLTyODCjiIriaSwu77dvDM6goyA6bwGThlyLMZ4O7KWYu&#10;XDin80ZKlUI4ZmihEmkzrWNRkcc4Ci1x4o6h8ygJdqV2HV5SuG/0kzET7bHm1FBhS8uKitPmx1v4&#10;OC1WR7P7/vxqxeT7tc/7gyysvR/2ry+ghHq5ia/ud5fmT8bw/0y6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bCQ8MAAADcAAAADwAAAAAAAAAAAAAAAACYAgAAZHJzL2Rv&#10;d25yZXYueG1sUEsFBgAAAAAEAAQA9QAAAIgDAAAAAA==&#10;" fillcolor="#e84c22 [3204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3709" behindDoc="0" locked="0" layoutInCell="0" allowOverlap="1">
                <wp:simplePos x="0" y="0"/>
                <wp:positionH relativeFrom="page">
                  <wp:posOffset>6216650</wp:posOffset>
                </wp:positionH>
                <wp:positionV relativeFrom="page">
                  <wp:posOffset>5902960</wp:posOffset>
                </wp:positionV>
                <wp:extent cx="1215390" cy="1212850"/>
                <wp:effectExtent l="6350" t="6985" r="6985" b="8890"/>
                <wp:wrapNone/>
                <wp:docPr id="155" name="Group 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5390" cy="1212850"/>
                          <a:chOff x="9770" y="4355"/>
                          <a:chExt cx="1854" cy="1850"/>
                        </a:xfrm>
                      </wpg:grpSpPr>
                      <wps:wsp>
                        <wps:cNvPr id="156" name="Oval 817"/>
                        <wps:cNvSpPr>
                          <a:spLocks noChangeArrowheads="1"/>
                        </wps:cNvSpPr>
                        <wps:spPr bwMode="auto">
                          <a:xfrm>
                            <a:off x="9770" y="4355"/>
                            <a:ext cx="1854" cy="18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818"/>
                        <wps:cNvSpPr>
                          <a:spLocks noChangeArrowheads="1"/>
                        </wps:cNvSpPr>
                        <wps:spPr bwMode="auto">
                          <a:xfrm>
                            <a:off x="9838" y="4423"/>
                            <a:ext cx="1719" cy="171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819"/>
                        <wps:cNvSpPr>
                          <a:spLocks noChangeArrowheads="1"/>
                        </wps:cNvSpPr>
                        <wps:spPr bwMode="auto">
                          <a:xfrm>
                            <a:off x="10345" y="4929"/>
                            <a:ext cx="704" cy="7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Oval 820"/>
                        <wps:cNvSpPr>
                          <a:spLocks noChangeArrowheads="1"/>
                        </wps:cNvSpPr>
                        <wps:spPr bwMode="auto">
                          <a:xfrm>
                            <a:off x="10378" y="4961"/>
                            <a:ext cx="638" cy="63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20AA8C" id="Group 816" o:spid="_x0000_s1026" style="position:absolute;margin-left:489.5pt;margin-top:464.8pt;width:95.7pt;height:95.5pt;z-index:251763709;mso-position-horizontal-relative:page;mso-position-vertical-relative:page" coordorigin="9770,4355" coordsize="1854,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" o:allowincell="f">
                <v:oval id="Oval 817" o:spid="_x0000_s1027" style="position:absolute;left:9770;top:4355;width:1854;height:1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h3g8EA&#10;AADcAAAADwAAAGRycy9kb3ducmV2LnhtbERPTWvCQBC9C/6HZYTedNNARKJrKAHBg5dq8Dxmp5vU&#10;7GzIrjHtr+8WCr3N433OrphsJ0YafOtYwesqAUFcO92yUVBdDssNCB+QNXaOScEXeSj289kOc+2e&#10;/E7jORgRQ9jnqKAJoc+l9HVDFv3K9cSR+3CDxRDhYKQe8BnDbSfTJFlLiy3HhgZ7Khuq7+eHVXD7&#10;viTmlFXG8L3qp08u02vWKvWymN62IAJN4V/85z7qOD9bw+8z8QK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Yd4PBAAAA3AAAAA8AAAAAAAAAAAAAAAAAmAIAAGRycy9kb3du&#10;cmV2LnhtbFBLBQYAAAAABAAEAPUAAACGAwAAAAA=&#10;" fillcolor="#ffbd47 [3205]" stroked="f" strokecolor="black [3213]"/>
                <v:oval id="Oval 818" o:spid="_x0000_s1028" style="position:absolute;left:9838;top:4423;width:1719;height: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DQwMIA&#10;AADcAAAADwAAAGRycy9kb3ducmV2LnhtbERP22rCQBB9F/yHZYS+1U2KVkldgxcKQqFgtO9jdpqE&#10;ZmfD7tbEfn23UPBtDuc6q3wwrbiS841lBek0AUFcWt1wpeB8en1cgvABWWNrmRTcyEO+Ho9WmGnb&#10;85GuRahEDGGfoYI6hC6T0pc1GfRT2xFH7tM6gyFCV0ntsI/hppVPSfIsDTYcG2rsaFdT+VV8GwX+&#10;pzzszWX74ftU64vraLZ7e1fqYTJsXkAEGsJd/O8+6Dh/voC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QNDAwgAAANwAAAAPAAAAAAAAAAAAAAAAAJgCAABkcnMvZG93&#10;bnJldi54bWxQSwUGAAAAAAQABAD1AAAAhwMAAAAA&#10;" fillcolor="#e84c22 [3204]" stroked="f" strokecolor="black [3213]"/>
                <v:oval id="Oval 819" o:spid="_x0000_s1029" style="position:absolute;left:10345;top:4929;width:704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tGasQA&#10;AADcAAAADwAAAGRycy9kb3ducmV2LnhtbESPQWvDMAyF74P9B6NBb4vTQsZI64ZSKOywy9qwsxpr&#10;TpZYDrHbZv3102Gwm8R7eu/Tppr9oK40xS6wgWWWgyJugu3YGahPh+dXUDEhWxwCk4EfilBtHx82&#10;WNpw4w+6HpNTEsKxRANtSmOpdWxa8hizMBKL9hUmj0nWyWk74U3C/aBXef6iPXYsDS2OtG+p6Y8X&#10;b+B8P+Xuvaid474e52/erz6LzpjF07xbg0o0p3/z3/WbFfxCa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LRmrEAAAA3AAAAA8AAAAAAAAAAAAAAAAAmAIAAGRycy9k&#10;b3ducmV2LnhtbFBLBQYAAAAABAAEAPUAAACJAwAAAAA=&#10;" fillcolor="#ffbd47 [3205]" stroked="f" strokecolor="black [3213]"/>
                <v:oval id="Oval 820" o:spid="_x0000_s1030" style="position:absolute;left:10378;top:4961;width:638;height: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x5cIA&#10;AADcAAAADwAAAGRycy9kb3ducmV2LnhtbERPTWvCQBC9C/0PyxS81Y0FpU1dgwiFHMTSGHqeZsck&#10;mp2Nu2tM/323UPA2j/c5q2w0nRjI+daygvksAUFcWd1yraA8vD+9gPABWWNnmRT8kIds/TBZYart&#10;jT9pKEItYgj7FBU0IfSplL5qyKCf2Z44ckfrDIYIXS21w1sMN518TpKlNNhybGiwp21D1bm4GgU4&#10;LI9J782p2OGXLXf77/zj4pSaPo6bNxCBxnAX/7tzHecvXu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3HlwgAAANwAAAAPAAAAAAAAAAAAAAAAAJgCAABkcnMvZG93&#10;bnJldi54bWxQSwUGAAAAAAQABAD1AAAAhwMAAAAA&#10;" fillcolor="white [3212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5757" behindDoc="0" locked="0" layoutInCell="0" allowOverlap="1">
                <wp:simplePos x="0" y="0"/>
                <wp:positionH relativeFrom="page">
                  <wp:posOffset>4984750</wp:posOffset>
                </wp:positionH>
                <wp:positionV relativeFrom="page">
                  <wp:posOffset>4668520</wp:posOffset>
                </wp:positionV>
                <wp:extent cx="1786890" cy="1781810"/>
                <wp:effectExtent l="12700" t="10795" r="10160" b="7620"/>
                <wp:wrapNone/>
                <wp:docPr id="149" name="Group 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1781810"/>
                          <a:chOff x="5144" y="604"/>
                          <a:chExt cx="2814" cy="2806"/>
                        </a:xfrm>
                      </wpg:grpSpPr>
                      <wps:wsp>
                        <wps:cNvPr id="150" name="Oval 826"/>
                        <wps:cNvSpPr>
                          <a:spLocks noChangeArrowheads="1"/>
                        </wps:cNvSpPr>
                        <wps:spPr bwMode="auto">
                          <a:xfrm>
                            <a:off x="5144" y="604"/>
                            <a:ext cx="2814" cy="280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Oval 827"/>
                        <wps:cNvSpPr>
                          <a:spLocks noChangeArrowheads="1"/>
                        </wps:cNvSpPr>
                        <wps:spPr bwMode="auto">
                          <a:xfrm>
                            <a:off x="5495" y="954"/>
                            <a:ext cx="2112" cy="210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Oval 828"/>
                        <wps:cNvSpPr>
                          <a:spLocks noChangeArrowheads="1"/>
                        </wps:cNvSpPr>
                        <wps:spPr bwMode="auto">
                          <a:xfrm>
                            <a:off x="5731" y="1189"/>
                            <a:ext cx="1640" cy="163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829"/>
                        <wps:cNvSpPr>
                          <a:spLocks noChangeArrowheads="1"/>
                        </wps:cNvSpPr>
                        <wps:spPr bwMode="auto">
                          <a:xfrm>
                            <a:off x="5835" y="1293"/>
                            <a:ext cx="1432" cy="1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Oval 830"/>
                        <wps:cNvSpPr>
                          <a:spLocks noChangeArrowheads="1"/>
                        </wps:cNvSpPr>
                        <wps:spPr bwMode="auto">
                          <a:xfrm>
                            <a:off x="5918" y="1376"/>
                            <a:ext cx="1266" cy="126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AF58D" id="Group 825" o:spid="_x0000_s1026" style="position:absolute;margin-left:392.5pt;margin-top:367.6pt;width:140.7pt;height:140.3pt;z-index:251765757;mso-position-horizontal-relative:page;mso-position-vertical-relative:page" coordorigin="5144,604" coordsize="2814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" o:allowincell="f">
                <v:oval id="Oval 826" o:spid="_x0000_s1027" style="position:absolute;left:5144;top:604;width:2814;height:28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PO/sQA&#10;AADcAAAADwAAAGRycy9kb3ducmV2LnhtbESPQUvDQBCF74L/YRnBm91UUDR2W0RIUQ9iG70P2WkS&#10;mp2Nu2Ma/71zELzN8N68981qM4fBTJRyH9nBclGAIW6i77l18FFXV3dgsiB7HCKTgx/KsFmfn62w&#10;9PHEO5r20hoN4Vyig05kLK3NTUcB8yKOxKodYgoouqbW+oQnDQ+DvS6KWxuwZ23ocKSnjprj/js4&#10;eA1fy5f3VFd19Tbh5/Zetk0S5y4v5scHMEKz/Jv/rp+94t8ovj6jE9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zzv7EAAAA3AAAAA8AAAAAAAAAAAAAAAAAmAIAAGRycy9k&#10;b3ducmV2LnhtbFBLBQYAAAAABAAEAPUAAACJAwAAAAA=&#10;" fillcolor="white [3212]" strokecolor="#e84c22 [3204]" strokeweight="1pt"/>
                <v:oval id="Oval 827" o:spid="_x0000_s1028" style="position:absolute;left:5495;top:954;width:2112;height:2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O/cMA&#10;AADcAAAADwAAAGRycy9kb3ducmV2LnhtbERPTWvCQBC9F/oflhF6q7sWKiW6ipa29KI0VsTjmB2T&#10;YHY2ZKea/vuuIPQ2j/c503nvG3WmLtaBLYyGBhRxEVzNpYXt9/vjC6goyA6bwGThlyLMZ/d3U8xc&#10;uHBO542UKoVwzNBCJdJmWseiIo9xGFrixB1D51ES7ErtOrykcN/oJ2PG2mPNqaHCll4rKk6bH29h&#10;dVq+Hc12t/5qxeT7D5/3B1la+zDoFxNQQr38i2/uT5fmP4/g+ky6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O/cMAAADcAAAADwAAAAAAAAAAAAAAAACYAgAAZHJzL2Rv&#10;d25yZXYueG1sUEsFBgAAAAAEAAQA9QAAAIgDAAAAAA==&#10;" fillcolor="#e84c22 [3204]" stroked="f"/>
                <v:oval id="Oval 828" o:spid="_x0000_s1029" style="position:absolute;left:5731;top:1189;width:1640;height:1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0Nw8MA&#10;AADcAAAADwAAAGRycy9kb3ducmV2LnhtbERPTWvCQBC9F/wPywi9NRutlpK6ShCVnkTTHnocstMk&#10;bXY27K5J/PddQehtHu9zVpvRtKIn5xvLCmZJCoK4tLrhSsHnx/7pFYQPyBpby6TgSh4268nDCjNt&#10;Bz5TX4RKxBD2GSqoQ+gyKX1Zk0Gf2I44ct/WGQwRukpqh0MMN62cp+mLNNhwbKixo21N5W9xMQp2&#10;p8MpP9Pi5+uw6HeDe86L43VQ6nE65m8gAo3hX3x3v+s4fzmH2zPx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30Nw8MAAADcAAAADwAAAAAAAAAAAAAAAACYAgAAZHJzL2Rv&#10;d25yZXYueG1sUEsFBgAAAAAEAAQA9QAAAIgDAAAAAA==&#10;" fillcolor="#ff8427 [3207]" stroked="f"/>
                <v:oval id="Oval 829" o:spid="_x0000_s1030" style="position:absolute;left:5835;top:1293;width:1432;height:1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IkBMMA&#10;AADcAAAADwAAAGRycy9kb3ducmV2LnhtbERPzWrCQBC+C32HZQredFO1xaauklZDeygUbR9gyI7Z&#10;0OxsyG5MfHtXELzNx/c7q81ga3Gi1leOFTxNExDEhdMVlwr+fvPJEoQPyBprx6TgTB4264fRClPt&#10;et7T6RBKEUPYp6jAhNCkUvrCkEU/dQ1x5I6utRgibEupW+xjuK3lLElepMWKY4PBhj4MFf+Hzip4&#10;X4Tsc9dtf/L98ogz/5p9dyZTavw4ZG8gAg3hLr65v3Sc/zyH6zPxAr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IkBMMAAADcAAAADwAAAAAAAAAAAAAAAACYAgAAZHJzL2Rv&#10;d25yZXYueG1sUEsFBgAAAAAEAAQA9QAAAIgDAAAAAA==&#10;" fillcolor="white [3212]" stroked="f"/>
                <v:oval id="Oval 830" o:spid="_x0000_s1031" style="position:absolute;left:5918;top:1376;width:1266;height:1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nj8UA&#10;AADcAAAADwAAAGRycy9kb3ducmV2LnhtbERPS2vCQBC+F/oflil4q5uKlhJdxbaKHor4avE4ZMck&#10;JDsbsmsS/fVuodDbfHzPmcw6U4qGapdbVvDSj0AQJ1bnnCo4HpbPbyCcR9ZYWiYFV3Iwmz4+TDDW&#10;tuUdNXufihDCLkYFmfdVLKVLMjLo+rYiDtzZ1gZ9gHUqdY1tCDelHETRqzSYc2jIsKKPjJJifzEK&#10;Tl/b1Tlv0/fb56X5KTaD72JRlUr1nrr5GISnzv+L/9xrHeaPhvD7TLh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WePxQAAANwAAAAPAAAAAAAAAAAAAAAAAJgCAABkcnMv&#10;ZG93bnJldi54bWxQSwUGAAAAAAQABAD1AAAAigMAAAAA&#10;" fillcolor="#b64926 [3206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5515" behindDoc="0" locked="0" layoutInCell="0" allowOverlap="1">
                <wp:simplePos x="0" y="0"/>
                <wp:positionH relativeFrom="page">
                  <wp:posOffset>1843405</wp:posOffset>
                </wp:positionH>
                <wp:positionV relativeFrom="page">
                  <wp:posOffset>287020</wp:posOffset>
                </wp:positionV>
                <wp:extent cx="3406775" cy="4664710"/>
                <wp:effectExtent l="0" t="106045" r="102870" b="106045"/>
                <wp:wrapNone/>
                <wp:docPr id="148" name="Arc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6775" cy="4664710"/>
                        </a:xfrm>
                        <a:custGeom>
                          <a:avLst/>
                          <a:gdLst>
                            <a:gd name="G0" fmla="+- 0 0 0"/>
                            <a:gd name="G1" fmla="+- 11423 0 0"/>
                            <a:gd name="G2" fmla="+- 21600 0 0"/>
                            <a:gd name="T0" fmla="*/ 18332 w 21600"/>
                            <a:gd name="T1" fmla="*/ 0 h 29592"/>
                            <a:gd name="T2" fmla="*/ 11682 w 21600"/>
                            <a:gd name="T3" fmla="*/ 29592 h 29592"/>
                            <a:gd name="T4" fmla="*/ 0 w 21600"/>
                            <a:gd name="T5" fmla="*/ 11423 h 295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9592" fill="none" extrusionOk="0">
                              <a:moveTo>
                                <a:pt x="18332" y="-1"/>
                              </a:moveTo>
                              <a:cubicBezTo>
                                <a:pt x="20467" y="3427"/>
                                <a:pt x="21600" y="7384"/>
                                <a:pt x="21600" y="11423"/>
                              </a:cubicBezTo>
                              <a:cubicBezTo>
                                <a:pt x="21600" y="18772"/>
                                <a:pt x="17863" y="25617"/>
                                <a:pt x="11681" y="29591"/>
                              </a:cubicBezTo>
                            </a:path>
                            <a:path w="21600" h="29592" stroke="0" extrusionOk="0">
                              <a:moveTo>
                                <a:pt x="18332" y="-1"/>
                              </a:moveTo>
                              <a:cubicBezTo>
                                <a:pt x="20467" y="3427"/>
                                <a:pt x="21600" y="7384"/>
                                <a:pt x="21600" y="11423"/>
                              </a:cubicBezTo>
                              <a:cubicBezTo>
                                <a:pt x="21600" y="18772"/>
                                <a:pt x="17863" y="25617"/>
                                <a:pt x="11681" y="29591"/>
                              </a:cubicBezTo>
                              <a:lnTo>
                                <a:pt x="0" y="11423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35392" id="Arc 697" o:spid="_x0000_s1026" style="position:absolute;margin-left:145.15pt;margin-top:22.6pt;width:268.25pt;height:367.3pt;z-index:2517555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9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" o:allowincell="f" path="m18332,-1nfc20467,3427,21600,7384,21600,11423v,7349,-3737,14194,-9919,18168em18332,-1nsc20467,3427,21600,7384,21600,11423v,7349,-3737,14194,-9919,18168l,11423,18332,-1xe" filled="f" strokecolor="#ffbd47 [3205]" strokeweight="16pt">
                <v:path arrowok="t" o:extrusionok="f" o:connecttype="custom" o:connectlocs="2891343,0;1842497,4664710;0,180065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4491" behindDoc="0" locked="0" layoutInCell="0" allowOverlap="1">
                <wp:simplePos x="0" y="0"/>
                <wp:positionH relativeFrom="page">
                  <wp:posOffset>3950970</wp:posOffset>
                </wp:positionH>
                <wp:positionV relativeFrom="page">
                  <wp:posOffset>3394075</wp:posOffset>
                </wp:positionV>
                <wp:extent cx="3385820" cy="3317875"/>
                <wp:effectExtent l="26670" t="22225" r="26035" b="0"/>
                <wp:wrapNone/>
                <wp:docPr id="147" name="Arc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85820" cy="3317875"/>
                        </a:xfrm>
                        <a:custGeom>
                          <a:avLst/>
                          <a:gdLst>
                            <a:gd name="G0" fmla="+- 17765 0 0"/>
                            <a:gd name="G1" fmla="+- 21600 0 0"/>
                            <a:gd name="G2" fmla="+- 21600 0 0"/>
                            <a:gd name="T0" fmla="*/ 0 w 24376"/>
                            <a:gd name="T1" fmla="*/ 9314 h 21600"/>
                            <a:gd name="T2" fmla="*/ 24376 w 24376"/>
                            <a:gd name="T3" fmla="*/ 1037 h 21600"/>
                            <a:gd name="T4" fmla="*/ 17765 w 2437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376" h="21600" fill="none" extrusionOk="0">
                              <a:moveTo>
                                <a:pt x="-1" y="9313"/>
                              </a:moveTo>
                              <a:cubicBezTo>
                                <a:pt x="4033" y="3481"/>
                                <a:pt x="10673" y="0"/>
                                <a:pt x="17765" y="0"/>
                              </a:cubicBezTo>
                              <a:cubicBezTo>
                                <a:pt x="20009" y="0"/>
                                <a:pt x="22239" y="349"/>
                                <a:pt x="24376" y="1036"/>
                              </a:cubicBezTo>
                            </a:path>
                            <a:path w="24376" h="21600" stroke="0" extrusionOk="0">
                              <a:moveTo>
                                <a:pt x="-1" y="9313"/>
                              </a:moveTo>
                              <a:cubicBezTo>
                                <a:pt x="4033" y="3481"/>
                                <a:pt x="10673" y="0"/>
                                <a:pt x="17765" y="0"/>
                              </a:cubicBezTo>
                              <a:cubicBezTo>
                                <a:pt x="20009" y="0"/>
                                <a:pt x="22239" y="349"/>
                                <a:pt x="24376" y="1036"/>
                              </a:cubicBezTo>
                              <a:lnTo>
                                <a:pt x="17765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5820A" id="Arc 696" o:spid="_x0000_s1026" style="position:absolute;margin-left:311.1pt;margin-top:267.25pt;width:266.6pt;height:261.25pt;z-index:2517544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37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" o:allowincell="f" path="m-1,9313nfc4033,3481,10673,,17765,v2244,,4474,349,6611,1036em-1,9313nsc4033,3481,10673,,17765,v2244,,4474,349,6611,1036l17765,21600,-1,9313xe" filled="f" strokecolor="#ff8427 [3207]" strokeweight="3pt">
                <v:path arrowok="t" o:extrusionok="f" o:connecttype="custom" o:connectlocs="0,1430680;3385820,159289;2467554,331787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2443" behindDoc="0" locked="0" layoutInCell="0" allowOverlap="1">
                <wp:simplePos x="0" y="0"/>
                <wp:positionH relativeFrom="page">
                  <wp:posOffset>3612515</wp:posOffset>
                </wp:positionH>
                <wp:positionV relativeFrom="page">
                  <wp:posOffset>3220085</wp:posOffset>
                </wp:positionV>
                <wp:extent cx="3761105" cy="1812925"/>
                <wp:effectExtent l="2540" t="635" r="8255" b="5715"/>
                <wp:wrapNone/>
                <wp:docPr id="146" name="Freeform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61105" cy="1812925"/>
                        </a:xfrm>
                        <a:custGeom>
                          <a:avLst/>
                          <a:gdLst>
                            <a:gd name="T0" fmla="*/ 0 w 5923"/>
                            <a:gd name="T1" fmla="*/ 2855 h 2855"/>
                            <a:gd name="T2" fmla="*/ 2417 w 5923"/>
                            <a:gd name="T3" fmla="*/ 2842 h 2855"/>
                            <a:gd name="T4" fmla="*/ 5923 w 5923"/>
                            <a:gd name="T5" fmla="*/ 1014 h 2855"/>
                            <a:gd name="T6" fmla="*/ 5886 w 5923"/>
                            <a:gd name="T7" fmla="*/ 513 h 2855"/>
                            <a:gd name="T8" fmla="*/ 0 w 5923"/>
                            <a:gd name="T9" fmla="*/ 2855 h 28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923" h="2855">
                              <a:moveTo>
                                <a:pt x="0" y="2855"/>
                              </a:moveTo>
                              <a:cubicBezTo>
                                <a:pt x="933" y="2830"/>
                                <a:pt x="2417" y="2842"/>
                                <a:pt x="2417" y="2842"/>
                              </a:cubicBezTo>
                              <a:cubicBezTo>
                                <a:pt x="2467" y="1402"/>
                                <a:pt x="4170" y="275"/>
                                <a:pt x="5923" y="1014"/>
                              </a:cubicBezTo>
                              <a:lnTo>
                                <a:pt x="5886" y="513"/>
                              </a:lnTo>
                              <a:cubicBezTo>
                                <a:pt x="4208" y="0"/>
                                <a:pt x="2229" y="113"/>
                                <a:pt x="0" y="28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2E706" id="Freeform 694" o:spid="_x0000_s1026" style="position:absolute;margin-left:284.45pt;margin-top:253.55pt;width:296.15pt;height:142.75pt;z-index:2517524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23,2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" o:allowincell="f" path="m,2855v933,-25,2417,-13,2417,-13c2467,1402,4170,275,5923,1014l5886,513c4208,,2229,113,,2855xe" stroked="f">
                <v:path arrowok="t" o:connecttype="custom" o:connectlocs="0,1812925;1534795,1804670;3761105,643890;3737610,325755;0,181292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5034" behindDoc="0" locked="0" layoutInCell="0" allowOverlap="1">
                <wp:simplePos x="0" y="0"/>
                <wp:positionH relativeFrom="page">
                  <wp:posOffset>5187315</wp:posOffset>
                </wp:positionH>
                <wp:positionV relativeFrom="page">
                  <wp:posOffset>8387715</wp:posOffset>
                </wp:positionV>
                <wp:extent cx="2145030" cy="1423035"/>
                <wp:effectExtent l="43815" t="43815" r="40005" b="0"/>
                <wp:wrapNone/>
                <wp:docPr id="145" name="Arc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030" cy="1423035"/>
                        </a:xfrm>
                        <a:custGeom>
                          <a:avLst/>
                          <a:gdLst>
                            <a:gd name="G0" fmla="+- 21420 0 0"/>
                            <a:gd name="G1" fmla="+- 21600 0 0"/>
                            <a:gd name="G2" fmla="+- 21600 0 0"/>
                            <a:gd name="T0" fmla="*/ 0 w 32586"/>
                            <a:gd name="T1" fmla="*/ 18821 h 21600"/>
                            <a:gd name="T2" fmla="*/ 32586 w 32586"/>
                            <a:gd name="T3" fmla="*/ 3110 h 21600"/>
                            <a:gd name="T4" fmla="*/ 21420 w 3258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586" h="21600" fill="none" extrusionOk="0">
                              <a:moveTo>
                                <a:pt x="-1" y="18820"/>
                              </a:moveTo>
                              <a:cubicBezTo>
                                <a:pt x="1396" y="8056"/>
                                <a:pt x="10564" y="0"/>
                                <a:pt x="21420" y="0"/>
                              </a:cubicBezTo>
                              <a:cubicBezTo>
                                <a:pt x="25355" y="0"/>
                                <a:pt x="29216" y="1075"/>
                                <a:pt x="32586" y="3109"/>
                              </a:cubicBezTo>
                            </a:path>
                            <a:path w="32586" h="21600" stroke="0" extrusionOk="0">
                              <a:moveTo>
                                <a:pt x="-1" y="18820"/>
                              </a:moveTo>
                              <a:cubicBezTo>
                                <a:pt x="1396" y="8056"/>
                                <a:pt x="10564" y="0"/>
                                <a:pt x="21420" y="0"/>
                              </a:cubicBezTo>
                              <a:cubicBezTo>
                                <a:pt x="25355" y="0"/>
                                <a:pt x="29216" y="1075"/>
                                <a:pt x="32586" y="3109"/>
                              </a:cubicBezTo>
                              <a:lnTo>
                                <a:pt x="2142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E9C97" id="Arc 676" o:spid="_x0000_s1026" style="position:absolute;margin-left:408.45pt;margin-top:660.45pt;width:168.9pt;height:112.05pt;z-index:2517350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58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" o:allowincell="f" path="m-1,18820nfc1396,8056,10564,,21420,v3935,,7796,1075,11166,3109em-1,18820nsc1396,8056,10564,,21420,v3935,,7796,1075,11166,3109l21420,21600,-1,18820xe" filled="f" strokecolor="#ffbd47 [3205]" strokeweight="6pt">
                <v:path arrowok="t" o:extrusionok="f" o:connecttype="custom" o:connectlocs="0,1239951;2145030,204891;1410009,142303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7082" behindDoc="0" locked="0" layoutInCell="0" allowOverlap="1">
                <wp:simplePos x="0" y="0"/>
                <wp:positionH relativeFrom="page">
                  <wp:posOffset>1843405</wp:posOffset>
                </wp:positionH>
                <wp:positionV relativeFrom="page">
                  <wp:posOffset>4952365</wp:posOffset>
                </wp:positionV>
                <wp:extent cx="3406775" cy="4580255"/>
                <wp:effectExtent l="0" t="104140" r="102870" b="106680"/>
                <wp:wrapNone/>
                <wp:docPr id="144" name="Arc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6775" cy="4580255"/>
                        </a:xfrm>
                        <a:custGeom>
                          <a:avLst/>
                          <a:gdLst>
                            <a:gd name="G0" fmla="+- 0 0 0"/>
                            <a:gd name="G1" fmla="+- 11423 0 0"/>
                            <a:gd name="G2" fmla="+- 21600 0 0"/>
                            <a:gd name="T0" fmla="*/ 18332 w 21600"/>
                            <a:gd name="T1" fmla="*/ 0 h 29058"/>
                            <a:gd name="T2" fmla="*/ 12473 w 21600"/>
                            <a:gd name="T3" fmla="*/ 29058 h 29058"/>
                            <a:gd name="T4" fmla="*/ 0 w 21600"/>
                            <a:gd name="T5" fmla="*/ 11423 h 290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9058" fill="none" extrusionOk="0">
                              <a:moveTo>
                                <a:pt x="18332" y="-1"/>
                              </a:moveTo>
                              <a:cubicBezTo>
                                <a:pt x="20467" y="3427"/>
                                <a:pt x="21600" y="7384"/>
                                <a:pt x="21600" y="11423"/>
                              </a:cubicBezTo>
                              <a:cubicBezTo>
                                <a:pt x="21600" y="18434"/>
                                <a:pt x="18197" y="25009"/>
                                <a:pt x="12472" y="29057"/>
                              </a:cubicBezTo>
                            </a:path>
                            <a:path w="21600" h="29058" stroke="0" extrusionOk="0">
                              <a:moveTo>
                                <a:pt x="18332" y="-1"/>
                              </a:moveTo>
                              <a:cubicBezTo>
                                <a:pt x="20467" y="3427"/>
                                <a:pt x="21600" y="7384"/>
                                <a:pt x="21600" y="11423"/>
                              </a:cubicBezTo>
                              <a:cubicBezTo>
                                <a:pt x="21600" y="18434"/>
                                <a:pt x="18197" y="25009"/>
                                <a:pt x="12472" y="29057"/>
                              </a:cubicBezTo>
                              <a:lnTo>
                                <a:pt x="0" y="11423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FB797" id="Arc 678" o:spid="_x0000_s1026" style="position:absolute;margin-left:145.15pt;margin-top:389.95pt;width:268.25pt;height:360.65pt;z-index:2517370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9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" o:allowincell="f" path="m18332,-1nfc20467,3427,21600,7384,21600,11423v,7011,-3403,13586,-9128,17634em18332,-1nsc20467,3427,21600,7384,21600,11423v,7011,-3403,13586,-9128,17634l,11423,18332,-1xe" filled="f" strokecolor="#ffbd47 [3205]" strokeweight="16pt">
                <v:path arrowok="t" o:extrusionok="f" o:connecttype="custom" o:connectlocs="2891343,0;1967255,4580255;0,1800546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6058" behindDoc="0" locked="0" layoutInCell="0" allowOverlap="1">
                <wp:simplePos x="0" y="0"/>
                <wp:positionH relativeFrom="page">
                  <wp:posOffset>3950970</wp:posOffset>
                </wp:positionH>
                <wp:positionV relativeFrom="page">
                  <wp:posOffset>8098155</wp:posOffset>
                </wp:positionV>
                <wp:extent cx="3385820" cy="3317875"/>
                <wp:effectExtent l="26670" t="20955" r="26035" b="0"/>
                <wp:wrapNone/>
                <wp:docPr id="143" name="Arc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85820" cy="3317875"/>
                        </a:xfrm>
                        <a:custGeom>
                          <a:avLst/>
                          <a:gdLst>
                            <a:gd name="G0" fmla="+- 17765 0 0"/>
                            <a:gd name="G1" fmla="+- 21600 0 0"/>
                            <a:gd name="G2" fmla="+- 21600 0 0"/>
                            <a:gd name="T0" fmla="*/ 0 w 24376"/>
                            <a:gd name="T1" fmla="*/ 9314 h 21600"/>
                            <a:gd name="T2" fmla="*/ 24376 w 24376"/>
                            <a:gd name="T3" fmla="*/ 1037 h 21600"/>
                            <a:gd name="T4" fmla="*/ 17765 w 2437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376" h="21600" fill="none" extrusionOk="0">
                              <a:moveTo>
                                <a:pt x="-1" y="9313"/>
                              </a:moveTo>
                              <a:cubicBezTo>
                                <a:pt x="4033" y="3481"/>
                                <a:pt x="10673" y="0"/>
                                <a:pt x="17765" y="0"/>
                              </a:cubicBezTo>
                              <a:cubicBezTo>
                                <a:pt x="20009" y="0"/>
                                <a:pt x="22239" y="349"/>
                                <a:pt x="24376" y="1036"/>
                              </a:cubicBezTo>
                            </a:path>
                            <a:path w="24376" h="21600" stroke="0" extrusionOk="0">
                              <a:moveTo>
                                <a:pt x="-1" y="9313"/>
                              </a:moveTo>
                              <a:cubicBezTo>
                                <a:pt x="4033" y="3481"/>
                                <a:pt x="10673" y="0"/>
                                <a:pt x="17765" y="0"/>
                              </a:cubicBezTo>
                              <a:cubicBezTo>
                                <a:pt x="20009" y="0"/>
                                <a:pt x="22239" y="349"/>
                                <a:pt x="24376" y="1036"/>
                              </a:cubicBezTo>
                              <a:lnTo>
                                <a:pt x="17765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38482" id="Arc 677" o:spid="_x0000_s1026" style="position:absolute;margin-left:311.1pt;margin-top:637.65pt;width:266.6pt;height:261.25pt;z-index:2517360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37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" o:allowincell="f" path="m-1,9313nfc4033,3481,10673,,17765,v2244,,4474,349,6611,1036em-1,9313nsc4033,3481,10673,,17765,v2244,,4474,349,6611,1036l17765,21600,-1,9313xe" filled="f" strokecolor="#ff8427 [3207]" strokeweight="3pt">
                <v:path arrowok="t" o:extrusionok="f" o:connecttype="custom" o:connectlocs="0,1430680;3385820,159289;2467554,331787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4010" behindDoc="0" locked="0" layoutInCell="0" allowOverlap="1">
                <wp:simplePos x="0" y="0"/>
                <wp:positionH relativeFrom="page">
                  <wp:posOffset>3612515</wp:posOffset>
                </wp:positionH>
                <wp:positionV relativeFrom="page">
                  <wp:posOffset>7924165</wp:posOffset>
                </wp:positionV>
                <wp:extent cx="3761105" cy="1812925"/>
                <wp:effectExtent l="2540" t="8890" r="8255" b="6985"/>
                <wp:wrapNone/>
                <wp:docPr id="142" name="Freeform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61105" cy="1812925"/>
                        </a:xfrm>
                        <a:custGeom>
                          <a:avLst/>
                          <a:gdLst>
                            <a:gd name="T0" fmla="*/ 0 w 5923"/>
                            <a:gd name="T1" fmla="*/ 2855 h 2855"/>
                            <a:gd name="T2" fmla="*/ 2417 w 5923"/>
                            <a:gd name="T3" fmla="*/ 2842 h 2855"/>
                            <a:gd name="T4" fmla="*/ 5923 w 5923"/>
                            <a:gd name="T5" fmla="*/ 1014 h 2855"/>
                            <a:gd name="T6" fmla="*/ 5886 w 5923"/>
                            <a:gd name="T7" fmla="*/ 513 h 2855"/>
                            <a:gd name="T8" fmla="*/ 0 w 5923"/>
                            <a:gd name="T9" fmla="*/ 2855 h 28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923" h="2855">
                              <a:moveTo>
                                <a:pt x="0" y="2855"/>
                              </a:moveTo>
                              <a:cubicBezTo>
                                <a:pt x="933" y="2830"/>
                                <a:pt x="2417" y="2842"/>
                                <a:pt x="2417" y="2842"/>
                              </a:cubicBezTo>
                              <a:cubicBezTo>
                                <a:pt x="2467" y="1402"/>
                                <a:pt x="4170" y="275"/>
                                <a:pt x="5923" y="1014"/>
                              </a:cubicBezTo>
                              <a:lnTo>
                                <a:pt x="5886" y="513"/>
                              </a:lnTo>
                              <a:cubicBezTo>
                                <a:pt x="4208" y="0"/>
                                <a:pt x="2229" y="113"/>
                                <a:pt x="0" y="28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AC283" id="Freeform 675" o:spid="_x0000_s1026" style="position:absolute;margin-left:284.45pt;margin-top:623.95pt;width:296.15pt;height:142.75pt;z-index:2517340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23,2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" o:allowincell="f" path="m,2855v933,-25,2417,-13,2417,-13c2467,1402,4170,275,5923,1014l5886,513c4208,,2229,113,,2855xe" stroked="f">
                <v:path arrowok="t" o:connecttype="custom" o:connectlocs="0,1812925;1534795,1804670;3761105,643890;3737610,325755;0,181292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2986" behindDoc="0" locked="0" layoutInCell="0" allowOverlap="1">
                <wp:simplePos x="0" y="0"/>
                <wp:positionH relativeFrom="page">
                  <wp:posOffset>5167630</wp:posOffset>
                </wp:positionH>
                <wp:positionV relativeFrom="page">
                  <wp:posOffset>6040120</wp:posOffset>
                </wp:positionV>
                <wp:extent cx="2186940" cy="2782570"/>
                <wp:effectExtent l="43180" t="39370" r="46355" b="0"/>
                <wp:wrapNone/>
                <wp:docPr id="141" name="Arc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6940" cy="2782570"/>
                        </a:xfrm>
                        <a:custGeom>
                          <a:avLst/>
                          <a:gdLst>
                            <a:gd name="G0" fmla="+- 7206 0 0"/>
                            <a:gd name="G1" fmla="+- 21600 0 0"/>
                            <a:gd name="G2" fmla="+- 21600 0 0"/>
                            <a:gd name="T0" fmla="*/ 0 w 16984"/>
                            <a:gd name="T1" fmla="*/ 1237 h 21600"/>
                            <a:gd name="T2" fmla="*/ 16984 w 16984"/>
                            <a:gd name="T3" fmla="*/ 2340 h 21600"/>
                            <a:gd name="T4" fmla="*/ 7206 w 16984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984" h="21600" fill="none" extrusionOk="0">
                              <a:moveTo>
                                <a:pt x="0" y="1237"/>
                              </a:moveTo>
                              <a:cubicBezTo>
                                <a:pt x="2314" y="418"/>
                                <a:pt x="4751" y="0"/>
                                <a:pt x="7206" y="0"/>
                              </a:cubicBezTo>
                              <a:cubicBezTo>
                                <a:pt x="10604" y="0"/>
                                <a:pt x="13954" y="801"/>
                                <a:pt x="16984" y="2339"/>
                              </a:cubicBezTo>
                            </a:path>
                            <a:path w="16984" h="21600" stroke="0" extrusionOk="0">
                              <a:moveTo>
                                <a:pt x="0" y="1237"/>
                              </a:moveTo>
                              <a:cubicBezTo>
                                <a:pt x="2314" y="418"/>
                                <a:pt x="4751" y="0"/>
                                <a:pt x="7206" y="0"/>
                              </a:cubicBezTo>
                              <a:cubicBezTo>
                                <a:pt x="10604" y="0"/>
                                <a:pt x="13954" y="801"/>
                                <a:pt x="16984" y="2339"/>
                              </a:cubicBezTo>
                              <a:lnTo>
                                <a:pt x="720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8FDDF" id="Arc 674" o:spid="_x0000_s1026" style="position:absolute;margin-left:406.9pt;margin-top:475.6pt;width:172.2pt;height:219.1pt;z-index:2517329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984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" o:allowincell="f" path="m,1237nfc2314,418,4751,,7206,v3398,,6748,801,9778,2339em,1237nsc2314,418,4751,,7206,v3398,,6748,801,9778,2339l7206,21600,,1237xe" filled="f" strokecolor="#ff8427 [3207]" strokeweight="6pt">
                <v:path arrowok="t" o:extrusionok="f" o:connecttype="custom" o:connectlocs="0,159354;2186940,301445;927879,278257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1962" behindDoc="0" locked="0" layoutInCell="0" allowOverlap="1">
                <wp:simplePos x="0" y="0"/>
                <wp:positionH relativeFrom="page">
                  <wp:posOffset>5073650</wp:posOffset>
                </wp:positionH>
                <wp:positionV relativeFrom="page">
                  <wp:posOffset>5650230</wp:posOffset>
                </wp:positionV>
                <wp:extent cx="2262505" cy="2782570"/>
                <wp:effectExtent l="25400" t="20955" r="26670" b="0"/>
                <wp:wrapNone/>
                <wp:docPr id="140" name="Arc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2505" cy="2782570"/>
                        </a:xfrm>
                        <a:custGeom>
                          <a:avLst/>
                          <a:gdLst>
                            <a:gd name="G0" fmla="+- 7396 0 0"/>
                            <a:gd name="G1" fmla="+- 21600 0 0"/>
                            <a:gd name="G2" fmla="+- 21600 0 0"/>
                            <a:gd name="T0" fmla="*/ 0 w 17566"/>
                            <a:gd name="T1" fmla="*/ 1306 h 21600"/>
                            <a:gd name="T2" fmla="*/ 17566 w 17566"/>
                            <a:gd name="T3" fmla="*/ 2544 h 21600"/>
                            <a:gd name="T4" fmla="*/ 7396 w 1756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566" h="21600" fill="none" extrusionOk="0">
                              <a:moveTo>
                                <a:pt x="-1" y="1305"/>
                              </a:moveTo>
                              <a:cubicBezTo>
                                <a:pt x="2370" y="441"/>
                                <a:pt x="4873" y="0"/>
                                <a:pt x="7396" y="0"/>
                              </a:cubicBezTo>
                              <a:cubicBezTo>
                                <a:pt x="10943" y="0"/>
                                <a:pt x="14436" y="873"/>
                                <a:pt x="17565" y="2544"/>
                              </a:cubicBezTo>
                            </a:path>
                            <a:path w="17566" h="21600" stroke="0" extrusionOk="0">
                              <a:moveTo>
                                <a:pt x="-1" y="1305"/>
                              </a:moveTo>
                              <a:cubicBezTo>
                                <a:pt x="2370" y="441"/>
                                <a:pt x="4873" y="0"/>
                                <a:pt x="7396" y="0"/>
                              </a:cubicBezTo>
                              <a:cubicBezTo>
                                <a:pt x="10943" y="0"/>
                                <a:pt x="14436" y="873"/>
                                <a:pt x="17565" y="2544"/>
                              </a:cubicBezTo>
                              <a:lnTo>
                                <a:pt x="739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FDACA" id="Arc 673" o:spid="_x0000_s1026" style="position:absolute;margin-left:399.5pt;margin-top:444.9pt;width:178.15pt;height:219.1pt;z-index:251731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56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" o:allowincell="f" path="m-1,1305nfc2370,441,4873,,7396,v3547,,7040,873,10169,2544em-1,1305nsc2370,441,4873,,7396,v3547,,7040,873,10169,2544l7396,21600,-1,1305xe" filled="f" strokecolor="#ffbd47 [3205]" strokeweight="3pt">
                <v:path arrowok="t" o:extrusionok="f" o:connecttype="custom" o:connectlocs="0,168242;2262505,327725;952607,278257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0938" behindDoc="0" locked="0" layoutInCell="0" allowOverlap="1">
                <wp:simplePos x="0" y="0"/>
                <wp:positionH relativeFrom="page">
                  <wp:posOffset>5099685</wp:posOffset>
                </wp:positionH>
                <wp:positionV relativeFrom="page">
                  <wp:posOffset>5499100</wp:posOffset>
                </wp:positionV>
                <wp:extent cx="2266315" cy="810895"/>
                <wp:effectExtent l="3810" t="3175" r="6350" b="5080"/>
                <wp:wrapNone/>
                <wp:docPr id="139" name="Freeform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6315" cy="810895"/>
                        </a:xfrm>
                        <a:custGeom>
                          <a:avLst/>
                          <a:gdLst>
                            <a:gd name="T0" fmla="*/ 0 w 3569"/>
                            <a:gd name="T1" fmla="*/ 576 h 1277"/>
                            <a:gd name="T2" fmla="*/ 138 w 3569"/>
                            <a:gd name="T3" fmla="*/ 1114 h 1277"/>
                            <a:gd name="T4" fmla="*/ 3531 w 3569"/>
                            <a:gd name="T5" fmla="*/ 1277 h 1277"/>
                            <a:gd name="T6" fmla="*/ 3569 w 3569"/>
                            <a:gd name="T7" fmla="*/ 789 h 1277"/>
                            <a:gd name="T8" fmla="*/ 0 w 3569"/>
                            <a:gd name="T9" fmla="*/ 576 h 12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69" h="1277">
                              <a:moveTo>
                                <a:pt x="0" y="576"/>
                              </a:moveTo>
                              <a:cubicBezTo>
                                <a:pt x="69" y="845"/>
                                <a:pt x="138" y="1114"/>
                                <a:pt x="138" y="1114"/>
                              </a:cubicBezTo>
                              <a:cubicBezTo>
                                <a:pt x="1916" y="626"/>
                                <a:pt x="2392" y="939"/>
                                <a:pt x="3531" y="1277"/>
                              </a:cubicBezTo>
                              <a:lnTo>
                                <a:pt x="3569" y="789"/>
                              </a:lnTo>
                              <a:cubicBezTo>
                                <a:pt x="2892" y="250"/>
                                <a:pt x="576" y="0"/>
                                <a:pt x="0" y="5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172F0" id="Freeform 672" o:spid="_x0000_s1026" style="position:absolute;margin-left:401.55pt;margin-top:433pt;width:178.45pt;height:63.85pt;z-index:251730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569,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" o:allowincell="f" path="m,576v69,269,138,538,138,538c1916,626,2392,939,3531,1277r38,-488c2892,250,576,,,576xe" stroked="f">
                <v:path arrowok="t" o:connecttype="custom" o:connectlocs="0,365760;87630,707390;2242185,810895;2266315,501015;0,36576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9914" behindDoc="0" locked="0" layoutInCell="0" allowOverlap="1">
                <wp:simplePos x="0" y="0"/>
                <wp:positionH relativeFrom="page">
                  <wp:posOffset>5115560</wp:posOffset>
                </wp:positionH>
                <wp:positionV relativeFrom="page">
                  <wp:posOffset>7424420</wp:posOffset>
                </wp:positionV>
                <wp:extent cx="2290445" cy="3068320"/>
                <wp:effectExtent l="105410" t="109220" r="109220" b="0"/>
                <wp:wrapNone/>
                <wp:docPr id="138" name="Arc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0445" cy="3068320"/>
                        </a:xfrm>
                        <a:custGeom>
                          <a:avLst/>
                          <a:gdLst>
                            <a:gd name="G0" fmla="+- 8727 0 0"/>
                            <a:gd name="G1" fmla="+- 21600 0 0"/>
                            <a:gd name="G2" fmla="+- 21600 0 0"/>
                            <a:gd name="T0" fmla="*/ 0 w 16118"/>
                            <a:gd name="T1" fmla="*/ 1842 h 21600"/>
                            <a:gd name="T2" fmla="*/ 16118 w 16118"/>
                            <a:gd name="T3" fmla="*/ 1304 h 21600"/>
                            <a:gd name="T4" fmla="*/ 8727 w 16118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118" h="21600" fill="none" extrusionOk="0">
                              <a:moveTo>
                                <a:pt x="-1" y="1841"/>
                              </a:moveTo>
                              <a:cubicBezTo>
                                <a:pt x="2749" y="627"/>
                                <a:pt x="5721" y="0"/>
                                <a:pt x="8727" y="0"/>
                              </a:cubicBezTo>
                              <a:cubicBezTo>
                                <a:pt x="11247" y="0"/>
                                <a:pt x="13749" y="441"/>
                                <a:pt x="16118" y="1303"/>
                              </a:cubicBezTo>
                            </a:path>
                            <a:path w="16118" h="21600" stroke="0" extrusionOk="0">
                              <a:moveTo>
                                <a:pt x="-1" y="1841"/>
                              </a:moveTo>
                              <a:cubicBezTo>
                                <a:pt x="2749" y="627"/>
                                <a:pt x="5721" y="0"/>
                                <a:pt x="8727" y="0"/>
                              </a:cubicBezTo>
                              <a:cubicBezTo>
                                <a:pt x="11247" y="0"/>
                                <a:pt x="13749" y="441"/>
                                <a:pt x="16118" y="1303"/>
                              </a:cubicBezTo>
                              <a:lnTo>
                                <a:pt x="8727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2F9BB" id="Arc 671" o:spid="_x0000_s1026" style="position:absolute;margin-left:402.8pt;margin-top:584.6pt;width:180.35pt;height:241.6pt;z-index:2517299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11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" o:allowincell="f" path="m-1,1841nfc2749,627,5721,,8727,v2520,,5022,441,7391,1303em-1,1841nsc2749,627,5721,,8727,v2520,,5022,441,7391,1303l8727,21600,-1,1841xe" filled="f" strokecolor="white [3212]" strokeweight="16pt">
                <v:path arrowok="t" o:extrusionok="f" o:connecttype="custom" o:connectlocs="0,261660;2290445,185236;1240148,306832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8890" behindDoc="0" locked="0" layoutInCell="0" allowOverlap="1">
                <wp:simplePos x="0" y="0"/>
                <wp:positionH relativeFrom="page">
                  <wp:posOffset>5020310</wp:posOffset>
                </wp:positionH>
                <wp:positionV relativeFrom="page">
                  <wp:posOffset>5991860</wp:posOffset>
                </wp:positionV>
                <wp:extent cx="2329815" cy="1781175"/>
                <wp:effectExtent l="635" t="635" r="3175" b="8890"/>
                <wp:wrapNone/>
                <wp:docPr id="137" name="Freeform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29815" cy="1781175"/>
                        </a:xfrm>
                        <a:custGeom>
                          <a:avLst/>
                          <a:gdLst>
                            <a:gd name="T0" fmla="*/ 147 w 3669"/>
                            <a:gd name="T1" fmla="*/ 395 h 2805"/>
                            <a:gd name="T2" fmla="*/ 0 w 3669"/>
                            <a:gd name="T3" fmla="*/ 2805 h 2805"/>
                            <a:gd name="T4" fmla="*/ 3669 w 3669"/>
                            <a:gd name="T5" fmla="*/ 2542 h 2805"/>
                            <a:gd name="T6" fmla="*/ 3669 w 3669"/>
                            <a:gd name="T7" fmla="*/ 551 h 2805"/>
                            <a:gd name="T8" fmla="*/ 147 w 3669"/>
                            <a:gd name="T9" fmla="*/ 395 h 28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69" h="2805">
                              <a:moveTo>
                                <a:pt x="147" y="395"/>
                              </a:moveTo>
                              <a:cubicBezTo>
                                <a:pt x="513" y="1603"/>
                                <a:pt x="0" y="2805"/>
                                <a:pt x="0" y="2805"/>
                              </a:cubicBezTo>
                              <a:cubicBezTo>
                                <a:pt x="852" y="2166"/>
                                <a:pt x="2542" y="2229"/>
                                <a:pt x="3669" y="2542"/>
                              </a:cubicBezTo>
                              <a:lnTo>
                                <a:pt x="3669" y="551"/>
                              </a:lnTo>
                              <a:cubicBezTo>
                                <a:pt x="2842" y="38"/>
                                <a:pt x="889" y="0"/>
                                <a:pt x="147" y="39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78BA1" id="Freeform 670" o:spid="_x0000_s1026" style="position:absolute;margin-left:395.3pt;margin-top:471.8pt;width:183.45pt;height:140.25pt;z-index:2517288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669,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" o:allowincell="f" path="m147,395c513,1603,,2805,,2805,852,2166,2542,2229,3669,2542r,-1991c2842,38,889,,147,395xe" fillcolor="#ff8427 [3207]" stroked="f">
                <v:path arrowok="t" o:connecttype="custom" o:connectlocs="93345,250825;0,1781175;2329815,1614170;2329815,349885;93345,25082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7866" behindDoc="0" locked="0" layoutInCell="0" allowOverlap="1">
                <wp:simplePos x="0" y="0"/>
                <wp:positionH relativeFrom="page">
                  <wp:posOffset>731520</wp:posOffset>
                </wp:positionH>
                <wp:positionV relativeFrom="page">
                  <wp:posOffset>4913630</wp:posOffset>
                </wp:positionV>
                <wp:extent cx="3749040" cy="3079750"/>
                <wp:effectExtent l="45720" t="0" r="43815" b="45720"/>
                <wp:wrapNone/>
                <wp:docPr id="136" name="Arc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9040" cy="3079750"/>
                        </a:xfrm>
                        <a:custGeom>
                          <a:avLst/>
                          <a:gdLst>
                            <a:gd name="G0" fmla="+- 4699 0 0"/>
                            <a:gd name="G1" fmla="+- 0 0 0"/>
                            <a:gd name="G2" fmla="+- 21600 0 0"/>
                            <a:gd name="T0" fmla="*/ 26295 w 26295"/>
                            <a:gd name="T1" fmla="*/ 392 h 21600"/>
                            <a:gd name="T2" fmla="*/ 0 w 26295"/>
                            <a:gd name="T3" fmla="*/ 21083 h 21600"/>
                            <a:gd name="T4" fmla="*/ 4699 w 26295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295" h="21600" fill="none" extrusionOk="0">
                              <a:moveTo>
                                <a:pt x="26295" y="392"/>
                              </a:moveTo>
                              <a:cubicBezTo>
                                <a:pt x="26081" y="12166"/>
                                <a:pt x="16475" y="21600"/>
                                <a:pt x="4699" y="21600"/>
                              </a:cubicBezTo>
                              <a:cubicBezTo>
                                <a:pt x="3118" y="21600"/>
                                <a:pt x="1542" y="21426"/>
                                <a:pt x="0" y="21082"/>
                              </a:cubicBezTo>
                            </a:path>
                            <a:path w="26295" h="21600" stroke="0" extrusionOk="0">
                              <a:moveTo>
                                <a:pt x="26295" y="392"/>
                              </a:moveTo>
                              <a:cubicBezTo>
                                <a:pt x="26081" y="12166"/>
                                <a:pt x="16475" y="21600"/>
                                <a:pt x="4699" y="21600"/>
                              </a:cubicBezTo>
                              <a:cubicBezTo>
                                <a:pt x="3118" y="21600"/>
                                <a:pt x="1542" y="21426"/>
                                <a:pt x="0" y="21082"/>
                              </a:cubicBezTo>
                              <a:lnTo>
                                <a:pt x="4699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44AE6" id="Arc 669" o:spid="_x0000_s1026" style="position:absolute;margin-left:57.6pt;margin-top:386.9pt;width:295.2pt;height:242.5pt;z-index:2517278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29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" o:allowincell="f" path="m26295,392nfc26081,12166,16475,21600,4699,21600,3118,21600,1542,21426,,21082em26295,392nsc26081,12166,16475,21600,4699,21600,3118,21600,1542,21426,,21082l4699,,26295,392xe" filled="f" strokecolor="#ffbd47 [3205]" strokeweight="6pt">
                <v:path arrowok="t" o:extrusionok="f" o:connecttype="custom" o:connectlocs="3749040,55892;0,3006036;669965,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6842" behindDoc="0" locked="0" layoutInCell="0" allowOverlap="1">
                <wp:simplePos x="0" y="0"/>
                <wp:positionH relativeFrom="page">
                  <wp:posOffset>778510</wp:posOffset>
                </wp:positionH>
                <wp:positionV relativeFrom="page">
                  <wp:posOffset>5019040</wp:posOffset>
                </wp:positionV>
                <wp:extent cx="3843020" cy="3528695"/>
                <wp:effectExtent l="26035" t="27940" r="26670" b="24765"/>
                <wp:wrapNone/>
                <wp:docPr id="135" name="Arc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3020" cy="3528695"/>
                        </a:xfrm>
                        <a:custGeom>
                          <a:avLst/>
                          <a:gdLst>
                            <a:gd name="G0" fmla="+- 5844 0 0"/>
                            <a:gd name="G1" fmla="+- 3604 0 0"/>
                            <a:gd name="G2" fmla="+- 21600 0 0"/>
                            <a:gd name="T0" fmla="*/ 27141 w 27444"/>
                            <a:gd name="T1" fmla="*/ 0 h 25204"/>
                            <a:gd name="T2" fmla="*/ 0 w 27444"/>
                            <a:gd name="T3" fmla="*/ 24398 h 25204"/>
                            <a:gd name="T4" fmla="*/ 5844 w 27444"/>
                            <a:gd name="T5" fmla="*/ 3604 h 2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444" h="25204" fill="none" extrusionOk="0">
                              <a:moveTo>
                                <a:pt x="27141" y="-1"/>
                              </a:moveTo>
                              <a:cubicBezTo>
                                <a:pt x="27342" y="1190"/>
                                <a:pt x="27444" y="2396"/>
                                <a:pt x="27444" y="3604"/>
                              </a:cubicBezTo>
                              <a:cubicBezTo>
                                <a:pt x="27444" y="15533"/>
                                <a:pt x="17773" y="25204"/>
                                <a:pt x="5844" y="25204"/>
                              </a:cubicBezTo>
                              <a:cubicBezTo>
                                <a:pt x="3868" y="25204"/>
                                <a:pt x="1901" y="24932"/>
                                <a:pt x="-1" y="24398"/>
                              </a:cubicBezTo>
                            </a:path>
                            <a:path w="27444" h="25204" stroke="0" extrusionOk="0">
                              <a:moveTo>
                                <a:pt x="27141" y="-1"/>
                              </a:moveTo>
                              <a:cubicBezTo>
                                <a:pt x="27342" y="1190"/>
                                <a:pt x="27444" y="2396"/>
                                <a:pt x="27444" y="3604"/>
                              </a:cubicBezTo>
                              <a:cubicBezTo>
                                <a:pt x="27444" y="15533"/>
                                <a:pt x="17773" y="25204"/>
                                <a:pt x="5844" y="25204"/>
                              </a:cubicBezTo>
                              <a:cubicBezTo>
                                <a:pt x="3868" y="25204"/>
                                <a:pt x="1901" y="24932"/>
                                <a:pt x="-1" y="24398"/>
                              </a:cubicBezTo>
                              <a:lnTo>
                                <a:pt x="5844" y="3604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DA25E" id="Arc 668" o:spid="_x0000_s1026" style="position:absolute;margin-left:61.3pt;margin-top:395.2pt;width:302.6pt;height:277.85pt;z-index:2517268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444,2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" o:allowincell="f" path="m27141,-1nfc27342,1190,27444,2396,27444,3604v,11929,-9671,21600,-21600,21600c3868,25204,1901,24932,-1,24398em27141,-1nsc27342,1190,27444,2396,27444,3604v,11929,-9671,21600,-21600,21600c3868,25204,1901,24932,-1,24398l5844,3604,27141,-1xe" filled="f" strokecolor="#ffbd47 [3205]" strokeweight="3pt">
                <v:path arrowok="t" o:extrusionok="f" o:connecttype="custom" o:connectlocs="3800591,0;0,3415851;818343,504579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5818" behindDoc="0" locked="0" layoutInCell="0" allowOverlap="1">
                <wp:simplePos x="0" y="0"/>
                <wp:positionH relativeFrom="page">
                  <wp:posOffset>726440</wp:posOffset>
                </wp:positionH>
                <wp:positionV relativeFrom="page">
                  <wp:posOffset>4934585</wp:posOffset>
                </wp:positionV>
                <wp:extent cx="4222115" cy="4135120"/>
                <wp:effectExtent l="2540" t="635" r="4445" b="7620"/>
                <wp:wrapNone/>
                <wp:docPr id="134" name="Freeform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22115" cy="4135120"/>
                        </a:xfrm>
                        <a:custGeom>
                          <a:avLst/>
                          <a:gdLst>
                            <a:gd name="T0" fmla="*/ 75 w 6649"/>
                            <a:gd name="T1" fmla="*/ 4746 h 6512"/>
                            <a:gd name="T2" fmla="*/ 0 w 6649"/>
                            <a:gd name="T3" fmla="*/ 5472 h 6512"/>
                            <a:gd name="T4" fmla="*/ 6048 w 6649"/>
                            <a:gd name="T5" fmla="*/ 0 h 6512"/>
                            <a:gd name="T6" fmla="*/ 5910 w 6649"/>
                            <a:gd name="T7" fmla="*/ 0 h 6512"/>
                            <a:gd name="T8" fmla="*/ 75 w 6649"/>
                            <a:gd name="T9" fmla="*/ 4746 h 6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9" h="6512">
                              <a:moveTo>
                                <a:pt x="75" y="4746"/>
                              </a:moveTo>
                              <a:cubicBezTo>
                                <a:pt x="75" y="4746"/>
                                <a:pt x="0" y="4479"/>
                                <a:pt x="0" y="5472"/>
                              </a:cubicBezTo>
                              <a:cubicBezTo>
                                <a:pt x="3218" y="6512"/>
                                <a:pt x="6649" y="3694"/>
                                <a:pt x="6048" y="0"/>
                              </a:cubicBezTo>
                              <a:lnTo>
                                <a:pt x="5910" y="0"/>
                              </a:lnTo>
                              <a:cubicBezTo>
                                <a:pt x="5597" y="3694"/>
                                <a:pt x="2605" y="5196"/>
                                <a:pt x="75" y="474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74ED3" id="Freeform 667" o:spid="_x0000_s1026" style="position:absolute;margin-left:57.2pt;margin-top:388.55pt;width:332.45pt;height:325.6pt;z-index:2517258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649,6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" o:allowincell="f" path="m75,4746v,,-75,-267,-75,726c3218,6512,6649,3694,6048,l5910,c5597,3694,2605,5196,75,4746xe" stroked="f">
                <v:path arrowok="t" o:connecttype="custom" o:connectlocs="47625,3013710;0,3474720;3840480,0;3752850,0;47625,30137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4794" behindDoc="0" locked="0" layoutInCell="0" allowOverlap="1">
                <wp:simplePos x="0" y="0"/>
                <wp:positionH relativeFrom="page">
                  <wp:posOffset>720725</wp:posOffset>
                </wp:positionH>
                <wp:positionV relativeFrom="page">
                  <wp:posOffset>3717925</wp:posOffset>
                </wp:positionV>
                <wp:extent cx="3297555" cy="3068955"/>
                <wp:effectExtent l="101600" t="0" r="106045" b="109220"/>
                <wp:wrapNone/>
                <wp:docPr id="133" name="Arc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7555" cy="3068955"/>
                        </a:xfrm>
                        <a:custGeom>
                          <a:avLst/>
                          <a:gdLst>
                            <a:gd name="G0" fmla="+- 3361 0 0"/>
                            <a:gd name="G1" fmla="+- 0 0 0"/>
                            <a:gd name="G2" fmla="+- 21600 0 0"/>
                            <a:gd name="T0" fmla="*/ 23207 w 23207"/>
                            <a:gd name="T1" fmla="*/ 8527 h 21600"/>
                            <a:gd name="T2" fmla="*/ 0 w 23207"/>
                            <a:gd name="T3" fmla="*/ 21337 h 21600"/>
                            <a:gd name="T4" fmla="*/ 3361 w 23207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3207" h="21600" fill="none" extrusionOk="0">
                              <a:moveTo>
                                <a:pt x="23206" y="8526"/>
                              </a:moveTo>
                              <a:cubicBezTo>
                                <a:pt x="19798" y="16459"/>
                                <a:pt x="11994" y="21600"/>
                                <a:pt x="3361" y="21600"/>
                              </a:cubicBezTo>
                              <a:cubicBezTo>
                                <a:pt x="2235" y="21600"/>
                                <a:pt x="1111" y="21512"/>
                                <a:pt x="0" y="21336"/>
                              </a:cubicBezTo>
                            </a:path>
                            <a:path w="23207" h="21600" stroke="0" extrusionOk="0">
                              <a:moveTo>
                                <a:pt x="23206" y="8526"/>
                              </a:moveTo>
                              <a:cubicBezTo>
                                <a:pt x="19798" y="16459"/>
                                <a:pt x="11994" y="21600"/>
                                <a:pt x="3361" y="21600"/>
                              </a:cubicBezTo>
                              <a:cubicBezTo>
                                <a:pt x="2235" y="21600"/>
                                <a:pt x="1111" y="21512"/>
                                <a:pt x="0" y="21336"/>
                              </a:cubicBezTo>
                              <a:lnTo>
                                <a:pt x="3361" y="0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0DED3" id="Arc 666" o:spid="_x0000_s1026" style="position:absolute;margin-left:56.75pt;margin-top:292.75pt;width:259.65pt;height:241.65pt;z-index:2517247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320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" o:allowincell="f" path="m23206,8526nfc19798,16459,11994,21600,3361,21600v-1126,,-2250,-88,-3361,-264em23206,8526nsc19798,16459,11994,21600,3361,21600v-1126,,-2250,-88,-3361,-264l3361,,23206,8526xe" filled="f" strokecolor="white [3212]" strokeweight="16pt">
                <v:path arrowok="t" o:extrusionok="f" o:connecttype="custom" o:connectlocs="3297555,1211527;0,3031588;477575,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3770" behindDoc="0" locked="0" layoutInCell="0" allowOverlap="1">
                <wp:simplePos x="0" y="0"/>
                <wp:positionH relativeFrom="page">
                  <wp:posOffset>742315</wp:posOffset>
                </wp:positionH>
                <wp:positionV relativeFrom="page">
                  <wp:posOffset>4989830</wp:posOffset>
                </wp:positionV>
                <wp:extent cx="3713480" cy="3133090"/>
                <wp:effectExtent l="8890" t="8255" r="1905" b="1905"/>
                <wp:wrapNone/>
                <wp:docPr id="132" name="Freeform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3480" cy="3133090"/>
                        </a:xfrm>
                        <a:custGeom>
                          <a:avLst/>
                          <a:gdLst>
                            <a:gd name="T0" fmla="*/ 0 w 5848"/>
                            <a:gd name="T1" fmla="*/ 2755 h 4934"/>
                            <a:gd name="T2" fmla="*/ 25 w 5848"/>
                            <a:gd name="T3" fmla="*/ 4608 h 4934"/>
                            <a:gd name="T4" fmla="*/ 5848 w 5848"/>
                            <a:gd name="T5" fmla="*/ 13 h 4934"/>
                            <a:gd name="T6" fmla="*/ 5209 w 5848"/>
                            <a:gd name="T7" fmla="*/ 0 h 4934"/>
                            <a:gd name="T8" fmla="*/ 0 w 5848"/>
                            <a:gd name="T9" fmla="*/ 2755 h 49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48" h="4934">
                              <a:moveTo>
                                <a:pt x="0" y="2755"/>
                              </a:moveTo>
                              <a:cubicBezTo>
                                <a:pt x="0" y="2755"/>
                                <a:pt x="25" y="3754"/>
                                <a:pt x="25" y="4608"/>
                              </a:cubicBezTo>
                              <a:cubicBezTo>
                                <a:pt x="2229" y="4934"/>
                                <a:pt x="5472" y="4108"/>
                                <a:pt x="5848" y="13"/>
                              </a:cubicBezTo>
                              <a:lnTo>
                                <a:pt x="5209" y="0"/>
                              </a:lnTo>
                              <a:cubicBezTo>
                                <a:pt x="4120" y="1941"/>
                                <a:pt x="2466" y="2940"/>
                                <a:pt x="0" y="27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09F9E" id="Freeform 665" o:spid="_x0000_s1026" style="position:absolute;margin-left:58.45pt;margin-top:392.9pt;width:292.4pt;height:246.7pt;z-index:2517237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48,4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" o:allowincell="f" path="m,2755v,,25,999,25,1853c2229,4934,5472,4108,5848,13l5209,c4120,1941,2466,2940,,2755xe" fillcolor="#ff8427 [3207]" stroked="f">
                <v:path arrowok="t" o:connecttype="custom" o:connectlocs="0,1749425;15875,2926080;3713480,8255;3307715,0;0,174942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2746" behindDoc="0" locked="0" layoutInCell="0" allowOverlap="1">
                <wp:simplePos x="0" y="0"/>
                <wp:positionH relativeFrom="page">
                  <wp:posOffset>735330</wp:posOffset>
                </wp:positionH>
                <wp:positionV relativeFrom="page">
                  <wp:posOffset>4131310</wp:posOffset>
                </wp:positionV>
                <wp:extent cx="1715770" cy="1518920"/>
                <wp:effectExtent l="40005" t="0" r="44450" b="45720"/>
                <wp:wrapNone/>
                <wp:docPr id="131" name="Arc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5770" cy="1518920"/>
                        </a:xfrm>
                        <a:custGeom>
                          <a:avLst/>
                          <a:gdLst>
                            <a:gd name="G0" fmla="+- 6687 0 0"/>
                            <a:gd name="G1" fmla="+- 0 0 0"/>
                            <a:gd name="G2" fmla="+- 21600 0 0"/>
                            <a:gd name="T0" fmla="*/ 24411 w 24411"/>
                            <a:gd name="T1" fmla="*/ 12345 h 21600"/>
                            <a:gd name="T2" fmla="*/ 0 w 24411"/>
                            <a:gd name="T3" fmla="*/ 20539 h 21600"/>
                            <a:gd name="T4" fmla="*/ 6687 w 24411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411" h="21600" fill="none" extrusionOk="0">
                              <a:moveTo>
                                <a:pt x="24411" y="12345"/>
                              </a:moveTo>
                              <a:cubicBezTo>
                                <a:pt x="20372" y="18143"/>
                                <a:pt x="13753" y="21600"/>
                                <a:pt x="6687" y="21600"/>
                              </a:cubicBezTo>
                              <a:cubicBezTo>
                                <a:pt x="4416" y="21600"/>
                                <a:pt x="2159" y="21241"/>
                                <a:pt x="0" y="20538"/>
                              </a:cubicBezTo>
                            </a:path>
                            <a:path w="24411" h="21600" stroke="0" extrusionOk="0">
                              <a:moveTo>
                                <a:pt x="24411" y="12345"/>
                              </a:moveTo>
                              <a:cubicBezTo>
                                <a:pt x="20372" y="18143"/>
                                <a:pt x="13753" y="21600"/>
                                <a:pt x="6687" y="21600"/>
                              </a:cubicBezTo>
                              <a:cubicBezTo>
                                <a:pt x="4416" y="21600"/>
                                <a:pt x="2159" y="21241"/>
                                <a:pt x="0" y="20538"/>
                              </a:cubicBezTo>
                              <a:lnTo>
                                <a:pt x="6687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81502" id="Arc 664" o:spid="_x0000_s1026" style="position:absolute;margin-left:57.9pt;margin-top:325.3pt;width:135.1pt;height:119.6pt;z-index:2517227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1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" o:allowincell="f" path="m24411,12345nfc20372,18143,13753,21600,6687,21600,4416,21600,2159,21241,,20538em24411,12345nsc20372,18143,13753,21600,6687,21600,4416,21600,2159,21241,,20538l6687,,24411,12345xe" filled="f" strokecolor="#ffbd47 [3205]" strokeweight="6pt">
                <v:path arrowok="t" o:extrusionok="f" o:connecttype="custom" o:connectlocs="1715770,868105;0,1444310;470008,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1722" behindDoc="0" locked="0" layoutInCell="0" allowOverlap="1">
                <wp:simplePos x="0" y="0"/>
                <wp:positionH relativeFrom="page">
                  <wp:posOffset>748665</wp:posOffset>
                </wp:positionH>
                <wp:positionV relativeFrom="page">
                  <wp:posOffset>3108325</wp:posOffset>
                </wp:positionV>
                <wp:extent cx="2553335" cy="3018155"/>
                <wp:effectExtent l="24765" t="0" r="22225" b="26670"/>
                <wp:wrapNone/>
                <wp:docPr id="130" name="Arc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53335" cy="3018155"/>
                        </a:xfrm>
                        <a:custGeom>
                          <a:avLst/>
                          <a:gdLst>
                            <a:gd name="G0" fmla="+- 3406 0 0"/>
                            <a:gd name="G1" fmla="+- 0 0 0"/>
                            <a:gd name="G2" fmla="+- 21600 0 0"/>
                            <a:gd name="T0" fmla="*/ 20198 w 20198"/>
                            <a:gd name="T1" fmla="*/ 13587 h 21600"/>
                            <a:gd name="T2" fmla="*/ 0 w 20198"/>
                            <a:gd name="T3" fmla="*/ 21330 h 21600"/>
                            <a:gd name="T4" fmla="*/ 3406 w 20198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198" h="21600" fill="none" extrusionOk="0">
                              <a:moveTo>
                                <a:pt x="20197" y="13586"/>
                              </a:moveTo>
                              <a:cubicBezTo>
                                <a:pt x="16096" y="18655"/>
                                <a:pt x="9925" y="21600"/>
                                <a:pt x="3406" y="21600"/>
                              </a:cubicBezTo>
                              <a:cubicBezTo>
                                <a:pt x="2265" y="21600"/>
                                <a:pt x="1126" y="21509"/>
                                <a:pt x="0" y="21329"/>
                              </a:cubicBezTo>
                            </a:path>
                            <a:path w="20198" h="21600" stroke="0" extrusionOk="0">
                              <a:moveTo>
                                <a:pt x="20197" y="13586"/>
                              </a:moveTo>
                              <a:cubicBezTo>
                                <a:pt x="16096" y="18655"/>
                                <a:pt x="9925" y="21600"/>
                                <a:pt x="3406" y="21600"/>
                              </a:cubicBezTo>
                              <a:cubicBezTo>
                                <a:pt x="2265" y="21600"/>
                                <a:pt x="1126" y="21509"/>
                                <a:pt x="0" y="21329"/>
                              </a:cubicBezTo>
                              <a:lnTo>
                                <a:pt x="3406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192A7" id="Arc 663" o:spid="_x0000_s1026" style="position:absolute;margin-left:58.95pt;margin-top:244.75pt;width:201.05pt;height:237.65pt;z-index:2517217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9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" o:allowincell="f" path="m20197,13586nfc16096,18655,9925,21600,3406,21600v-1141,,-2280,-91,-3406,-271em20197,13586nsc16096,18655,9925,21600,3406,21600v-1141,,-2280,-91,-3406,-271l3406,,20197,13586xe" filled="f" strokecolor="#ff8427 [3207]" strokeweight="3pt">
                <v:path arrowok="t" o:extrusionok="f" o:connecttype="custom" o:connectlocs="2553335,1898503;0,2980428;430570,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20698" behindDoc="0" locked="0" layoutInCell="0" allowOverlap="1">
                <wp:simplePos x="0" y="0"/>
                <wp:positionH relativeFrom="page">
                  <wp:posOffset>734695</wp:posOffset>
                </wp:positionH>
                <wp:positionV relativeFrom="page">
                  <wp:posOffset>4950460</wp:posOffset>
                </wp:positionV>
                <wp:extent cx="2583815" cy="1311910"/>
                <wp:effectExtent l="1270" t="6985" r="5715" b="5080"/>
                <wp:wrapNone/>
                <wp:docPr id="129" name="Freeform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3815" cy="1311910"/>
                        </a:xfrm>
                        <a:custGeom>
                          <a:avLst/>
                          <a:gdLst>
                            <a:gd name="T0" fmla="*/ 0 w 4069"/>
                            <a:gd name="T1" fmla="*/ 1039 h 2066"/>
                            <a:gd name="T2" fmla="*/ 37 w 4069"/>
                            <a:gd name="T3" fmla="*/ 1790 h 2066"/>
                            <a:gd name="T4" fmla="*/ 4069 w 4069"/>
                            <a:gd name="T5" fmla="*/ 100 h 2066"/>
                            <a:gd name="T6" fmla="*/ 2729 w 4069"/>
                            <a:gd name="T7" fmla="*/ 0 h 2066"/>
                            <a:gd name="T8" fmla="*/ 0 w 4069"/>
                            <a:gd name="T9" fmla="*/ 1039 h 2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69" h="2066">
                              <a:moveTo>
                                <a:pt x="0" y="1039"/>
                              </a:moveTo>
                              <a:cubicBezTo>
                                <a:pt x="0" y="1039"/>
                                <a:pt x="37" y="1406"/>
                                <a:pt x="37" y="1790"/>
                              </a:cubicBezTo>
                              <a:cubicBezTo>
                                <a:pt x="1928" y="2066"/>
                                <a:pt x="3155" y="1202"/>
                                <a:pt x="4069" y="100"/>
                              </a:cubicBezTo>
                              <a:lnTo>
                                <a:pt x="2729" y="0"/>
                              </a:lnTo>
                              <a:cubicBezTo>
                                <a:pt x="2253" y="776"/>
                                <a:pt x="1252" y="1290"/>
                                <a:pt x="0" y="103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C53E5" id="Freeform 662" o:spid="_x0000_s1026" style="position:absolute;margin-left:57.85pt;margin-top:389.8pt;width:203.45pt;height:103.3pt;z-index:2517206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69,2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" o:allowincell="f" path="m,1039v,,37,367,37,751c1928,2066,3155,1202,4069,100l2729,c2253,776,1252,1290,,1039xe" stroked="f">
                <v:path arrowok="t" o:connecttype="custom" o:connectlocs="0,659765;23495,1136650;2583815,63500;1732915,0;0,65976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3467" behindDoc="0" locked="0" layoutInCell="0" allowOverlap="1">
                <wp:simplePos x="0" y="0"/>
                <wp:positionH relativeFrom="page">
                  <wp:posOffset>5175885</wp:posOffset>
                </wp:positionH>
                <wp:positionV relativeFrom="page">
                  <wp:posOffset>3721735</wp:posOffset>
                </wp:positionV>
                <wp:extent cx="2156460" cy="1423035"/>
                <wp:effectExtent l="41910" t="45085" r="40005" b="0"/>
                <wp:wrapNone/>
                <wp:docPr id="128" name="Arc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6460" cy="1423035"/>
                        </a:xfrm>
                        <a:custGeom>
                          <a:avLst/>
                          <a:gdLst>
                            <a:gd name="G0" fmla="+- 21590 0 0"/>
                            <a:gd name="G1" fmla="+- 21600 0 0"/>
                            <a:gd name="G2" fmla="+- 21600 0 0"/>
                            <a:gd name="T0" fmla="*/ 0 w 32756"/>
                            <a:gd name="T1" fmla="*/ 20944 h 21600"/>
                            <a:gd name="T2" fmla="*/ 32756 w 32756"/>
                            <a:gd name="T3" fmla="*/ 3110 h 21600"/>
                            <a:gd name="T4" fmla="*/ 21590 w 3275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756" h="21600" fill="none" extrusionOk="0">
                              <a:moveTo>
                                <a:pt x="-1" y="20943"/>
                              </a:moveTo>
                              <a:cubicBezTo>
                                <a:pt x="354" y="9275"/>
                                <a:pt x="9916" y="0"/>
                                <a:pt x="21590" y="0"/>
                              </a:cubicBezTo>
                              <a:cubicBezTo>
                                <a:pt x="25525" y="0"/>
                                <a:pt x="29386" y="1075"/>
                                <a:pt x="32756" y="3109"/>
                              </a:cubicBezTo>
                            </a:path>
                            <a:path w="32756" h="21600" stroke="0" extrusionOk="0">
                              <a:moveTo>
                                <a:pt x="-1" y="20943"/>
                              </a:moveTo>
                              <a:cubicBezTo>
                                <a:pt x="354" y="9275"/>
                                <a:pt x="9916" y="0"/>
                                <a:pt x="21590" y="0"/>
                              </a:cubicBezTo>
                              <a:cubicBezTo>
                                <a:pt x="25525" y="0"/>
                                <a:pt x="29386" y="1075"/>
                                <a:pt x="32756" y="3109"/>
                              </a:cubicBezTo>
                              <a:lnTo>
                                <a:pt x="2159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FB623" id="Arc 695" o:spid="_x0000_s1026" style="position:absolute;margin-left:407.55pt;margin-top:293.05pt;width:169.8pt;height:112.05pt;z-index:2517534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7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" o:allowincell="f" path="m-1,20943nfc354,9275,9916,,21590,v3935,,7796,1075,11166,3109em-1,20943nsc354,9275,9916,,21590,v3935,,7796,1075,11166,3109l21590,21600,-1,20943xe" filled="f" strokecolor="#ffbd47 [3205]" strokeweight="6pt">
                <v:path arrowok="t" o:extrusionok="f" o:connecttype="custom" o:connectlocs="0,1379817;2156460,204891;1421357,142303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1419" behindDoc="0" locked="0" layoutInCell="0" allowOverlap="1">
                <wp:simplePos x="0" y="0"/>
                <wp:positionH relativeFrom="page">
                  <wp:posOffset>5167630</wp:posOffset>
                </wp:positionH>
                <wp:positionV relativeFrom="page">
                  <wp:posOffset>1374140</wp:posOffset>
                </wp:positionV>
                <wp:extent cx="2186940" cy="2782570"/>
                <wp:effectExtent l="43180" t="40640" r="46355" b="0"/>
                <wp:wrapNone/>
                <wp:docPr id="127" name="Arc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6940" cy="2782570"/>
                        </a:xfrm>
                        <a:custGeom>
                          <a:avLst/>
                          <a:gdLst>
                            <a:gd name="G0" fmla="+- 7206 0 0"/>
                            <a:gd name="G1" fmla="+- 21600 0 0"/>
                            <a:gd name="G2" fmla="+- 21600 0 0"/>
                            <a:gd name="T0" fmla="*/ 0 w 16984"/>
                            <a:gd name="T1" fmla="*/ 1237 h 21600"/>
                            <a:gd name="T2" fmla="*/ 16984 w 16984"/>
                            <a:gd name="T3" fmla="*/ 2340 h 21600"/>
                            <a:gd name="T4" fmla="*/ 7206 w 16984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984" h="21600" fill="none" extrusionOk="0">
                              <a:moveTo>
                                <a:pt x="0" y="1237"/>
                              </a:moveTo>
                              <a:cubicBezTo>
                                <a:pt x="2314" y="418"/>
                                <a:pt x="4751" y="0"/>
                                <a:pt x="7206" y="0"/>
                              </a:cubicBezTo>
                              <a:cubicBezTo>
                                <a:pt x="10604" y="0"/>
                                <a:pt x="13954" y="801"/>
                                <a:pt x="16984" y="2339"/>
                              </a:cubicBezTo>
                            </a:path>
                            <a:path w="16984" h="21600" stroke="0" extrusionOk="0">
                              <a:moveTo>
                                <a:pt x="0" y="1237"/>
                              </a:moveTo>
                              <a:cubicBezTo>
                                <a:pt x="2314" y="418"/>
                                <a:pt x="4751" y="0"/>
                                <a:pt x="7206" y="0"/>
                              </a:cubicBezTo>
                              <a:cubicBezTo>
                                <a:pt x="10604" y="0"/>
                                <a:pt x="13954" y="801"/>
                                <a:pt x="16984" y="2339"/>
                              </a:cubicBezTo>
                              <a:lnTo>
                                <a:pt x="720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14F5D" id="Arc 693" o:spid="_x0000_s1026" style="position:absolute;margin-left:406.9pt;margin-top:108.2pt;width:172.2pt;height:219.1pt;z-index:2517514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984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" o:allowincell="f" path="m,1237nfc2314,418,4751,,7206,v3398,,6748,801,9778,2339em,1237nsc2314,418,4751,,7206,v3398,,6748,801,9778,2339l7206,21600,,1237xe" filled="f" strokecolor="#ff8427 [3207]" strokeweight="6pt">
                <v:path arrowok="t" o:extrusionok="f" o:connecttype="custom" o:connectlocs="0,159354;2186940,301445;927879,278257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50395" behindDoc="0" locked="0" layoutInCell="0" allowOverlap="1">
                <wp:simplePos x="0" y="0"/>
                <wp:positionH relativeFrom="page">
                  <wp:posOffset>5073650</wp:posOffset>
                </wp:positionH>
                <wp:positionV relativeFrom="page">
                  <wp:posOffset>984250</wp:posOffset>
                </wp:positionV>
                <wp:extent cx="2262505" cy="2782570"/>
                <wp:effectExtent l="25400" t="22225" r="26670" b="0"/>
                <wp:wrapNone/>
                <wp:docPr id="126" name="Arc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2505" cy="2782570"/>
                        </a:xfrm>
                        <a:custGeom>
                          <a:avLst/>
                          <a:gdLst>
                            <a:gd name="G0" fmla="+- 7396 0 0"/>
                            <a:gd name="G1" fmla="+- 21600 0 0"/>
                            <a:gd name="G2" fmla="+- 21600 0 0"/>
                            <a:gd name="T0" fmla="*/ 0 w 17566"/>
                            <a:gd name="T1" fmla="*/ 1306 h 21600"/>
                            <a:gd name="T2" fmla="*/ 17566 w 17566"/>
                            <a:gd name="T3" fmla="*/ 2544 h 21600"/>
                            <a:gd name="T4" fmla="*/ 7396 w 1756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566" h="21600" fill="none" extrusionOk="0">
                              <a:moveTo>
                                <a:pt x="-1" y="1305"/>
                              </a:moveTo>
                              <a:cubicBezTo>
                                <a:pt x="2370" y="441"/>
                                <a:pt x="4873" y="0"/>
                                <a:pt x="7396" y="0"/>
                              </a:cubicBezTo>
                              <a:cubicBezTo>
                                <a:pt x="10943" y="0"/>
                                <a:pt x="14436" y="873"/>
                                <a:pt x="17565" y="2544"/>
                              </a:cubicBezTo>
                            </a:path>
                            <a:path w="17566" h="21600" stroke="0" extrusionOk="0">
                              <a:moveTo>
                                <a:pt x="-1" y="1305"/>
                              </a:moveTo>
                              <a:cubicBezTo>
                                <a:pt x="2370" y="441"/>
                                <a:pt x="4873" y="0"/>
                                <a:pt x="7396" y="0"/>
                              </a:cubicBezTo>
                              <a:cubicBezTo>
                                <a:pt x="10943" y="0"/>
                                <a:pt x="14436" y="873"/>
                                <a:pt x="17565" y="2544"/>
                              </a:cubicBezTo>
                              <a:lnTo>
                                <a:pt x="739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5C447" id="Arc 692" o:spid="_x0000_s1026" style="position:absolute;margin-left:399.5pt;margin-top:77.5pt;width:178.15pt;height:219.1pt;z-index:2517503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56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" o:allowincell="f" path="m-1,1305nfc2370,441,4873,,7396,v3547,,7040,873,10169,2544em-1,1305nsc2370,441,4873,,7396,v3547,,7040,873,10169,2544l7396,21600,-1,1305xe" filled="f" strokecolor="#ffbd47 [3205]" strokeweight="3pt">
                <v:path arrowok="t" o:extrusionok="f" o:connecttype="custom" o:connectlocs="0,168242;2262505,327725;952607,278257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9371" behindDoc="0" locked="0" layoutInCell="0" allowOverlap="1">
                <wp:simplePos x="0" y="0"/>
                <wp:positionH relativeFrom="page">
                  <wp:posOffset>5099685</wp:posOffset>
                </wp:positionH>
                <wp:positionV relativeFrom="page">
                  <wp:posOffset>833120</wp:posOffset>
                </wp:positionV>
                <wp:extent cx="2266315" cy="810895"/>
                <wp:effectExtent l="3810" t="4445" r="6350" b="3810"/>
                <wp:wrapNone/>
                <wp:docPr id="125" name="Freeform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6315" cy="810895"/>
                        </a:xfrm>
                        <a:custGeom>
                          <a:avLst/>
                          <a:gdLst>
                            <a:gd name="T0" fmla="*/ 0 w 3569"/>
                            <a:gd name="T1" fmla="*/ 576 h 1277"/>
                            <a:gd name="T2" fmla="*/ 138 w 3569"/>
                            <a:gd name="T3" fmla="*/ 1114 h 1277"/>
                            <a:gd name="T4" fmla="*/ 3531 w 3569"/>
                            <a:gd name="T5" fmla="*/ 1277 h 1277"/>
                            <a:gd name="T6" fmla="*/ 3569 w 3569"/>
                            <a:gd name="T7" fmla="*/ 789 h 1277"/>
                            <a:gd name="T8" fmla="*/ 0 w 3569"/>
                            <a:gd name="T9" fmla="*/ 576 h 12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69" h="1277">
                              <a:moveTo>
                                <a:pt x="0" y="576"/>
                              </a:moveTo>
                              <a:cubicBezTo>
                                <a:pt x="69" y="845"/>
                                <a:pt x="138" y="1114"/>
                                <a:pt x="138" y="1114"/>
                              </a:cubicBezTo>
                              <a:cubicBezTo>
                                <a:pt x="1916" y="626"/>
                                <a:pt x="2392" y="939"/>
                                <a:pt x="3531" y="1277"/>
                              </a:cubicBezTo>
                              <a:lnTo>
                                <a:pt x="3569" y="789"/>
                              </a:lnTo>
                              <a:cubicBezTo>
                                <a:pt x="2892" y="250"/>
                                <a:pt x="576" y="0"/>
                                <a:pt x="0" y="5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06F9E" id="Freeform 691" o:spid="_x0000_s1026" style="position:absolute;margin-left:401.55pt;margin-top:65.6pt;width:178.45pt;height:63.85pt;z-index:2517493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569,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" o:allowincell="f" path="m,576v69,269,138,538,138,538c1916,626,2392,939,3531,1277r38,-488c2892,250,576,,,576xe" stroked="f">
                <v:path arrowok="t" o:connecttype="custom" o:connectlocs="0,365760;87630,707390;2242185,810895;2266315,501015;0,36576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8347" behindDoc="0" locked="0" layoutInCell="0" allowOverlap="1">
                <wp:simplePos x="0" y="0"/>
                <wp:positionH relativeFrom="page">
                  <wp:posOffset>5115560</wp:posOffset>
                </wp:positionH>
                <wp:positionV relativeFrom="page">
                  <wp:posOffset>2758440</wp:posOffset>
                </wp:positionV>
                <wp:extent cx="2290445" cy="3068320"/>
                <wp:effectExtent l="105410" t="110490" r="109220" b="0"/>
                <wp:wrapNone/>
                <wp:docPr id="124" name="Arc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0445" cy="3068320"/>
                        </a:xfrm>
                        <a:custGeom>
                          <a:avLst/>
                          <a:gdLst>
                            <a:gd name="G0" fmla="+- 8727 0 0"/>
                            <a:gd name="G1" fmla="+- 21600 0 0"/>
                            <a:gd name="G2" fmla="+- 21600 0 0"/>
                            <a:gd name="T0" fmla="*/ 0 w 16118"/>
                            <a:gd name="T1" fmla="*/ 1842 h 21600"/>
                            <a:gd name="T2" fmla="*/ 16118 w 16118"/>
                            <a:gd name="T3" fmla="*/ 1304 h 21600"/>
                            <a:gd name="T4" fmla="*/ 8727 w 16118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118" h="21600" fill="none" extrusionOk="0">
                              <a:moveTo>
                                <a:pt x="-1" y="1841"/>
                              </a:moveTo>
                              <a:cubicBezTo>
                                <a:pt x="2749" y="627"/>
                                <a:pt x="5721" y="0"/>
                                <a:pt x="8727" y="0"/>
                              </a:cubicBezTo>
                              <a:cubicBezTo>
                                <a:pt x="11247" y="0"/>
                                <a:pt x="13749" y="441"/>
                                <a:pt x="16118" y="1303"/>
                              </a:cubicBezTo>
                            </a:path>
                            <a:path w="16118" h="21600" stroke="0" extrusionOk="0">
                              <a:moveTo>
                                <a:pt x="-1" y="1841"/>
                              </a:moveTo>
                              <a:cubicBezTo>
                                <a:pt x="2749" y="627"/>
                                <a:pt x="5721" y="0"/>
                                <a:pt x="8727" y="0"/>
                              </a:cubicBezTo>
                              <a:cubicBezTo>
                                <a:pt x="11247" y="0"/>
                                <a:pt x="13749" y="441"/>
                                <a:pt x="16118" y="1303"/>
                              </a:cubicBezTo>
                              <a:lnTo>
                                <a:pt x="8727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7ECE9" id="Arc 690" o:spid="_x0000_s1026" style="position:absolute;margin-left:402.8pt;margin-top:217.2pt;width:180.35pt;height:241.6pt;z-index:2517483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11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" o:allowincell="f" path="m-1,1841nfc2749,627,5721,,8727,v2520,,5022,441,7391,1303em-1,1841nsc2749,627,5721,,8727,v2520,,5022,441,7391,1303l8727,21600,-1,1841xe" filled="f" strokecolor="white [3212]" strokeweight="16pt">
                <v:path arrowok="t" o:extrusionok="f" o:connecttype="custom" o:connectlocs="0,261660;2290445,185236;1240148,306832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7323" behindDoc="0" locked="0" layoutInCell="0" allowOverlap="1">
                <wp:simplePos x="0" y="0"/>
                <wp:positionH relativeFrom="page">
                  <wp:posOffset>5020310</wp:posOffset>
                </wp:positionH>
                <wp:positionV relativeFrom="page">
                  <wp:posOffset>1325880</wp:posOffset>
                </wp:positionV>
                <wp:extent cx="2329815" cy="1781175"/>
                <wp:effectExtent l="635" t="1905" r="3175" b="7620"/>
                <wp:wrapNone/>
                <wp:docPr id="123" name="Freeform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29815" cy="1781175"/>
                        </a:xfrm>
                        <a:custGeom>
                          <a:avLst/>
                          <a:gdLst>
                            <a:gd name="T0" fmla="*/ 147 w 3669"/>
                            <a:gd name="T1" fmla="*/ 395 h 2805"/>
                            <a:gd name="T2" fmla="*/ 0 w 3669"/>
                            <a:gd name="T3" fmla="*/ 2805 h 2805"/>
                            <a:gd name="T4" fmla="*/ 3669 w 3669"/>
                            <a:gd name="T5" fmla="*/ 2542 h 2805"/>
                            <a:gd name="T6" fmla="*/ 3669 w 3669"/>
                            <a:gd name="T7" fmla="*/ 551 h 2805"/>
                            <a:gd name="T8" fmla="*/ 147 w 3669"/>
                            <a:gd name="T9" fmla="*/ 395 h 28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69" h="2805">
                              <a:moveTo>
                                <a:pt x="147" y="395"/>
                              </a:moveTo>
                              <a:cubicBezTo>
                                <a:pt x="513" y="1603"/>
                                <a:pt x="0" y="2805"/>
                                <a:pt x="0" y="2805"/>
                              </a:cubicBezTo>
                              <a:cubicBezTo>
                                <a:pt x="852" y="2166"/>
                                <a:pt x="2542" y="2229"/>
                                <a:pt x="3669" y="2542"/>
                              </a:cubicBezTo>
                              <a:lnTo>
                                <a:pt x="3669" y="551"/>
                              </a:lnTo>
                              <a:cubicBezTo>
                                <a:pt x="2842" y="38"/>
                                <a:pt x="889" y="0"/>
                                <a:pt x="147" y="39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3738D" id="Freeform 689" o:spid="_x0000_s1026" style="position:absolute;margin-left:395.3pt;margin-top:104.4pt;width:183.45pt;height:140.25pt;z-index:2517473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669,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" o:allowincell="f" path="m147,395c513,1603,,2805,,2805,852,2166,2542,2229,3669,2542r,-1991c2842,38,889,,147,395xe" fillcolor="#ff8427 [3207]" stroked="f">
                <v:path arrowok="t" o:connecttype="custom" o:connectlocs="93345,250825;0,1781175;2329815,1614170;2329815,349885;93345,25082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6299" behindDoc="0" locked="0" layoutInCell="0" allowOverlap="1">
                <wp:simplePos x="0" y="0"/>
                <wp:positionH relativeFrom="page">
                  <wp:posOffset>731520</wp:posOffset>
                </wp:positionH>
                <wp:positionV relativeFrom="page">
                  <wp:posOffset>247650</wp:posOffset>
                </wp:positionV>
                <wp:extent cx="3749040" cy="3079750"/>
                <wp:effectExtent l="45720" t="0" r="43815" b="44450"/>
                <wp:wrapNone/>
                <wp:docPr id="122" name="Arc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9040" cy="3079750"/>
                        </a:xfrm>
                        <a:custGeom>
                          <a:avLst/>
                          <a:gdLst>
                            <a:gd name="G0" fmla="+- 4699 0 0"/>
                            <a:gd name="G1" fmla="+- 0 0 0"/>
                            <a:gd name="G2" fmla="+- 21600 0 0"/>
                            <a:gd name="T0" fmla="*/ 26295 w 26295"/>
                            <a:gd name="T1" fmla="*/ 392 h 21600"/>
                            <a:gd name="T2" fmla="*/ 0 w 26295"/>
                            <a:gd name="T3" fmla="*/ 21083 h 21600"/>
                            <a:gd name="T4" fmla="*/ 4699 w 26295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295" h="21600" fill="none" extrusionOk="0">
                              <a:moveTo>
                                <a:pt x="26295" y="392"/>
                              </a:moveTo>
                              <a:cubicBezTo>
                                <a:pt x="26081" y="12166"/>
                                <a:pt x="16475" y="21600"/>
                                <a:pt x="4699" y="21600"/>
                              </a:cubicBezTo>
                              <a:cubicBezTo>
                                <a:pt x="3118" y="21600"/>
                                <a:pt x="1542" y="21426"/>
                                <a:pt x="0" y="21082"/>
                              </a:cubicBezTo>
                            </a:path>
                            <a:path w="26295" h="21600" stroke="0" extrusionOk="0">
                              <a:moveTo>
                                <a:pt x="26295" y="392"/>
                              </a:moveTo>
                              <a:cubicBezTo>
                                <a:pt x="26081" y="12166"/>
                                <a:pt x="16475" y="21600"/>
                                <a:pt x="4699" y="21600"/>
                              </a:cubicBezTo>
                              <a:cubicBezTo>
                                <a:pt x="3118" y="21600"/>
                                <a:pt x="1542" y="21426"/>
                                <a:pt x="0" y="21082"/>
                              </a:cubicBezTo>
                              <a:lnTo>
                                <a:pt x="4699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84D81" id="Arc 688" o:spid="_x0000_s1026" style="position:absolute;margin-left:57.6pt;margin-top:19.5pt;width:295.2pt;height:242.5pt;z-index:2517462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29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" o:allowincell="f" path="m26295,392nfc26081,12166,16475,21600,4699,21600,3118,21600,1542,21426,,21082em26295,392nsc26081,12166,16475,21600,4699,21600,3118,21600,1542,21426,,21082l4699,,26295,392xe" filled="f" strokecolor="#ffbd47 [3205]" strokeweight="6pt">
                <v:path arrowok="t" o:extrusionok="f" o:connecttype="custom" o:connectlocs="3749040,55892;0,3006036;669965,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5275" behindDoc="0" locked="0" layoutInCell="0" allowOverlap="1">
                <wp:simplePos x="0" y="0"/>
                <wp:positionH relativeFrom="page">
                  <wp:posOffset>778510</wp:posOffset>
                </wp:positionH>
                <wp:positionV relativeFrom="page">
                  <wp:posOffset>353060</wp:posOffset>
                </wp:positionV>
                <wp:extent cx="3843020" cy="3528695"/>
                <wp:effectExtent l="26035" t="19685" r="26670" b="23495"/>
                <wp:wrapNone/>
                <wp:docPr id="121" name="Arc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3020" cy="3528695"/>
                        </a:xfrm>
                        <a:custGeom>
                          <a:avLst/>
                          <a:gdLst>
                            <a:gd name="G0" fmla="+- 5844 0 0"/>
                            <a:gd name="G1" fmla="+- 3604 0 0"/>
                            <a:gd name="G2" fmla="+- 21600 0 0"/>
                            <a:gd name="T0" fmla="*/ 27141 w 27444"/>
                            <a:gd name="T1" fmla="*/ 0 h 25204"/>
                            <a:gd name="T2" fmla="*/ 0 w 27444"/>
                            <a:gd name="T3" fmla="*/ 24398 h 25204"/>
                            <a:gd name="T4" fmla="*/ 5844 w 27444"/>
                            <a:gd name="T5" fmla="*/ 3604 h 25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444" h="25204" fill="none" extrusionOk="0">
                              <a:moveTo>
                                <a:pt x="27141" y="-1"/>
                              </a:moveTo>
                              <a:cubicBezTo>
                                <a:pt x="27342" y="1190"/>
                                <a:pt x="27444" y="2396"/>
                                <a:pt x="27444" y="3604"/>
                              </a:cubicBezTo>
                              <a:cubicBezTo>
                                <a:pt x="27444" y="15533"/>
                                <a:pt x="17773" y="25204"/>
                                <a:pt x="5844" y="25204"/>
                              </a:cubicBezTo>
                              <a:cubicBezTo>
                                <a:pt x="3868" y="25204"/>
                                <a:pt x="1901" y="24932"/>
                                <a:pt x="-1" y="24398"/>
                              </a:cubicBezTo>
                            </a:path>
                            <a:path w="27444" h="25204" stroke="0" extrusionOk="0">
                              <a:moveTo>
                                <a:pt x="27141" y="-1"/>
                              </a:moveTo>
                              <a:cubicBezTo>
                                <a:pt x="27342" y="1190"/>
                                <a:pt x="27444" y="2396"/>
                                <a:pt x="27444" y="3604"/>
                              </a:cubicBezTo>
                              <a:cubicBezTo>
                                <a:pt x="27444" y="15533"/>
                                <a:pt x="17773" y="25204"/>
                                <a:pt x="5844" y="25204"/>
                              </a:cubicBezTo>
                              <a:cubicBezTo>
                                <a:pt x="3868" y="25204"/>
                                <a:pt x="1901" y="24932"/>
                                <a:pt x="-1" y="24398"/>
                              </a:cubicBezTo>
                              <a:lnTo>
                                <a:pt x="5844" y="3604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C5832" id="Arc 687" o:spid="_x0000_s1026" style="position:absolute;margin-left:61.3pt;margin-top:27.8pt;width:302.6pt;height:277.85pt;z-index:25174527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444,2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" o:allowincell="f" path="m27141,-1nfc27342,1190,27444,2396,27444,3604v,11929,-9671,21600,-21600,21600c3868,25204,1901,24932,-1,24398em27141,-1nsc27342,1190,27444,2396,27444,3604v,11929,-9671,21600,-21600,21600c3868,25204,1901,24932,-1,24398l5844,3604,27141,-1xe" filled="f" strokecolor="#ffbd47 [3205]" strokeweight="3pt">
                <v:path arrowok="t" o:extrusionok="f" o:connecttype="custom" o:connectlocs="3800591,0;0,3415851;818343,504579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4251" behindDoc="0" locked="0" layoutInCell="0" allowOverlap="1">
                <wp:simplePos x="0" y="0"/>
                <wp:positionH relativeFrom="page">
                  <wp:posOffset>726440</wp:posOffset>
                </wp:positionH>
                <wp:positionV relativeFrom="page">
                  <wp:posOffset>268605</wp:posOffset>
                </wp:positionV>
                <wp:extent cx="4222115" cy="4135120"/>
                <wp:effectExtent l="2540" t="1905" r="4445" b="6350"/>
                <wp:wrapNone/>
                <wp:docPr id="120" name="Freeform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22115" cy="4135120"/>
                        </a:xfrm>
                        <a:custGeom>
                          <a:avLst/>
                          <a:gdLst>
                            <a:gd name="T0" fmla="*/ 75 w 6649"/>
                            <a:gd name="T1" fmla="*/ 4746 h 6512"/>
                            <a:gd name="T2" fmla="*/ 0 w 6649"/>
                            <a:gd name="T3" fmla="*/ 5472 h 6512"/>
                            <a:gd name="T4" fmla="*/ 6048 w 6649"/>
                            <a:gd name="T5" fmla="*/ 0 h 6512"/>
                            <a:gd name="T6" fmla="*/ 5910 w 6649"/>
                            <a:gd name="T7" fmla="*/ 0 h 6512"/>
                            <a:gd name="T8" fmla="*/ 75 w 6649"/>
                            <a:gd name="T9" fmla="*/ 4746 h 6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649" h="6512">
                              <a:moveTo>
                                <a:pt x="75" y="4746"/>
                              </a:moveTo>
                              <a:cubicBezTo>
                                <a:pt x="75" y="4746"/>
                                <a:pt x="0" y="4479"/>
                                <a:pt x="0" y="5472"/>
                              </a:cubicBezTo>
                              <a:cubicBezTo>
                                <a:pt x="3218" y="6512"/>
                                <a:pt x="6649" y="3694"/>
                                <a:pt x="6048" y="0"/>
                              </a:cubicBezTo>
                              <a:lnTo>
                                <a:pt x="5910" y="0"/>
                              </a:lnTo>
                              <a:cubicBezTo>
                                <a:pt x="5597" y="3694"/>
                                <a:pt x="2605" y="5196"/>
                                <a:pt x="75" y="474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6714B" id="Freeform 686" o:spid="_x0000_s1026" style="position:absolute;margin-left:57.2pt;margin-top:21.15pt;width:332.45pt;height:325.6pt;z-index:251744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649,6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" o:allowincell="f" path="m75,4746v,,-75,-267,-75,726c3218,6512,6649,3694,6048,l5910,c5597,3694,2605,5196,75,4746xe" stroked="f">
                <v:path arrowok="t" o:connecttype="custom" o:connectlocs="47625,3013710;0,3474720;3840480,0;3752850,0;47625,30137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3227" behindDoc="0" locked="0" layoutInCell="0" allowOverlap="1">
                <wp:simplePos x="0" y="0"/>
                <wp:positionH relativeFrom="page">
                  <wp:posOffset>720725</wp:posOffset>
                </wp:positionH>
                <wp:positionV relativeFrom="page">
                  <wp:posOffset>-948055</wp:posOffset>
                </wp:positionV>
                <wp:extent cx="3297555" cy="3068955"/>
                <wp:effectExtent l="101600" t="0" r="106045" b="107950"/>
                <wp:wrapNone/>
                <wp:docPr id="119" name="Arc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7555" cy="3068955"/>
                        </a:xfrm>
                        <a:custGeom>
                          <a:avLst/>
                          <a:gdLst>
                            <a:gd name="G0" fmla="+- 3361 0 0"/>
                            <a:gd name="G1" fmla="+- 0 0 0"/>
                            <a:gd name="G2" fmla="+- 21600 0 0"/>
                            <a:gd name="T0" fmla="*/ 23207 w 23207"/>
                            <a:gd name="T1" fmla="*/ 8527 h 21600"/>
                            <a:gd name="T2" fmla="*/ 0 w 23207"/>
                            <a:gd name="T3" fmla="*/ 21337 h 21600"/>
                            <a:gd name="T4" fmla="*/ 3361 w 23207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3207" h="21600" fill="none" extrusionOk="0">
                              <a:moveTo>
                                <a:pt x="23206" y="8526"/>
                              </a:moveTo>
                              <a:cubicBezTo>
                                <a:pt x="19798" y="16459"/>
                                <a:pt x="11994" y="21600"/>
                                <a:pt x="3361" y="21600"/>
                              </a:cubicBezTo>
                              <a:cubicBezTo>
                                <a:pt x="2235" y="21600"/>
                                <a:pt x="1111" y="21512"/>
                                <a:pt x="0" y="21336"/>
                              </a:cubicBezTo>
                            </a:path>
                            <a:path w="23207" h="21600" stroke="0" extrusionOk="0">
                              <a:moveTo>
                                <a:pt x="23206" y="8526"/>
                              </a:moveTo>
                              <a:cubicBezTo>
                                <a:pt x="19798" y="16459"/>
                                <a:pt x="11994" y="21600"/>
                                <a:pt x="3361" y="21600"/>
                              </a:cubicBezTo>
                              <a:cubicBezTo>
                                <a:pt x="2235" y="21600"/>
                                <a:pt x="1111" y="21512"/>
                                <a:pt x="0" y="21336"/>
                              </a:cubicBezTo>
                              <a:lnTo>
                                <a:pt x="3361" y="0"/>
                              </a:lnTo>
                              <a:close/>
                            </a:path>
                          </a:pathLst>
                        </a:custGeom>
                        <a:noFill/>
                        <a:ln w="203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80F6E" id="Arc 685" o:spid="_x0000_s1026" style="position:absolute;margin-left:56.75pt;margin-top:-74.65pt;width:259.65pt;height:241.65pt;z-index:2517432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320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" o:allowincell="f" path="m23206,8526nfc19798,16459,11994,21600,3361,21600v-1126,,-2250,-88,-3361,-264em23206,8526nsc19798,16459,11994,21600,3361,21600v-1126,,-2250,-88,-3361,-264l3361,,23206,8526xe" filled="f" strokecolor="white [3212]" strokeweight="16pt">
                <v:path arrowok="t" o:extrusionok="f" o:connecttype="custom" o:connectlocs="3297555,1211527;0,3031588;477575,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2203" behindDoc="0" locked="0" layoutInCell="0" allowOverlap="1">
                <wp:simplePos x="0" y="0"/>
                <wp:positionH relativeFrom="page">
                  <wp:posOffset>742315</wp:posOffset>
                </wp:positionH>
                <wp:positionV relativeFrom="page">
                  <wp:posOffset>323850</wp:posOffset>
                </wp:positionV>
                <wp:extent cx="3713480" cy="3133090"/>
                <wp:effectExtent l="8890" t="0" r="1905" b="635"/>
                <wp:wrapNone/>
                <wp:docPr id="118" name="Freeform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3480" cy="3133090"/>
                        </a:xfrm>
                        <a:custGeom>
                          <a:avLst/>
                          <a:gdLst>
                            <a:gd name="T0" fmla="*/ 0 w 5848"/>
                            <a:gd name="T1" fmla="*/ 2755 h 4934"/>
                            <a:gd name="T2" fmla="*/ 25 w 5848"/>
                            <a:gd name="T3" fmla="*/ 4608 h 4934"/>
                            <a:gd name="T4" fmla="*/ 5848 w 5848"/>
                            <a:gd name="T5" fmla="*/ 13 h 4934"/>
                            <a:gd name="T6" fmla="*/ 5209 w 5848"/>
                            <a:gd name="T7" fmla="*/ 0 h 4934"/>
                            <a:gd name="T8" fmla="*/ 0 w 5848"/>
                            <a:gd name="T9" fmla="*/ 2755 h 49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48" h="4934">
                              <a:moveTo>
                                <a:pt x="0" y="2755"/>
                              </a:moveTo>
                              <a:cubicBezTo>
                                <a:pt x="0" y="2755"/>
                                <a:pt x="25" y="3754"/>
                                <a:pt x="25" y="4608"/>
                              </a:cubicBezTo>
                              <a:cubicBezTo>
                                <a:pt x="2229" y="4934"/>
                                <a:pt x="5472" y="4108"/>
                                <a:pt x="5848" y="13"/>
                              </a:cubicBezTo>
                              <a:lnTo>
                                <a:pt x="5209" y="0"/>
                              </a:lnTo>
                              <a:cubicBezTo>
                                <a:pt x="4120" y="1941"/>
                                <a:pt x="2466" y="2940"/>
                                <a:pt x="0" y="27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4AD37" id="Freeform 684" o:spid="_x0000_s1026" style="position:absolute;margin-left:58.45pt;margin-top:25.5pt;width:292.4pt;height:246.7pt;z-index:2517422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48,4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" o:allowincell="f" path="m,2755v,,25,999,25,1853c2229,4934,5472,4108,5848,13l5209,c4120,1941,2466,2940,,2755xe" fillcolor="#ff8427 [3207]" stroked="f">
                <v:path arrowok="t" o:connecttype="custom" o:connectlocs="0,1749425;15875,2926080;3713480,8255;3307715,0;0,174942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1179" behindDoc="0" locked="0" layoutInCell="0" allowOverlap="1">
                <wp:simplePos x="0" y="0"/>
                <wp:positionH relativeFrom="page">
                  <wp:posOffset>735330</wp:posOffset>
                </wp:positionH>
                <wp:positionV relativeFrom="page">
                  <wp:posOffset>-534670</wp:posOffset>
                </wp:positionV>
                <wp:extent cx="1715770" cy="1518920"/>
                <wp:effectExtent l="40005" t="0" r="44450" b="44450"/>
                <wp:wrapNone/>
                <wp:docPr id="117" name="Arc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5770" cy="1518920"/>
                        </a:xfrm>
                        <a:custGeom>
                          <a:avLst/>
                          <a:gdLst>
                            <a:gd name="G0" fmla="+- 6687 0 0"/>
                            <a:gd name="G1" fmla="+- 0 0 0"/>
                            <a:gd name="G2" fmla="+- 21600 0 0"/>
                            <a:gd name="T0" fmla="*/ 24411 w 24411"/>
                            <a:gd name="T1" fmla="*/ 12345 h 21600"/>
                            <a:gd name="T2" fmla="*/ 0 w 24411"/>
                            <a:gd name="T3" fmla="*/ 20539 h 21600"/>
                            <a:gd name="T4" fmla="*/ 6687 w 24411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411" h="21600" fill="none" extrusionOk="0">
                              <a:moveTo>
                                <a:pt x="24411" y="12345"/>
                              </a:moveTo>
                              <a:cubicBezTo>
                                <a:pt x="20372" y="18143"/>
                                <a:pt x="13753" y="21600"/>
                                <a:pt x="6687" y="21600"/>
                              </a:cubicBezTo>
                              <a:cubicBezTo>
                                <a:pt x="4416" y="21600"/>
                                <a:pt x="2159" y="21241"/>
                                <a:pt x="0" y="20538"/>
                              </a:cubicBezTo>
                            </a:path>
                            <a:path w="24411" h="21600" stroke="0" extrusionOk="0">
                              <a:moveTo>
                                <a:pt x="24411" y="12345"/>
                              </a:moveTo>
                              <a:cubicBezTo>
                                <a:pt x="20372" y="18143"/>
                                <a:pt x="13753" y="21600"/>
                                <a:pt x="6687" y="21600"/>
                              </a:cubicBezTo>
                              <a:cubicBezTo>
                                <a:pt x="4416" y="21600"/>
                                <a:pt x="2159" y="21241"/>
                                <a:pt x="0" y="20538"/>
                              </a:cubicBezTo>
                              <a:lnTo>
                                <a:pt x="6687" y="0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0C2EE" id="Arc 683" o:spid="_x0000_s1026" style="position:absolute;margin-left:57.9pt;margin-top:-42.1pt;width:135.1pt;height:119.6pt;z-index:2517411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1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" o:allowincell="f" path="m24411,12345nfc20372,18143,13753,21600,6687,21600,4416,21600,2159,21241,,20538em24411,12345nsc20372,18143,13753,21600,6687,21600,4416,21600,2159,21241,,20538l6687,,24411,12345xe" filled="f" strokecolor="#ffbd47 [3205]" strokeweight="6pt">
                <v:path arrowok="t" o:extrusionok="f" o:connecttype="custom" o:connectlocs="1715770,868105;0,1444310;470008,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0155" behindDoc="0" locked="0" layoutInCell="0" allowOverlap="1">
                <wp:simplePos x="0" y="0"/>
                <wp:positionH relativeFrom="page">
                  <wp:posOffset>748665</wp:posOffset>
                </wp:positionH>
                <wp:positionV relativeFrom="page">
                  <wp:posOffset>-1557655</wp:posOffset>
                </wp:positionV>
                <wp:extent cx="2553335" cy="3018155"/>
                <wp:effectExtent l="24765" t="0" r="22225" b="25400"/>
                <wp:wrapNone/>
                <wp:docPr id="116" name="Arc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53335" cy="3018155"/>
                        </a:xfrm>
                        <a:custGeom>
                          <a:avLst/>
                          <a:gdLst>
                            <a:gd name="G0" fmla="+- 3406 0 0"/>
                            <a:gd name="G1" fmla="+- 0 0 0"/>
                            <a:gd name="G2" fmla="+- 21600 0 0"/>
                            <a:gd name="T0" fmla="*/ 20198 w 20198"/>
                            <a:gd name="T1" fmla="*/ 13587 h 21600"/>
                            <a:gd name="T2" fmla="*/ 0 w 20198"/>
                            <a:gd name="T3" fmla="*/ 21330 h 21600"/>
                            <a:gd name="T4" fmla="*/ 3406 w 20198"/>
                            <a:gd name="T5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198" h="21600" fill="none" extrusionOk="0">
                              <a:moveTo>
                                <a:pt x="20197" y="13586"/>
                              </a:moveTo>
                              <a:cubicBezTo>
                                <a:pt x="16096" y="18655"/>
                                <a:pt x="9925" y="21600"/>
                                <a:pt x="3406" y="21600"/>
                              </a:cubicBezTo>
                              <a:cubicBezTo>
                                <a:pt x="2265" y="21600"/>
                                <a:pt x="1126" y="21509"/>
                                <a:pt x="0" y="21329"/>
                              </a:cubicBezTo>
                            </a:path>
                            <a:path w="20198" h="21600" stroke="0" extrusionOk="0">
                              <a:moveTo>
                                <a:pt x="20197" y="13586"/>
                              </a:moveTo>
                              <a:cubicBezTo>
                                <a:pt x="16096" y="18655"/>
                                <a:pt x="9925" y="21600"/>
                                <a:pt x="3406" y="21600"/>
                              </a:cubicBezTo>
                              <a:cubicBezTo>
                                <a:pt x="2265" y="21600"/>
                                <a:pt x="1126" y="21509"/>
                                <a:pt x="0" y="21329"/>
                              </a:cubicBezTo>
                              <a:lnTo>
                                <a:pt x="3406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55DBE" id="Arc 682" o:spid="_x0000_s1026" style="position:absolute;margin-left:58.95pt;margin-top:-122.65pt;width:201.05pt;height:237.65pt;z-index:25174015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9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" o:allowincell="f" path="m20197,13586nfc16096,18655,9925,21600,3406,21600v-1141,,-2280,-91,-3406,-271em20197,13586nsc16096,18655,9925,21600,3406,21600v-1141,,-2280,-91,-3406,-271l3406,,20197,13586xe" filled="f" strokecolor="#ff8427 [3207]" strokeweight="3pt">
                <v:path arrowok="t" o:extrusionok="f" o:connecttype="custom" o:connectlocs="2553335,1898503;0,2980428;430570,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9131" behindDoc="0" locked="0" layoutInCell="0" allowOverlap="1">
                <wp:simplePos x="0" y="0"/>
                <wp:positionH relativeFrom="page">
                  <wp:posOffset>734695</wp:posOffset>
                </wp:positionH>
                <wp:positionV relativeFrom="page">
                  <wp:posOffset>284480</wp:posOffset>
                </wp:positionV>
                <wp:extent cx="2583815" cy="1311910"/>
                <wp:effectExtent l="1270" t="8255" r="5715" b="3810"/>
                <wp:wrapNone/>
                <wp:docPr id="115" name="Freeform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3815" cy="1311910"/>
                        </a:xfrm>
                        <a:custGeom>
                          <a:avLst/>
                          <a:gdLst>
                            <a:gd name="T0" fmla="*/ 0 w 4069"/>
                            <a:gd name="T1" fmla="*/ 1039 h 2066"/>
                            <a:gd name="T2" fmla="*/ 37 w 4069"/>
                            <a:gd name="T3" fmla="*/ 1790 h 2066"/>
                            <a:gd name="T4" fmla="*/ 4069 w 4069"/>
                            <a:gd name="T5" fmla="*/ 100 h 2066"/>
                            <a:gd name="T6" fmla="*/ 2729 w 4069"/>
                            <a:gd name="T7" fmla="*/ 0 h 2066"/>
                            <a:gd name="T8" fmla="*/ 0 w 4069"/>
                            <a:gd name="T9" fmla="*/ 1039 h 2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69" h="2066">
                              <a:moveTo>
                                <a:pt x="0" y="1039"/>
                              </a:moveTo>
                              <a:cubicBezTo>
                                <a:pt x="0" y="1039"/>
                                <a:pt x="37" y="1406"/>
                                <a:pt x="37" y="1790"/>
                              </a:cubicBezTo>
                              <a:cubicBezTo>
                                <a:pt x="1928" y="2066"/>
                                <a:pt x="3155" y="1202"/>
                                <a:pt x="4069" y="100"/>
                              </a:cubicBezTo>
                              <a:lnTo>
                                <a:pt x="2729" y="0"/>
                              </a:lnTo>
                              <a:cubicBezTo>
                                <a:pt x="2253" y="776"/>
                                <a:pt x="1252" y="1290"/>
                                <a:pt x="0" y="103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2FF4C" id="Freeform 681" o:spid="_x0000_s1026" style="position:absolute;margin-left:57.85pt;margin-top:22.4pt;width:203.45pt;height:103.3pt;z-index:2517391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69,2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" o:allowincell="f" path="m,1039v,,37,367,37,751c1928,2066,3155,1202,4069,100l2729,c2253,776,1252,1290,,1039xe" stroked="f">
                <v:path arrowok="t" o:connecttype="custom" o:connectlocs="0,659765;23495,1136650;2583815,63500;1732915,0;0,65976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19674" behindDoc="0" locked="0" layoutInCell="0" allowOverlap="1">
                <wp:simplePos x="0" y="0"/>
                <wp:positionH relativeFrom="page">
                  <wp:posOffset>749935</wp:posOffset>
                </wp:positionH>
                <wp:positionV relativeFrom="page">
                  <wp:posOffset>5029200</wp:posOffset>
                </wp:positionV>
                <wp:extent cx="6634480" cy="4704080"/>
                <wp:effectExtent l="0" t="0" r="0" b="1270"/>
                <wp:wrapNone/>
                <wp:docPr id="114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7040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052D6" id="Rectangle 238" o:spid="_x0000_s1026" style="position:absolute;margin-left:59.05pt;margin-top:396pt;width:522.4pt;height:370.4pt;z-index:2517196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" o:allowincell="f" fillcolor="#e84c22 [3204]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1503680</wp:posOffset>
                </wp:positionH>
                <wp:positionV relativeFrom="page">
                  <wp:posOffset>8207375</wp:posOffset>
                </wp:positionV>
                <wp:extent cx="519430" cy="518795"/>
                <wp:effectExtent l="8255" t="6350" r="5715" b="8255"/>
                <wp:wrapNone/>
                <wp:docPr id="109" name="Group 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430" cy="518795"/>
                          <a:chOff x="4465" y="5293"/>
                          <a:chExt cx="1266" cy="1264"/>
                        </a:xfrm>
                      </wpg:grpSpPr>
                      <wps:wsp>
                        <wps:cNvPr id="110" name="Oval 845"/>
                        <wps:cNvSpPr>
                          <a:spLocks noChangeArrowheads="1"/>
                        </wps:cNvSpPr>
                        <wps:spPr bwMode="auto">
                          <a:xfrm>
                            <a:off x="4465" y="5293"/>
                            <a:ext cx="1266" cy="1264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Oval 846"/>
                        <wps:cNvSpPr>
                          <a:spLocks noChangeArrowheads="1"/>
                        </wps:cNvSpPr>
                        <wps:spPr bwMode="auto">
                          <a:xfrm>
                            <a:off x="4619" y="5447"/>
                            <a:ext cx="958" cy="9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Oval 847"/>
                        <wps:cNvSpPr>
                          <a:spLocks noChangeArrowheads="1"/>
                        </wps:cNvSpPr>
                        <wps:spPr bwMode="auto">
                          <a:xfrm>
                            <a:off x="4737" y="5565"/>
                            <a:ext cx="722" cy="7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Oval 848"/>
                        <wps:cNvSpPr>
                          <a:spLocks noChangeArrowheads="1"/>
                        </wps:cNvSpPr>
                        <wps:spPr bwMode="auto">
                          <a:xfrm>
                            <a:off x="4803" y="5631"/>
                            <a:ext cx="590" cy="588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4DC92" id="Group 844" o:spid="_x0000_s1026" style="position:absolute;margin-left:118.4pt;margin-top:646.25pt;width:40.9pt;height:40.85pt;z-index:251865088;mso-position-horizontal-relative:page;mso-position-vertical-relative:page" coordorigin="4465,5293" coordsize="1266,1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" o:allowincell="f">
                <v:oval id="Oval 845" o:spid="_x0000_s1027" style="position:absolute;left:4465;top:5293;width:1266;height:1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SpsUA&#10;AADcAAAADwAAAGRycy9kb3ducmV2LnhtbESPQU/DMAyF70j8h8hI3FgyDgh1yyaGNsQFRLdp4mga&#10;r63WOFVjtvLv8QGJm633/N7n+XKMnTnTkNvEHqYTB4a4SqHl2sN+t7l7BJMFOWCXmDz8UIbl4vpq&#10;jkVIFy7pvJXaaAjnAj00In1hba4aipgnqSdW7ZiGiKLrUNsw4EXDY2fvnXuwEVvWhgZ7em6oOm2/&#10;o4e302p9dPvD+0cvrvx8ieX4JSvvb2/GpxkYoVH+zX/Xr0Hxp4qvz+gEd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1xKmxQAAANwAAAAPAAAAAAAAAAAAAAAAAJgCAABkcnMv&#10;ZG93bnJldi54bWxQSwUGAAAAAAQABAD1AAAAigMAAAAA&#10;" fillcolor="#e84c22 [3204]" stroked="f"/>
                <v:oval id="Oval 846" o:spid="_x0000_s1028" style="position:absolute;left:4619;top:5447;width:958;height: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EI8AA&#10;AADcAAAADwAAAGRycy9kb3ducmV2LnhtbERPTYvCMBC9L/gfwgje1rQeZKlGEUHwIIpd8Tw2Y1tt&#10;JjWJtf77zcLC3ubxPme+7E0jOnK+tqwgHScgiAuray4VnL43n18gfEDW2FgmBW/ysFwMPuaYafvi&#10;I3V5KEUMYZ+hgiqENpPSFxUZ9GPbEkfuap3BEKErpXb4iuGmkZMkmUqDNceGCltaV1Tc86dRgN30&#10;mrTe3PIdnu1pt79sDw+n1GjYr2YgAvXhX/zn3uo4P03h95l4gV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wfEI8AAAADcAAAADwAAAAAAAAAAAAAAAACYAgAAZHJzL2Rvd25y&#10;ZXYueG1sUEsFBgAAAAAEAAQA9QAAAIUDAAAAAA==&#10;" fillcolor="white [3212]" stroked="f" strokecolor="black [3213]"/>
                <v:oval id="Oval 847" o:spid="_x0000_s1029" style="position:absolute;left:4737;top:5565;width:722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4D8EA&#10;AADcAAAADwAAAGRycy9kb3ducmV2LnhtbERPS2vCQBC+F/wPywje6iZBrERXCUrBk7S+zkN2TKLZ&#10;2SW7Nem/7xYKvc3H95zVZjCteFLnG8sK0mkCgri0uuFKwfn0/roA4QOyxtYyKfgmD5v16GWFubY9&#10;f9LzGCoRQ9jnqKAOweVS+rImg35qHXHkbrYzGCLsKqk77GO4aWWWJHNpsOHYUKOjbU3l4/hlFLTb&#10;+9Vd6MOnWTG3M3e4F2/9TqnJeCiWIAIN4V/8597rOD/N4PeZeIF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quA/BAAAA3AAAAA8AAAAAAAAAAAAAAAAAmAIAAGRycy9kb3du&#10;cmV2LnhtbFBLBQYAAAAABAAEAPUAAACGAwAAAAA=&#10;" fillcolor="white [3212]" strokecolor="#b64926 [3206]" strokeweight="1.5pt"/>
                <v:oval id="Oval 848" o:spid="_x0000_s1030" style="position:absolute;left:4803;top:5631;width:590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EJr4A&#10;AADcAAAADwAAAGRycy9kb3ducmV2LnhtbERPSwrCMBDdC94hjOBO0yqoVKOoILgQxA+uh2Zsi82k&#10;NFGrpzeC4G4e7zuzRWNK8aDaFZYVxP0IBHFqdcGZgvNp05uAcB5ZY2mZFLzIwWLebs0w0fbJB3oc&#10;fSZCCLsEFeTeV4mULs3JoOvbijhwV1sb9AHWmdQ1PkO4KeUgikbSYMGhIceK1jmlt+PdKNg1h9HY&#10;TXj/rlYmXr/oYnani1LdTrOcgvDU+L/4597qMD8ewveZcIG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SXBCa+AAAA3AAAAA8AAAAAAAAAAAAAAAAAmAIAAGRycy9kb3ducmV2&#10;LnhtbFBLBQYAAAAABAAEAPUAAACDAwAAAAA=&#10;" fillcolor="#b64926 [3206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4986020</wp:posOffset>
                </wp:positionH>
                <wp:positionV relativeFrom="page">
                  <wp:posOffset>8557260</wp:posOffset>
                </wp:positionV>
                <wp:extent cx="717550" cy="716280"/>
                <wp:effectExtent l="4445" t="3810" r="1905" b="3810"/>
                <wp:wrapNone/>
                <wp:docPr id="104" name="Group 8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550" cy="716280"/>
                          <a:chOff x="6603" y="7481"/>
                          <a:chExt cx="1130" cy="1128"/>
                        </a:xfrm>
                      </wpg:grpSpPr>
                      <wps:wsp>
                        <wps:cNvPr id="105" name="Oval 840"/>
                        <wps:cNvSpPr>
                          <a:spLocks noChangeArrowheads="1"/>
                        </wps:cNvSpPr>
                        <wps:spPr bwMode="auto">
                          <a:xfrm>
                            <a:off x="6603" y="7481"/>
                            <a:ext cx="1130" cy="112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Oval 841"/>
                        <wps:cNvSpPr>
                          <a:spLocks noChangeArrowheads="1"/>
                        </wps:cNvSpPr>
                        <wps:spPr bwMode="auto">
                          <a:xfrm>
                            <a:off x="6689" y="7567"/>
                            <a:ext cx="958" cy="9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Oval 842"/>
                        <wps:cNvSpPr>
                          <a:spLocks noChangeArrowheads="1"/>
                        </wps:cNvSpPr>
                        <wps:spPr bwMode="auto">
                          <a:xfrm>
                            <a:off x="6807" y="7685"/>
                            <a:ext cx="722" cy="72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Oval 843"/>
                        <wps:cNvSpPr>
                          <a:spLocks noChangeArrowheads="1"/>
                        </wps:cNvSpPr>
                        <wps:spPr bwMode="auto">
                          <a:xfrm>
                            <a:off x="6873" y="7751"/>
                            <a:ext cx="590" cy="58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81AB2" id="Group 839" o:spid="_x0000_s1026" style="position:absolute;margin-left:392.6pt;margin-top:673.8pt;width:56.5pt;height:56.4pt;z-index:251868160;mso-position-horizontal-relative:page;mso-position-vertical-relative:page" coordorigin="6603,7481" coordsize="1130,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" o:allowincell="f">
                <v:oval id="Oval 840" o:spid="_x0000_s1027" style="position:absolute;left:6603;top:7481;width:1130;height:1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kn48MA&#10;AADcAAAADwAAAGRycy9kb3ducmV2LnhtbERPTWvCQBC9C/0Pywi96a6FFomuUktbemkxUUqP0+yY&#10;BLOzITvV9N93C4K3ebzPWa4H36oT9bEJbGE2NaCIy+Aarizsdy+TOagoyA7bwGThlyKsVzejJWYu&#10;nDmnUyGVSiEcM7RQi3SZ1rGsyWOcho44cYfQe5QE+0q7Hs8p3Lf6zpgH7bHh1FBjR081lcfix1t4&#10;P26eD2b/+bHtxORfrz4fvmVj7e14eFyAEhrkKr6431yab+7h/5l0gV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kn48MAAADcAAAADwAAAAAAAAAAAAAAAACYAgAAZHJzL2Rv&#10;d25yZXYueG1sUEsFBgAAAAAEAAQA9QAAAIgDAAAAAA==&#10;" fillcolor="#e84c22 [3204]" stroked="f"/>
                <v:oval id="Oval 841" o:spid="_x0000_s1028" style="position:absolute;left:6689;top:7567;width:958;height: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KisEA&#10;AADcAAAADwAAAGRycy9kb3ducmV2LnhtbERPTWsCMRC9F/ofwhR6q4k9LGVrFBEED2JxFc/Tzbi7&#10;uplsk7iu/74RBG/zeJ8zmQ22FT350DjWMB4pEMSlMw1XGva75ccXiBCRDbaOScONAsymry8TzI27&#10;8pb6IlYihXDIUUMdY5dLGcqaLIaR64gTd3TeYkzQV9J4vKZw28pPpTJpseHUUGNHi5rKc3GxGrDP&#10;jqoL9lSs8eD2683v6ufPa/3+Nsy/QUQa4lP8cK9Mmq8yuD+TLp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3yorBAAAA3AAAAA8AAAAAAAAAAAAAAAAAmAIAAGRycy9kb3du&#10;cmV2LnhtbFBLBQYAAAAABAAEAPUAAACGAwAAAAA=&#10;" fillcolor="white [3212]" stroked="f" strokecolor="black [3213]"/>
                <v:oval id="Oval 842" o:spid="_x0000_s1029" style="position:absolute;left:6807;top:7685;width:722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cD8MA&#10;AADcAAAADwAAAGRycy9kb3ducmV2LnhtbERPTU/CQBC9k/gfNkPiDXbxoKSwEDFqvGhoIcbj2B3a&#10;hu5s0x2h/nvXhITbvLzPWa4H36oT9bEJbGE2NaCIy+Aarizsdy+TOagoyA7bwGThlyKsVzejJWYu&#10;nDmnUyGVSiEcM7RQi3SZ1rGsyWOcho44cYfQe5QE+0q7Hs8p3Lf6zph77bHh1FBjR081lcfix1t4&#10;P26eD2b/+bHtxORfrz4fvmVj7e14eFyAEhrkKr6431yabx7g/5l0gV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ccD8MAAADcAAAADwAAAAAAAAAAAAAAAACYAgAAZHJzL2Rv&#10;d25yZXYueG1sUEsFBgAAAAAEAAQA9QAAAIgDAAAAAA==&#10;" fillcolor="#e84c22 [3204]" stroked="f"/>
                <v:oval id="Oval 843" o:spid="_x0000_s1030" style="position:absolute;left:6873;top:7751;width:590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T7Y8QA&#10;AADcAAAADwAAAGRycy9kb3ducmV2LnhtbESPQW/CMAyF75P4D5GRuI2EHdBUCAhNmsQBbVqHOHuN&#10;aTsapyRZKf9+PkzazdZ7fu/zejv6Tg0UUxvYwmJuQBFXwbVcWzh+vj4+g0oZ2WEXmCzcKcF2M3lY&#10;Y+HCjT9oKHOtJIRTgRaanPtC61Q15DHNQ08s2jlEj1nWWGsX8SbhvtNPxiy1x5alocGeXhqqLuWP&#10;t4DD8mz65L/LA57C8fD2tX+/Rmtn03G3ApVpzP/mv+u9E3wjtPKMT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k+2PEAAAA3AAAAA8AAAAAAAAAAAAAAAAAmAIAAGRycy9k&#10;b3ducmV2LnhtbFBLBQYAAAAABAAEAPUAAACJAwAAAAA=&#10;" fillcolor="white [3212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1000760</wp:posOffset>
                </wp:positionH>
                <wp:positionV relativeFrom="page">
                  <wp:posOffset>8494395</wp:posOffset>
                </wp:positionV>
                <wp:extent cx="842645" cy="841375"/>
                <wp:effectExtent l="635" t="7620" r="4445" b="8255"/>
                <wp:wrapNone/>
                <wp:docPr id="100" name="Group 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2645" cy="841375"/>
                          <a:chOff x="1275" y="7253"/>
                          <a:chExt cx="1327" cy="1325"/>
                        </a:xfrm>
                      </wpg:grpSpPr>
                      <wps:wsp>
                        <wps:cNvPr id="101" name="Oval 836"/>
                        <wps:cNvSpPr>
                          <a:spLocks noChangeArrowheads="1"/>
                        </wps:cNvSpPr>
                        <wps:spPr bwMode="auto">
                          <a:xfrm>
                            <a:off x="1275" y="7253"/>
                            <a:ext cx="1327" cy="132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Oval 837"/>
                        <wps:cNvSpPr>
                          <a:spLocks noChangeArrowheads="1"/>
                        </wps:cNvSpPr>
                        <wps:spPr bwMode="auto">
                          <a:xfrm>
                            <a:off x="1364" y="7342"/>
                            <a:ext cx="1148" cy="114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Oval 838"/>
                        <wps:cNvSpPr>
                          <a:spLocks noChangeArrowheads="1"/>
                        </wps:cNvSpPr>
                        <wps:spPr bwMode="auto">
                          <a:xfrm>
                            <a:off x="1511" y="7489"/>
                            <a:ext cx="854" cy="85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F27C3" id="Group 835" o:spid="_x0000_s1026" style="position:absolute;margin-left:78.8pt;margin-top:668.85pt;width:66.35pt;height:66.25pt;z-index:251864064;mso-position-horizontal-relative:page;mso-position-vertical-relative:page" coordorigin="1275,7253" coordsize="1327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" o:allowincell="f">
                <v:oval id="Oval 836" o:spid="_x0000_s1027" style="position:absolute;left:1275;top:7253;width:1327;height:1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A6sEA&#10;AADcAAAADwAAAGRycy9kb3ducmV2LnhtbERPTWvCQBC9F/wPywi91V2FlJK6ighCD16ahJ6n2ekm&#10;NTsbslsT/fVuQfA2j/c56+3kOnGmIbSeNSwXCgRx7U3LVkNVHl7eQISIbLDzTBouFGC7mT2tMTd+&#10;5E86F9GKFMIhRw1NjH0uZagbchgWvidO3I8fHMYEByvNgGMKd51cKfUqHbacGhrsad9QfSr+nIbv&#10;a6nsMaus5VPVT7+8X31lrdbP82n3DiLSFB/iu/vDpPlqCf/PpAv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CwOrBAAAA3AAAAA8AAAAAAAAAAAAAAAAAmAIAAGRycy9kb3du&#10;cmV2LnhtbFBLBQYAAAAABAAEAPUAAACGAwAAAAA=&#10;" fillcolor="#ffbd47 [3205]" stroked="f" strokecolor="black [3213]"/>
                <v:oval id="Oval 837" o:spid="_x0000_s1028" style="position:absolute;left:1364;top:7342;width:1148;height:1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zMicEA&#10;AADcAAAADwAAAGRycy9kb3ducmV2LnhtbERPTWvCQBC9F/wPywje6q4epKRuggiCB6k0lZ7H7JhE&#10;s7NxdxvTf98tFHqbx/ucdTHaTgzkQ+tYw2KuQBBXzrRcazh97J5fQISIbLBzTBq+KUCRT57WmBn3&#10;4HcayliLFMIhQw1NjH0mZagashjmridO3MV5izFBX0vj8ZHCbSeXSq2kxZZTQ4M9bRuqbuWX1YDD&#10;6qL6YK/lAT/d6fB23h/vXuvZdNy8gog0xn/xn3tv0ny1hN9n0gUy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MzInBAAAA3AAAAA8AAAAAAAAAAAAAAAAAmAIAAGRycy9kb3du&#10;cmV2LnhtbFBLBQYAAAAABAAEAPUAAACGAwAAAAA=&#10;" fillcolor="white [3212]" stroked="f" strokecolor="black [3213]"/>
                <v:oval id="Oval 838" o:spid="_x0000_s1029" style="position:absolute;left:1511;top:7489;width:854;height: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z7BsAA&#10;AADcAAAADwAAAGRycy9kb3ducmV2LnhtbERPTYvCMBC9C/sfwix400TFRbpGEWHBgxe1eJ5txrTa&#10;TEqT1eqvN4Kwt3m8z5kvO1eLK7Wh8qxhNFQgiAtvKrYa8sPPYAYiRGSDtWfScKcAy8VHb46Z8Tfe&#10;0XUfrUghHDLUUMbYZFKGoiSHYegb4sSdfOswJthaaVq8pXBXy7FSX9JhxamhxIbWJRWX/Z/T8Ps4&#10;KLud5tbyJW+6M6/Hx2mldf+zW32DiNTFf/HbvTFpvprA65l0gV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Fz7BsAAAADcAAAADwAAAAAAAAAAAAAAAACYAgAAZHJzL2Rvd25y&#10;ZXYueG1sUEsFBgAAAAAEAAQA9QAAAIUDAAAAAA==&#10;" fillcolor="#ffbd47 [3205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4733" behindDoc="0" locked="0" layoutInCell="0" allowOverlap="1">
                <wp:simplePos x="0" y="0"/>
                <wp:positionH relativeFrom="page">
                  <wp:posOffset>1467485</wp:posOffset>
                </wp:positionH>
                <wp:positionV relativeFrom="page">
                  <wp:posOffset>4531360</wp:posOffset>
                </wp:positionV>
                <wp:extent cx="1350010" cy="1346200"/>
                <wp:effectExtent l="38735" t="45085" r="40005" b="46990"/>
                <wp:wrapNone/>
                <wp:docPr id="96" name="Group 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0010" cy="1346200"/>
                          <a:chOff x="2198" y="2674"/>
                          <a:chExt cx="2666" cy="2658"/>
                        </a:xfrm>
                      </wpg:grpSpPr>
                      <wps:wsp>
                        <wps:cNvPr id="97" name="Oval 822"/>
                        <wps:cNvSpPr>
                          <a:spLocks noChangeArrowheads="1"/>
                        </wps:cNvSpPr>
                        <wps:spPr bwMode="auto">
                          <a:xfrm>
                            <a:off x="2198" y="2674"/>
                            <a:ext cx="2666" cy="265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762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Oval 823"/>
                        <wps:cNvSpPr>
                          <a:spLocks noChangeArrowheads="1"/>
                        </wps:cNvSpPr>
                        <wps:spPr bwMode="auto">
                          <a:xfrm>
                            <a:off x="2475" y="2950"/>
                            <a:ext cx="2112" cy="210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Oval 824"/>
                        <wps:cNvSpPr>
                          <a:spLocks noChangeArrowheads="1"/>
                        </wps:cNvSpPr>
                        <wps:spPr bwMode="auto">
                          <a:xfrm>
                            <a:off x="2554" y="3030"/>
                            <a:ext cx="1953" cy="19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EE5682" id="Group 821" o:spid="_x0000_s1026" style="position:absolute;margin-left:115.55pt;margin-top:356.8pt;width:106.3pt;height:106pt;z-index:251764733;mso-position-horizontal-relative:page;mso-position-vertical-relative:page" coordorigin="2198,2674" coordsize="2666,2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" o:allowincell="f">
                <v:oval id="Oval 822" o:spid="_x0000_s1027" style="position:absolute;left:2198;top:2674;width:2666;height:2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o7DMQA&#10;AADbAAAADwAAAGRycy9kb3ducmV2LnhtbESPQWvCQBSE7wX/w/IEb3WjB9tGVxFFELzYKOrxkX1m&#10;g9m3Mbtq8u+7hUKPw8x8w8wWra3EkxpfOlYwGiYgiHOnSy4UHA+b908QPiBrrByTgo48LOa9txmm&#10;2r34m55ZKESEsE9RgQmhTqX0uSGLfuhq4uhdXWMxRNkUUjf4inBbyXGSTKTFkuOCwZpWhvJb9rAK&#10;/O6erbpL5o72cDmvzXnc7R8npQb9djkFEagN/+G/9lYr+PqA3y/xB8j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6OwzEAAAA2wAAAA8AAAAAAAAAAAAAAAAAmAIAAGRycy9k&#10;b3ducmV2LnhtbFBLBQYAAAAABAAEAPUAAACJAwAAAAA=&#10;" fillcolor="white [3212]" strokecolor="#e84c22 [3204]" strokeweight="6pt"/>
                <v:oval id="Oval 823" o:spid="_x0000_s1028" style="position:absolute;left:2475;top:2950;width:2112;height:2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5GWsEA&#10;AADbAAAADwAAAGRycy9kb3ducmV2LnhtbERPTWvCQBC9F/oflin0VnfrodjoKrXY4kVpVEqP0+yY&#10;BLOzITtq/PfuQfD4eN+TWe8bdaIu1oEtvA4MKOIiuJpLC7vt18sIVBRkh01gsnChCLPp48MEMxfO&#10;nNNpI6VKIRwztFCJtJnWsajIYxyEljhx+9B5lAS7UrsOzyncN3pozJv2WHNqqLClz4qKw+boLawO&#10;88Xe7H7XP62Y/O/b5/2/zK19fuo/xqCEermLb+6ls/CexqYv6Qfo6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eRlrBAAAA2wAAAA8AAAAAAAAAAAAAAAAAmAIAAGRycy9kb3du&#10;cmV2LnhtbFBLBQYAAAAABAAEAPUAAACGAwAAAAA=&#10;" fillcolor="#e84c22 [3204]" stroked="f"/>
                <v:oval id="Oval 824" o:spid="_x0000_s1029" style="position:absolute;left:2554;top:3030;width:1953;height:1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5TCsQA&#10;AADbAAAADwAAAGRycy9kb3ducmV2LnhtbESPwWrDMBBE74X8g9hCb43cUErsRDZO25AeAsFpP2Cx&#10;NpaJtTKWnLh/HxUKOQ4z84ZZF5PtxIUG3zpW8DJPQBDXTrfcKPj53j4vQfiArLFzTAp+yUORzx7W&#10;mGl35Youx9CICGGfoQITQp9J6WtDFv3c9cTRO7nBYohyaKQe8BrhtpOLJHmTFluOCwZ7ejdUn4+j&#10;VbB5DeXuc/w4bKvlCRc+LfejKZV6epzKFYhAU7iH/9tfWkGawt+X+AN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OUwrEAAAA2wAAAA8AAAAAAAAAAAAAAAAAmAIAAGRycy9k&#10;b3ducmV2LnhtbFBLBQYAAAAABAAEAPUAAACJAwAAAAA=&#10;" fillcolor="white [3212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2685" behindDoc="0" locked="0" layoutInCell="0" allowOverlap="1">
                <wp:simplePos x="0" y="0"/>
                <wp:positionH relativeFrom="page">
                  <wp:posOffset>4837430</wp:posOffset>
                </wp:positionH>
                <wp:positionV relativeFrom="page">
                  <wp:posOffset>7935595</wp:posOffset>
                </wp:positionV>
                <wp:extent cx="1445895" cy="1442085"/>
                <wp:effectExtent l="8255" t="1270" r="3175" b="4445"/>
                <wp:wrapNone/>
                <wp:docPr id="90" name="Group 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5895" cy="1442085"/>
                          <a:chOff x="5206" y="6035"/>
                          <a:chExt cx="2277" cy="2271"/>
                        </a:xfrm>
                      </wpg:grpSpPr>
                      <wps:wsp>
                        <wps:cNvPr id="91" name="Oval 811"/>
                        <wps:cNvSpPr>
                          <a:spLocks noChangeArrowheads="1"/>
                        </wps:cNvSpPr>
                        <wps:spPr bwMode="auto">
                          <a:xfrm>
                            <a:off x="5206" y="6035"/>
                            <a:ext cx="2277" cy="227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Oval 812"/>
                        <wps:cNvSpPr>
                          <a:spLocks noChangeArrowheads="1"/>
                        </wps:cNvSpPr>
                        <wps:spPr bwMode="auto">
                          <a:xfrm>
                            <a:off x="5319" y="6148"/>
                            <a:ext cx="2052" cy="204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Oval 813"/>
                        <wps:cNvSpPr>
                          <a:spLocks noChangeArrowheads="1"/>
                        </wps:cNvSpPr>
                        <wps:spPr bwMode="auto">
                          <a:xfrm>
                            <a:off x="5754" y="6582"/>
                            <a:ext cx="1182" cy="117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Oval 814"/>
                        <wps:cNvSpPr>
                          <a:spLocks noChangeArrowheads="1"/>
                        </wps:cNvSpPr>
                        <wps:spPr bwMode="auto">
                          <a:xfrm>
                            <a:off x="5836" y="6663"/>
                            <a:ext cx="1018" cy="1016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Oval 815"/>
                        <wps:cNvSpPr>
                          <a:spLocks noChangeArrowheads="1"/>
                        </wps:cNvSpPr>
                        <wps:spPr bwMode="auto">
                          <a:xfrm>
                            <a:off x="6043" y="6871"/>
                            <a:ext cx="603" cy="60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D52A91" id="Group 810" o:spid="_x0000_s1026" style="position:absolute;margin-left:380.9pt;margin-top:624.85pt;width:113.85pt;height:113.55pt;z-index:251762685;mso-position-horizontal-relative:page;mso-position-vertical-relative:page" coordorigin="5206,6035" coordsize="2277,2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" o:allowincell="f">
                <v:oval id="Oval 811" o:spid="_x0000_s1027" style="position:absolute;left:5206;top:6035;width:2277;height:2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BJsMA&#10;AADbAAAADwAAAGRycy9kb3ducmV2LnhtbESPQWvCQBSE7wX/w/IEb3UTIaVG11AEwYOXxuD5mX1u&#10;UrNvQ3bV2F/fLRR6HGbmG2ZdjLYTdxp861hBOk9AENdOt2wUVMfd6zsIH5A1do5JwZM8FJvJyxpz&#10;7R78SfcyGBEh7HNU0ITQ51L6uiGLfu564uhd3GAxRDkYqQd8RLjt5CJJ3qTFluNCgz1tG6qv5c0q&#10;OH8fE3PIKmP4WvXjF28Xp6xVajYdP1YgAo3hP/zX3msFyxR+v8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jBJsMAAADbAAAADwAAAAAAAAAAAAAAAACYAgAAZHJzL2Rv&#10;d25yZXYueG1sUEsFBgAAAAAEAAQA9QAAAIgDAAAAAA==&#10;" fillcolor="#ffbd47 [3205]" stroked="f" strokecolor="black [3213]"/>
                <v:oval id="Oval 812" o:spid="_x0000_s1028" style="position:absolute;left:5319;top:6148;width:2052;height:2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toRMUA&#10;AADbAAAADwAAAGRycy9kb3ducmV2LnhtbESPQWvCQBSE7wX/w/KE3pqNVqRNXSWISk+iaQ89PrKv&#10;Sdrs27C7JvHfdwWhx2FmvmFWm9G0oifnG8sKZkkKgri0uuFKwefH/ukFhA/IGlvLpOBKHjbrycMK&#10;M20HPlNfhEpECPsMFdQhdJmUvqzJoE9sRxy9b+sMhihdJbXDIcJNK+dpupQGG44LNXa0ran8LS5G&#10;we50OOVnWvx8HRb9bnDPeXG8Dko9Tsf8DUSgMfyH7+13reB1Drcv8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u2hExQAAANsAAAAPAAAAAAAAAAAAAAAAAJgCAABkcnMv&#10;ZG93bnJldi54bWxQSwUGAAAAAAQABAD1AAAAigMAAAAA&#10;" fillcolor="#ff8427 [3207]" stroked="f"/>
                <v:oval id="Oval 813" o:spid="_x0000_s1029" style="position:absolute;left:5754;top:6582;width:1182;height:1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6WcMA&#10;AADbAAAADwAAAGRycy9kb3ducmV2LnhtbESPQWvCQBSE70L/w/IK3urGCtKmrkGEQg5iaQw9v2af&#10;STT7Nu6uMf333ULB4zAz3zCrbDSdGMj51rKC+SwBQVxZ3XKtoDy8P72A8AFZY2eZFPyQh2z9MFlh&#10;qu2NP2koQi0ihH2KCpoQ+lRKXzVk0M9sTxy9o3UGQ5SultrhLcJNJ5+TZCkNthwXGuxp21B1Lq5G&#10;AQ7LY9J7cyp2+GXL3f47/7g4paaP4+YNRKAx3MP/7VwreF3A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y6WcMAAADbAAAADwAAAAAAAAAAAAAAAACYAgAAZHJzL2Rv&#10;d25yZXYueG1sUEsFBgAAAAAEAAQA9QAAAIgDAAAAAA==&#10;" fillcolor="white [3212]" stroked="f" strokecolor="black [3213]"/>
                <v:oval id="Oval 814" o:spid="_x0000_s1030" style="position:absolute;left:5836;top:6663;width:1018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CIQMYA&#10;AADbAAAADwAAAGRycy9kb3ducmV2LnhtbESPQWvCQBSE74L/YXlCb7pRStHoKlVb2oOU1qr0+Mg+&#10;k5Ds25Bdk7S/visIHoeZ+YZZrDpTioZql1tWMB5FIIgTq3NOFRy+X4dTEM4jaywtk4JfcrBa9nsL&#10;jLVt+YuavU9FgLCLUUHmfRVL6ZKMDLqRrYiDd7a1QR9knUpdYxvgppSTKHqSBnMOCxlWtMkoKfYX&#10;o+Bn9/l2ztt0/be9NKfiY3IsXqpSqYdB9zwH4anz9/Ct/a4VzB7h+iX8AL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CIQMYAAADbAAAADwAAAAAAAAAAAAAAAACYAgAAZHJz&#10;L2Rvd25yZXYueG1sUEsFBgAAAAAEAAQA9QAAAIsDAAAAAA==&#10;" fillcolor="#b64926 [3206]" stroked="f"/>
                <v:oval id="Oval 815" o:spid="_x0000_s1031" style="position:absolute;left:6043;top:6871;width:603;height: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mHtsMA&#10;AADbAAAADwAAAGRycy9kb3ducmV2LnhtbESPQWvCQBSE70L/w/IK3urGgtKmrkGEQg5iaQw9v2af&#10;STT7Nu6uMf333ULB4zAz3zCrbDSdGMj51rKC+SwBQVxZ3XKtoDy8P72A8AFZY2eZFPyQh2z9MFlh&#10;qu2NP2koQi0ihH2KCpoQ+lRKXzVk0M9sTxy9o3UGQ5SultrhLcJNJ5+TZCkNthwXGuxp21B1Lq5G&#10;AQ7LY9J7cyp2+GXL3f47/7g4paaP4+YNRKAx3MP/7VwreF3A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mHtsMAAADbAAAADwAAAAAAAAAAAAAAAACYAgAAZHJzL2Rv&#10;d25yZXYueG1sUEsFBgAAAAAEAAQA9QAAAIgDAAAAAA==&#10;" fillcolor="white [3212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1661" behindDoc="0" locked="0" layoutInCell="0" allowOverlap="1">
                <wp:simplePos x="0" y="0"/>
                <wp:positionH relativeFrom="page">
                  <wp:posOffset>6433820</wp:posOffset>
                </wp:positionH>
                <wp:positionV relativeFrom="page">
                  <wp:posOffset>8769350</wp:posOffset>
                </wp:positionV>
                <wp:extent cx="882650" cy="880110"/>
                <wp:effectExtent l="4445" t="6350" r="8255" b="8890"/>
                <wp:wrapNone/>
                <wp:docPr id="85" name="Group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0" cy="880110"/>
                          <a:chOff x="8712" y="7463"/>
                          <a:chExt cx="1390" cy="1386"/>
                        </a:xfrm>
                      </wpg:grpSpPr>
                      <wps:wsp>
                        <wps:cNvPr id="86" name="Oval 806"/>
                        <wps:cNvSpPr>
                          <a:spLocks noChangeArrowheads="1"/>
                        </wps:cNvSpPr>
                        <wps:spPr bwMode="auto">
                          <a:xfrm>
                            <a:off x="8712" y="7463"/>
                            <a:ext cx="1390" cy="138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Oval 807"/>
                        <wps:cNvSpPr>
                          <a:spLocks noChangeArrowheads="1"/>
                        </wps:cNvSpPr>
                        <wps:spPr bwMode="auto">
                          <a:xfrm>
                            <a:off x="8996" y="7746"/>
                            <a:ext cx="822" cy="8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Oval 808"/>
                        <wps:cNvSpPr>
                          <a:spLocks noChangeArrowheads="1"/>
                        </wps:cNvSpPr>
                        <wps:spPr bwMode="auto">
                          <a:xfrm>
                            <a:off x="9049" y="7799"/>
                            <a:ext cx="716" cy="71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Oval 809"/>
                        <wps:cNvSpPr>
                          <a:spLocks noChangeArrowheads="1"/>
                        </wps:cNvSpPr>
                        <wps:spPr bwMode="auto">
                          <a:xfrm>
                            <a:off x="9085" y="7835"/>
                            <a:ext cx="644" cy="64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6A18A" id="Group 805" o:spid="_x0000_s1026" style="position:absolute;margin-left:506.6pt;margin-top:690.5pt;width:69.5pt;height:69.3pt;z-index:251761661;mso-position-horizontal-relative:page;mso-position-vertical-relative:page" coordorigin="8712,7463" coordsize="1390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" o:allowincell="f">
                <v:oval id="Oval 806" o:spid="_x0000_s1027" style="position:absolute;left:8712;top:7463;width:139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PHMEA&#10;AADbAAAADwAAAGRycy9kb3ducmV2LnhtbESPQYvCMBSE7wv+h/AEb2vqHop0jSKC4EEUq+z52Tzb&#10;avNSk2yt/94sLHgcZuYbZrboTSM6cr62rGAyTkAQF1bXXCo4HdefUxA+IGtsLJOCJ3lYzAcfM8y0&#10;ffCBujyUIkLYZ6igCqHNpPRFRQb92LbE0btYZzBE6UqpHT4i3DTyK0lSabDmuFBhS6uKilv+axRg&#10;l16S1ptrvsUfe9ruzpv93Sk1GvbLbxCB+vAO/7c3WsE0hb8v8Q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ijxzBAAAA2wAAAA8AAAAAAAAAAAAAAAAAmAIAAGRycy9kb3du&#10;cmV2LnhtbFBLBQYAAAAABAAEAPUAAACGAwAAAAA=&#10;" fillcolor="white [3212]" stroked="f" strokecolor="black [3213]"/>
                <v:oval id="Oval 807" o:spid="_x0000_s1028" style="position:absolute;left:8996;top:7746;width:8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uA6sYA&#10;AADbAAAADwAAAGRycy9kb3ducmV2LnhtbESPT2vCQBTE70K/w/IKvemmHqqkrtK/6EHEplV6fGSf&#10;SUj2bciuSfTTu4LgcZiZ3zCzRW8q0VLjCssKnkcRCOLU6oIzBX+/38MpCOeRNVaWScGJHCzmD4MZ&#10;xtp2/ENt4jMRIOxiVJB7X8dSujQng25ka+LgHWxj0AfZZFI32AW4qeQ4il6kwYLDQo41feSUlsnR&#10;KPhfb5eHosvez5/Hdl9uxrvyq66Uenrs315BeOr9PXxrr7SC6QSuX8IP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uA6sYAAADbAAAADwAAAAAAAAAAAAAAAACYAgAAZHJz&#10;L2Rvd25yZXYueG1sUEsFBgAAAAAEAAQA9QAAAIsDAAAAAA==&#10;" fillcolor="#b64926 [3206]" stroked="f"/>
                <v:oval id="Oval 808" o:spid="_x0000_s1029" style="position:absolute;left:9049;top:7799;width:716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tgTMAA&#10;AADbAAAADwAAAGRycy9kb3ducmV2LnhtbERPy4rCMBTdC/5DuII7TUdEasco9YUuBkSdD7g016ZM&#10;c1OaVDt/P1kIszyc92rT21o8qfWVYwUf0wQEceF0xaWC7/txkoLwAVlj7ZgU/JKHzXo4WGGm3Yuv&#10;9LyFUsQQ9hkqMCE0mZS+MGTRT11DHLmHay2GCNtS6hZfMdzWcpYkC2mx4thgsKGdoeLn1lkF23nI&#10;T4dufzle0wfO/DL/6kyu1HjU558gAvXhX/x2n7WCNI6NX+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5tgTMAAAADbAAAADwAAAAAAAAAAAAAAAACYAgAAZHJzL2Rvd25y&#10;ZXYueG1sUEsFBgAAAAAEAAQA9QAAAIUDAAAAAA==&#10;" fillcolor="white [3212]" stroked="f"/>
                <v:oval id="Oval 809" o:spid="_x0000_s1030" style="position:absolute;left:9085;top:7835;width:644;height: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Zs6MUA&#10;AADbAAAADwAAAGRycy9kb3ducmV2LnhtbESPT2vCQBTE74LfYXmCN934h2JTVwlipaeiaQ89PrLP&#10;JJp9G3a3Sfz23UKhx2FmfsNs94NpREfO15YVLOYJCOLC6ppLBZ8fr7MNCB+QNTaWScGDPOx349EW&#10;U217vlCXh1JECPsUFVQhtKmUvqjIoJ/bljh6V+sMhihdKbXDPsJNI5dJ8iQN1hwXKmzpUFFxz7+N&#10;guP5dM4utL59ndbdsXerLH9/9EpNJ0P2AiLQEP7Df+03rWDzDL9f4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mzoxQAAANsAAAAPAAAAAAAAAAAAAAAAAJgCAABkcnMv&#10;ZG93bnJldi54bWxQSwUGAAAAAAQABAD1AAAAigMAAAAA&#10;" fillcolor="#ff8427 [3207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60637" behindDoc="0" locked="0" layoutInCell="0" allowOverlap="1">
                <wp:simplePos x="0" y="0"/>
                <wp:positionH relativeFrom="page">
                  <wp:posOffset>6433820</wp:posOffset>
                </wp:positionH>
                <wp:positionV relativeFrom="page">
                  <wp:posOffset>7472680</wp:posOffset>
                </wp:positionV>
                <wp:extent cx="1264285" cy="1261745"/>
                <wp:effectExtent l="4445" t="5080" r="7620" b="0"/>
                <wp:wrapNone/>
                <wp:docPr id="80" name="Group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4285" cy="1261745"/>
                          <a:chOff x="8231" y="5371"/>
                          <a:chExt cx="1991" cy="1987"/>
                        </a:xfrm>
                      </wpg:grpSpPr>
                      <wps:wsp>
                        <wps:cNvPr id="81" name="Oval 801"/>
                        <wps:cNvSpPr>
                          <a:spLocks noChangeArrowheads="1"/>
                        </wps:cNvSpPr>
                        <wps:spPr bwMode="auto">
                          <a:xfrm>
                            <a:off x="8231" y="5371"/>
                            <a:ext cx="1991" cy="198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Oval 802"/>
                        <wps:cNvSpPr>
                          <a:spLocks noChangeArrowheads="1"/>
                        </wps:cNvSpPr>
                        <wps:spPr bwMode="auto">
                          <a:xfrm>
                            <a:off x="8403" y="5543"/>
                            <a:ext cx="1646" cy="164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803"/>
                        <wps:cNvSpPr>
                          <a:spLocks noChangeArrowheads="1"/>
                        </wps:cNvSpPr>
                        <wps:spPr bwMode="auto">
                          <a:xfrm>
                            <a:off x="8736" y="5875"/>
                            <a:ext cx="982" cy="9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Oval 804"/>
                        <wps:cNvSpPr>
                          <a:spLocks noChangeArrowheads="1"/>
                        </wps:cNvSpPr>
                        <wps:spPr bwMode="auto">
                          <a:xfrm>
                            <a:off x="8801" y="5940"/>
                            <a:ext cx="852" cy="85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A0908" id="Group 800" o:spid="_x0000_s1026" style="position:absolute;margin-left:506.6pt;margin-top:588.4pt;width:99.55pt;height:99.35pt;z-index:251760637;mso-position-horizontal-relative:page;mso-position-vertical-relative:page" coordorigin="8231,5371" coordsize="1991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" o:allowincell="f">
                <v:oval id="Oval 801" o:spid="_x0000_s1027" style="position:absolute;left:8231;top:5371;width:1991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IqwMYA&#10;AADbAAAADwAAAGRycy9kb3ducmV2LnhtbESPX2vCQBDE3wW/w7GFvulFKa1GTxGl1IdC8Q/Svi25&#10;NUnN7YXc1sRv3ysUfBxm5jfMfNm5Sl2pCaVnA6NhAoo487bk3MDx8DqYgAqCbLHyTAZuFGC56Pfm&#10;mFrf8o6ue8lVhHBI0UAhUqdah6wgh2Hoa+LonX3jUKJscm0bbCPcVXqcJM/aYclxocCa1gVll/2P&#10;M7B5ua1k+/b+8TT2lXye2s306/JtzONDt5qBEurkHv5vb62ByQj+vsQf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IqwMYAAADbAAAADwAAAAAAAAAAAAAAAACYAgAAZHJz&#10;L2Rvd25yZXYueG1sUEsFBgAAAAAEAAQA9QAAAIsDAAAAAA==&#10;" fillcolor="white [3212]" stroked="f" strokecolor="#e84c22 [3204]"/>
                <v:oval id="Oval 802" o:spid="_x0000_s1028" style="position:absolute;left:8403;top:5543;width:1646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JjMIA&#10;AADbAAAADwAAAGRycy9kb3ducmV2LnhtbESPQWvCQBSE7wX/w/IEb82mAUXSrFIEoYdeqsHza/Z1&#10;NzX7NmRXTf31riB4HGbmG6Zaj64TZxpC61nBW5aDIG68btkoqPfb1yWIEJE1dp5JwT8FWK8mLxWW&#10;2l/4m867aESCcChRgY2xL6UMjSWHIfM9cfJ+/eAwJjkYqQe8JLjrZJHnC+mw5bRgsaeNpea4OzkF&#10;P9d9br7mtTF8rPvxjzfFYd4qNZuOH+8gIo3xGX60P7WCZQH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c8mMwgAAANsAAAAPAAAAAAAAAAAAAAAAAJgCAABkcnMvZG93&#10;bnJldi54bWxQSwUGAAAAAAQABAD1AAAAhwMAAAAA&#10;" fillcolor="#ffbd47 [3205]" stroked="f" strokecolor="black [3213]"/>
                <v:oval id="Oval 803" o:spid="_x0000_s1029" style="position:absolute;left:8736;top:5875;width:982;height: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/yPcQA&#10;AADbAAAADwAAAGRycy9kb3ducmV2LnhtbESP3WrCQBSE7wu+w3IE7+rGH0qMrhLbSnshiD8PcMge&#10;s8Hs2ZDdaPr2bqHQy2FmvmFWm97W4k6trxwrmIwTEMSF0xWXCi7n3WsKwgdkjbVjUvBDHjbrwcsK&#10;M+0efKT7KZQiQthnqMCE0GRS+sKQRT92DXH0rq61GKJsS6lbfES4reU0Sd6kxYrjgsGG3g0Vt1Nn&#10;FWznIf/67D4Ou2N6xalf5PvO5EqNhn2+BBGoD//hv/a3VpDO4PdL/AF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/8j3EAAAA2wAAAA8AAAAAAAAAAAAAAAAAmAIAAGRycy9k&#10;b3ducmV2LnhtbFBLBQYAAAAABAAEAPUAAACJAwAAAAA=&#10;" fillcolor="white [3212]" stroked="f"/>
                <v:oval id="Oval 804" o:spid="_x0000_s1030" style="position:absolute;left:8801;top:5940;width:852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ragsQA&#10;AADbAAAADwAAAGRycy9kb3ducmV2LnhtbESPQWvCQBSE7wX/w/KE3upuixRJXaWKlV5aGpXi8Zl9&#10;JsHs25B91fTfdwuCx2FmvmGm89436kxdrANbeBwZUMRFcDWXFnbbt4cJqCjIDpvAZOGXIsxng7sp&#10;Zi5cOKfzRkqVIBwztFCJtJnWsajIYxyFljh5x9B5lCS7UrsOLwnuG/1kzLP2WHNaqLClZUXFafPj&#10;LXycFquj2X1/frVi8v3a5/1BFtbeD/vXF1BCvdzC1/a7szAZw/+X9AP0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K2oLEAAAA2wAAAA8AAAAAAAAAAAAAAAAAmAIAAGRycy9k&#10;b3ducmV2LnhtbFBLBQYAAAAABAAEAPUAAACJAwAAAAA=&#10;" fillcolor="#e84c22 [3204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59613" behindDoc="0" locked="0" layoutInCell="0" allowOverlap="1">
                <wp:simplePos x="0" y="0"/>
                <wp:positionH relativeFrom="page">
                  <wp:posOffset>424815</wp:posOffset>
                </wp:positionH>
                <wp:positionV relativeFrom="page">
                  <wp:posOffset>7347585</wp:posOffset>
                </wp:positionV>
                <wp:extent cx="1827530" cy="1826260"/>
                <wp:effectExtent l="5715" t="3810" r="5080" b="8255"/>
                <wp:wrapNone/>
                <wp:docPr id="73" name="Group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1826260"/>
                          <a:chOff x="-149" y="5064"/>
                          <a:chExt cx="2878" cy="2876"/>
                        </a:xfrm>
                      </wpg:grpSpPr>
                      <wps:wsp>
                        <wps:cNvPr id="74" name="Oval 794"/>
                        <wps:cNvSpPr>
                          <a:spLocks noChangeArrowheads="1"/>
                        </wps:cNvSpPr>
                        <wps:spPr bwMode="auto">
                          <a:xfrm>
                            <a:off x="-149" y="5064"/>
                            <a:ext cx="2878" cy="287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Oval 795"/>
                        <wps:cNvSpPr>
                          <a:spLocks noChangeArrowheads="1"/>
                        </wps:cNvSpPr>
                        <wps:spPr bwMode="auto">
                          <a:xfrm>
                            <a:off x="-34" y="5179"/>
                            <a:ext cx="2648" cy="264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Oval 796"/>
                        <wps:cNvSpPr>
                          <a:spLocks noChangeArrowheads="1"/>
                        </wps:cNvSpPr>
                        <wps:spPr bwMode="auto">
                          <a:xfrm>
                            <a:off x="382" y="5594"/>
                            <a:ext cx="1816" cy="181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Oval 797"/>
                        <wps:cNvSpPr>
                          <a:spLocks noChangeArrowheads="1"/>
                        </wps:cNvSpPr>
                        <wps:spPr bwMode="auto">
                          <a:xfrm>
                            <a:off x="456" y="5668"/>
                            <a:ext cx="1668" cy="166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Oval 798"/>
                        <wps:cNvSpPr>
                          <a:spLocks noChangeArrowheads="1"/>
                        </wps:cNvSpPr>
                        <wps:spPr bwMode="auto">
                          <a:xfrm>
                            <a:off x="665" y="5877"/>
                            <a:ext cx="1250" cy="12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Oval 799"/>
                        <wps:cNvSpPr>
                          <a:spLocks noChangeArrowheads="1"/>
                        </wps:cNvSpPr>
                        <wps:spPr bwMode="auto">
                          <a:xfrm>
                            <a:off x="823" y="6035"/>
                            <a:ext cx="934" cy="934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D138E8" id="Group 793" o:spid="_x0000_s1026" style="position:absolute;margin-left:33.45pt;margin-top:578.55pt;width:143.9pt;height:143.8pt;z-index:251759613;mso-position-horizontal-relative:page;mso-position-vertical-relative:page" coordorigin="-149,5064" coordsize="2878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" o:allowincell="f">
                <v:oval id="Oval 794" o:spid="_x0000_s1027" style="position:absolute;left:-149;top:5064;width:2878;height:2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ERMIA&#10;AADbAAAADwAAAGRycy9kb3ducmV2LnhtbESPQYvCMBSE74L/IbwFbzZd0XXpGkUEwYMXtXh+Nm/T&#10;rs1LaaJWf70RhD0OM/MNM1t0thZXan3lWMFnkoIgLpyu2CjID+vhNwgfkDXWjknBnTws5v3eDDPt&#10;bryj6z4YESHsM1RQhtBkUvqiJIs+cQ1x9H5dazFE2RqpW7xFuK3lKE2/pMWK40KJDa1KKs77i1Vw&#10;ehxSs53kxvA5b7o/Xo2Ok0qpwUe3/AERqAv/4Xd7oxVMx/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A4REwgAAANsAAAAPAAAAAAAAAAAAAAAAAJgCAABkcnMvZG93&#10;bnJldi54bWxQSwUGAAAAAAQABAD1AAAAhwMAAAAA&#10;" fillcolor="#ffbd47 [3205]" stroked="f" strokecolor="black [3213]"/>
                <v:oval id="Oval 795" o:spid="_x0000_s1028" style="position:absolute;left:-34;top:5179;width:2648;height:2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qe0MMA&#10;AADbAAAADwAAAGRycy9kb3ducmV2LnhtbESPQWvCQBSE70L/w/IKvdVNSqsluga1FISCYKz3Z/aZ&#10;BLNvw+7WpP56t1DwOMzMN8w8H0wrLuR8Y1lBOk5AEJdWN1wp+N5/Pr+D8AFZY2uZFPySh3zxMJpj&#10;pm3PO7oUoRIRwj5DBXUIXSalL2sy6Me2I47eyTqDIUpXSe2wj3DTypckmUiDDceFGjta11Seix+j&#10;wF/LzYc5rg6+T7U+uo5e119bpZ4eh+UMRKAh3MP/7Y1WMH2Dv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qe0MMAAADbAAAADwAAAAAAAAAAAAAAAACYAgAAZHJzL2Rv&#10;d25yZXYueG1sUEsFBgAAAAAEAAQA9QAAAIgDAAAAAA==&#10;" fillcolor="#e84c22 [3204]" stroked="f" strokecolor="black [3213]"/>
                <v:oval id="Oval 796" o:spid="_x0000_s1029" style="position:absolute;left:382;top:5594;width:1816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f/O8MA&#10;AADbAAAADwAAAGRycy9kb3ducmV2LnhtbESPQWvCQBSE74X+h+UVeqsbPUSJriJCwYNUGkPPr9ln&#10;Es2+TXfXGP99VxA8DjPzDbNYDaYVPTnfWFYwHiUgiEurG64UFIfPjxkIH5A1tpZJwY08rJavLwvM&#10;tL3yN/V5qESEsM9QQR1Cl0npy5oM+pHtiKN3tM5giNJVUju8Rrhp5SRJUmmw4bhQY0ebmspzfjEK&#10;sE+PSefNKd/hjy12X7/b/Z9T6v1tWM9BBBrCM/xob7WCaQr3L/E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f/O8MAAADbAAAADwAAAAAAAAAAAAAAAACYAgAAZHJzL2Rv&#10;d25yZXYueG1sUEsFBgAAAAAEAAQA9QAAAIgDAAAAAA==&#10;" fillcolor="white [3212]" stroked="f" strokecolor="black [3213]"/>
                <v:oval id="Oval 797" o:spid="_x0000_s1030" style="position:absolute;left:456;top:5668;width:1668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lPMIA&#10;AADbAAAADwAAAGRycy9kb3ducmV2LnhtbESP3YrCMBSE7xd8h3AE79ZUEZWuUVZFEARh/bk/Nmfb&#10;ss1JSaKtPr0RFrwcZuYbZrZoTSVu5HxpWcGgn4AgzqwuOVdwOm4+pyB8QNZYWSYFd/KwmHc+Zphq&#10;2/AP3Q4hFxHCPkUFRQh1KqXPCjLo+7Ymjt6vdQZDlC6X2mET4aaSwyQZS4Mlx4UCa1oVlP0drkaB&#10;f2Tbtbksz74ZaH1xNY1Wu71SvW77/QUiUBve4f/2ViuYTOD1Jf4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KU8wgAAANsAAAAPAAAAAAAAAAAAAAAAAJgCAABkcnMvZG93&#10;bnJldi54bWxQSwUGAAAAAAQABAD1AAAAhwMAAAAA&#10;" fillcolor="#e84c22 [3204]" stroked="f" strokecolor="black [3213]"/>
                <v:oval id="Oval 798" o:spid="_x0000_s1031" style="position:absolute;left:665;top:5877;width:1250;height:1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O0r4A&#10;AADbAAAADwAAAGRycy9kb3ducmV2LnhtbERPTYvCMBC9C/6HMII3Td2DK9UoIggeRNkqnsdmbKvN&#10;pJvE2v33m4Pg8fG+F6vO1KIl5yvLCibjBARxbnXFhYLzaTuagfABWWNtmRT8kYfVst9bYKrti3+o&#10;zUIhYgj7FBWUITSplD4vyaAf24Y4cjfrDIYIXSG1w1cMN7X8SpKpNFhxbCixoU1J+SN7GgXYTm9J&#10;48092+PFnveH6+7465QaDrr1HESgLnzEb/dOK/iOY+OX+APk8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0kztK+AAAA2wAAAA8AAAAAAAAAAAAAAAAAmAIAAGRycy9kb3ducmV2&#10;LnhtbFBLBQYAAAAABAAEAPUAAACDAwAAAAA=&#10;" fillcolor="white [3212]" stroked="f" strokecolor="black [3213]"/>
                <v:oval id="Oval 799" o:spid="_x0000_s1032" style="position:absolute;left:823;top:6035;width:934;height: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A0cAA&#10;AADbAAAADwAAAGRycy9kb3ducmV2LnhtbESPzQrCMBCE74LvEFbwpqke/KlGUUHwIIhWPC/N2hab&#10;TWmiVp/eCILHYWa+YebLxpTiQbUrLCsY9CMQxKnVBWcKzsm2NwHhPLLG0jIpeJGD5aLdmmOs7ZOP&#10;9Dj5TAQIuxgV5N5XsZQuzcmg69uKOHhXWxv0QdaZ1DU+A9yUchhFI2mw4LCQY0WbnNLb6W4U7Jvj&#10;aOwmfHhXazPYvOhi9slFqW6nWc1AeGr8P/xr77SC8RS+X8IPkI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XA0cAAAADbAAAADwAAAAAAAAAAAAAAAACYAgAAZHJzL2Rvd25y&#10;ZXYueG1sUEsFBgAAAAAEAAQA9QAAAIUDAAAAAA==&#10;" fillcolor="#b64926 [3206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58589" behindDoc="0" locked="0" layoutInCell="0" allowOverlap="1">
                <wp:simplePos x="0" y="0"/>
                <wp:positionH relativeFrom="page">
                  <wp:posOffset>361315</wp:posOffset>
                </wp:positionH>
                <wp:positionV relativeFrom="page">
                  <wp:posOffset>6406515</wp:posOffset>
                </wp:positionV>
                <wp:extent cx="1051560" cy="1051560"/>
                <wp:effectExtent l="8890" t="5715" r="6350" b="0"/>
                <wp:wrapNone/>
                <wp:docPr id="68" name="Group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1560" cy="1051560"/>
                          <a:chOff x="810" y="3553"/>
                          <a:chExt cx="1656" cy="1656"/>
                        </a:xfrm>
                      </wpg:grpSpPr>
                      <wps:wsp>
                        <wps:cNvPr id="69" name="Oval 789"/>
                        <wps:cNvSpPr>
                          <a:spLocks noChangeArrowheads="1"/>
                        </wps:cNvSpPr>
                        <wps:spPr bwMode="auto">
                          <a:xfrm>
                            <a:off x="810" y="3553"/>
                            <a:ext cx="1656" cy="16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Oval 790"/>
                        <wps:cNvSpPr>
                          <a:spLocks noChangeArrowheads="1"/>
                        </wps:cNvSpPr>
                        <wps:spPr bwMode="auto">
                          <a:xfrm>
                            <a:off x="984" y="3728"/>
                            <a:ext cx="1307" cy="130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791"/>
                        <wps:cNvSpPr>
                          <a:spLocks noChangeArrowheads="1"/>
                        </wps:cNvSpPr>
                        <wps:spPr bwMode="auto">
                          <a:xfrm>
                            <a:off x="1163" y="3906"/>
                            <a:ext cx="950" cy="9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Oval 792"/>
                        <wps:cNvSpPr>
                          <a:spLocks noChangeArrowheads="1"/>
                        </wps:cNvSpPr>
                        <wps:spPr bwMode="auto">
                          <a:xfrm>
                            <a:off x="1215" y="3958"/>
                            <a:ext cx="846" cy="84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23062" id="Group 788" o:spid="_x0000_s1026" style="position:absolute;margin-left:28.45pt;margin-top:504.45pt;width:82.8pt;height:82.8pt;z-index:251758589;mso-position-horizontal-relative:page;mso-position-vertical-relative:page" coordorigin="810,3553" coordsize="1656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" o:allowincell="f">
                <v:oval id="Oval 789" o:spid="_x0000_s1027" style="position:absolute;left:810;top:3553;width:1656;height:1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Xi5cUA&#10;AADbAAAADwAAAGRycy9kb3ducmV2LnhtbESPT2vCQBTE7wW/w/KE3ppNSpEas4oKKaXtxb/nZ/aZ&#10;BLNvQ3bV1E/vCoUeh5n5DZPNetOIC3WutqwgiWIQxIXVNZcKtpv85R2E88gaG8uk4JcczKaDpwxT&#10;ba+8osvalyJA2KWooPK+TaV0RUUGXWRb4uAdbWfQB9mVUnd4DXDTyNc4HkmDNYeFCltaVlSc1mej&#10;gMvD7uO8Pd787eu72b8lizj/WSn1POznExCeev8f/mt/agWjMTy+hB8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eLlxQAAANsAAAAPAAAAAAAAAAAAAAAAAJgCAABkcnMv&#10;ZG93bnJldi54bWxQSwUGAAAAAAQABAD1AAAAigMAAAAA&#10;" fillcolor="white [3212]" stroked="f" strokecolor="white [3212]" strokeweight="3pt"/>
                <v:oval id="Oval 790" o:spid="_x0000_s1028" style="position:absolute;left:984;top:3728;width:1307;height:1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U+78A&#10;AADbAAAADwAAAGRycy9kb3ducmV2LnhtbERPTYvCMBC9C/sfwix403QFd6WaFhEUL4JV8Tw0s02x&#10;mdQm1vrvzWFhj4/3vcoH24ieOl87VvA1TUAQl07XXCm4nLeTBQgfkDU2jknBizzk2cdohal2Ty6o&#10;P4VKxBD2KSowIbSplL40ZNFPXUscuV/XWQwRdpXUHT5juG3kLEm+pcWaY4PBljaGytvpYRWsd8YW&#10;O7053PpLQXy8F/P91Sg1/hzWSxCBhvAv/nPvtYKfuD5+iT9AZm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FlT7vwAAANsAAAAPAAAAAAAAAAAAAAAAAJgCAABkcnMvZG93bnJl&#10;di54bWxQSwUGAAAAAAQABAD1AAAAhAMAAAAA&#10;" fillcolor="#ffbd47 [3205]" stroked="f" strokecolor="white [3212]" strokeweight="3pt"/>
                <v:oval id="Oval 791" o:spid="_x0000_s1029" style="position:absolute;left:1163;top:3906;width:950;height: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S59sQA&#10;AADbAAAADwAAAGRycy9kb3ducmV2LnhtbESP3WrCQBSE7wu+w3IE7+pGEavRjcS20l4Uij8PcMie&#10;ZIPZsyG70fTt3UKhl8PMfMNsd4NtxI06XztWMJsmIIgLp2uuFFzOh+cVCB+QNTaOScEPedhlo6ct&#10;ptrd+Ui3U6hEhLBPUYEJoU2l9IUhi37qWuLola6zGKLsKqk7vEe4beQ8SZbSYs1xwWBLr4aK66m3&#10;CvaLkH+892/fh+OqxLlf51+9yZWajId8AyLQEP7Df+1PreBlBr9f4g+Q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0ufbEAAAA2wAAAA8AAAAAAAAAAAAAAAAAmAIAAGRycy9k&#10;b3ducmV2LnhtbFBLBQYAAAAABAAEAPUAAACJAwAAAAA=&#10;" fillcolor="white [3212]" stroked="f"/>
                <v:oval id="Oval 792" o:spid="_x0000_s1030" style="position:absolute;left:1215;top:3958;width:846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qXSsUA&#10;AADbAAAADwAAAGRycy9kb3ducmV2LnhtbESPQWvCQBSE74X+h+UVequ7eqgluoqWtvSiNFbE4zP7&#10;TILZtyH7qum/7wpCj8PMfMNM571v1Jm6WAe2MBwYUMRFcDWXFrbf708voKIgO2wCk4VfijCf3d9N&#10;MXPhwjmdN1KqBOGYoYVKpM20jkVFHuMgtMTJO4bOoyTZldp1eElw3+iRMc/aY81pocKWXisqTpsf&#10;b2F1Wr4dzXa3/mrF5PsPn/cHWVr7+NAvJqCEevkP39qfzsJ4BNcv6Qfo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epdKxQAAANsAAAAPAAAAAAAAAAAAAAAAAJgCAABkcnMv&#10;ZG93bnJldi54bWxQSwUGAAAAAAQABAD1AAAAigMAAAAA&#10;" fillcolor="#e84c22 [3204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1225550</wp:posOffset>
                </wp:positionH>
                <wp:positionV relativeFrom="page">
                  <wp:posOffset>1171575</wp:posOffset>
                </wp:positionV>
                <wp:extent cx="628015" cy="628015"/>
                <wp:effectExtent l="6350" t="0" r="3810" b="635"/>
                <wp:wrapNone/>
                <wp:docPr id="63" name="Group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15" cy="628015"/>
                          <a:chOff x="1573" y="2115"/>
                          <a:chExt cx="989" cy="989"/>
                        </a:xfrm>
                      </wpg:grpSpPr>
                      <wps:wsp>
                        <wps:cNvPr id="64" name="Oval 649"/>
                        <wps:cNvSpPr>
                          <a:spLocks noChangeArrowheads="1"/>
                        </wps:cNvSpPr>
                        <wps:spPr bwMode="auto">
                          <a:xfrm>
                            <a:off x="1573" y="2115"/>
                            <a:ext cx="989" cy="98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Oval 650"/>
                        <wps:cNvSpPr>
                          <a:spLocks noChangeArrowheads="1"/>
                        </wps:cNvSpPr>
                        <wps:spPr bwMode="auto">
                          <a:xfrm>
                            <a:off x="1647" y="2189"/>
                            <a:ext cx="840" cy="84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Oval 651"/>
                        <wps:cNvSpPr>
                          <a:spLocks noChangeArrowheads="1"/>
                        </wps:cNvSpPr>
                        <wps:spPr bwMode="auto">
                          <a:xfrm>
                            <a:off x="1864" y="2406"/>
                            <a:ext cx="406" cy="40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Oval 652"/>
                        <wps:cNvSpPr>
                          <a:spLocks noChangeArrowheads="1"/>
                        </wps:cNvSpPr>
                        <wps:spPr bwMode="auto">
                          <a:xfrm>
                            <a:off x="1930" y="2472"/>
                            <a:ext cx="274" cy="27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BE481" id="Group 648" o:spid="_x0000_s1026" style="position:absolute;margin-left:96.5pt;margin-top:92.25pt;width:49.45pt;height:49.45pt;z-index:251880448;mso-position-horizontal-relative:page;mso-position-vertical-relative:page" coordorigin="1573,2115" coordsize="989,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" o:allowincell="f">
                <v:oval id="Oval 649" o:spid="_x0000_s1027" style="position:absolute;left:1573;top:2115;width:989;height: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SmcEA&#10;AADbAAAADwAAAGRycy9kb3ducmV2LnhtbESPQYvCMBSE7wv+h/AEb2uqqEg1igjCHryoxfOzeabV&#10;5qU0Wa3+eiMIHoeZ+YaZL1tbiRs1vnSsYNBPQBDnTpdsFGSHze8UhA/IGivHpOBBHpaLzs8cU+3u&#10;vKPbPhgRIexTVFCEUKdS+rwgi77vauLonV1jMUTZGKkbvEe4reQwSSbSYslxocCa1gXl1/2/VXB6&#10;HhKzHWfG8DWr2wuvh8dxqVSv265mIAK14Rv+tP+0gskI3l/i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aEpnBAAAA2wAAAA8AAAAAAAAAAAAAAAAAmAIAAGRycy9kb3du&#10;cmV2LnhtbFBLBQYAAAAABAAEAPUAAACGAwAAAAA=&#10;" fillcolor="#ffbd47 [3205]" stroked="f" strokecolor="black [3213]"/>
                <v:oval id="Oval 650" o:spid="_x0000_s1028" style="position:absolute;left:1647;top:2189;width:840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MIDcIA&#10;AADbAAAADwAAAGRycy9kb3ducmV2LnhtbESP3YrCMBSE7xd8h3AE79ZUUZGuUVZFEARh/bk/Nmfb&#10;ss1JSaKtPr0RFrwcZuYbZrZoTSVu5HxpWcGgn4AgzqwuOVdwOm4+pyB8QNZYWSYFd/KwmHc+Zphq&#10;2/AP3Q4hFxHCPkUFRQh1KqXPCjLo+7Ymjt6vdQZDlC6X2mET4aaSwySZSIMlx4UCa1oVlP0drkaB&#10;f2Tbtbksz74ZaH1xNY1Wu71SvW77/QUiUBve4f/2ViuYjOH1Jf4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8wgNwgAAANsAAAAPAAAAAAAAAAAAAAAAAJgCAABkcnMvZG93&#10;bnJldi54bWxQSwUGAAAAAAQABAD1AAAAhwMAAAAA&#10;" fillcolor="#e84c22 [3204]" stroked="f" strokecolor="black [3213]"/>
                <v:oval id="Oval 651" o:spid="_x0000_s1029" style="position:absolute;left:1864;top:2406;width:406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pdcMA&#10;AADbAAAADwAAAGRycy9kb3ducmV2LnhtbESPwWrDMBBE74X8g9hAbo3cgE1xI4cSCPTQS23T89ba&#10;yq6tlbGU2M3XR4FCj8PMvGH2h8UO4kKT7xwreNomIIgbpzs2Curq9PgMwgdkjYNjUvBLHg7F6mGP&#10;uXYzf9ClDEZECPscFbQhjLmUvmnJot+6kTh6326yGKKcjNQTzhFuB7lLkkxa7DgutDjSsaWmL89W&#10;wde1Ssx7WhvDfT0uP3zcfaadUpv18voCItAS/sN/7TetIMvg/iX+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QpdcMAAADbAAAADwAAAAAAAAAAAAAAAACYAgAAZHJzL2Rv&#10;d25yZXYueG1sUEsFBgAAAAAEAAQA9QAAAIgDAAAAAA==&#10;" fillcolor="#ffbd47 [3205]" stroked="f" strokecolor="black [3213]"/>
                <v:oval id="Oval 652" o:spid="_x0000_s1030" style="position:absolute;left:1930;top:2472;width:27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LMfcMA&#10;AADbAAAADwAAAGRycy9kb3ducmV2LnhtbESPQWvCQBSE74X+h+UVeqsbPUSJriJCwYNUGkPPr9ln&#10;Es2+TXfXGP99VxA8DjPzDbNYDaYVPTnfWFYwHiUgiEurG64UFIfPjxkIH5A1tpZJwY08rJavLwvM&#10;tL3yN/V5qESEsM9QQR1Cl0npy5oM+pHtiKN3tM5giNJVUju8Rrhp5SRJUmmw4bhQY0ebmspzfjEK&#10;sE+PSefNKd/hjy12X7/b/Z9T6v1tWM9BBBrCM/xob7WCdAr3L/E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LMfcMAAADbAAAADwAAAAAAAAAAAAAAAACYAgAAZHJzL2Rv&#10;d25yZXYueG1sUEsFBgAAAAAEAAQA9QAAAIgDAAAAAA==&#10;" fillcolor="white [3212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91358" behindDoc="0" locked="0" layoutInCell="0" allowOverlap="1">
                <wp:simplePos x="0" y="0"/>
                <wp:positionH relativeFrom="page">
                  <wp:posOffset>6216650</wp:posOffset>
                </wp:positionH>
                <wp:positionV relativeFrom="page">
                  <wp:posOffset>1252220</wp:posOffset>
                </wp:positionV>
                <wp:extent cx="1215390" cy="1212850"/>
                <wp:effectExtent l="6350" t="4445" r="6985" b="1905"/>
                <wp:wrapNone/>
                <wp:docPr id="58" name="Group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5390" cy="1212850"/>
                          <a:chOff x="9770" y="4355"/>
                          <a:chExt cx="1854" cy="1850"/>
                        </a:xfrm>
                      </wpg:grpSpPr>
                      <wps:wsp>
                        <wps:cNvPr id="59" name="Oval 624"/>
                        <wps:cNvSpPr>
                          <a:spLocks noChangeArrowheads="1"/>
                        </wps:cNvSpPr>
                        <wps:spPr bwMode="auto">
                          <a:xfrm>
                            <a:off x="9770" y="4355"/>
                            <a:ext cx="1854" cy="185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625"/>
                        <wps:cNvSpPr>
                          <a:spLocks noChangeArrowheads="1"/>
                        </wps:cNvSpPr>
                        <wps:spPr bwMode="auto">
                          <a:xfrm>
                            <a:off x="9838" y="4423"/>
                            <a:ext cx="1719" cy="171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Oval 626"/>
                        <wps:cNvSpPr>
                          <a:spLocks noChangeArrowheads="1"/>
                        </wps:cNvSpPr>
                        <wps:spPr bwMode="auto">
                          <a:xfrm>
                            <a:off x="10345" y="4929"/>
                            <a:ext cx="704" cy="70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Oval 627"/>
                        <wps:cNvSpPr>
                          <a:spLocks noChangeArrowheads="1"/>
                        </wps:cNvSpPr>
                        <wps:spPr bwMode="auto">
                          <a:xfrm>
                            <a:off x="10378" y="4961"/>
                            <a:ext cx="638" cy="63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BE84C" id="Group 623" o:spid="_x0000_s1026" style="position:absolute;margin-left:489.5pt;margin-top:98.6pt;width:95.7pt;height:95.5pt;z-index:251791358;mso-position-horizontal-relative:page;mso-position-vertical-relative:page" coordorigin="9770,4355" coordsize="1854,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" o:allowincell="f">
                <v:oval id="Oval 624" o:spid="_x0000_s1027" style="position:absolute;left:9770;top:4355;width:1854;height:1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3usMA&#10;AADbAAAADwAAAGRycy9kb3ducmV2LnhtbESPQWvCQBSE7wX/w/IEb3WjkNJGVxFB8OClSej5mX3d&#10;pGbfhuyaxP76bqHQ4zAz3zDb/WRbMVDvG8cKVssEBHHldMNGQVmcnl9B+ICssXVMCh7kYb+bPW0x&#10;027kdxryYESEsM9QQR1Cl0npq5os+qXriKP36XqLIcreSN3jGOG2leskeZEWG44LNXZ0rKm65Xer&#10;4PpdJOaSlsbwreymLz6uP9JGqcV8OmxABJrCf/ivfdYK0jf4/RJ/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d3usMAAADbAAAADwAAAAAAAAAAAAAAAACYAgAAZHJzL2Rv&#10;d25yZXYueG1sUEsFBgAAAAAEAAQA9QAAAIgDAAAAAA==&#10;" fillcolor="#ffbd47 [3205]" stroked="f" strokecolor="black [3213]"/>
                <v:oval id="Oval 625" o:spid="_x0000_s1028" style="position:absolute;left:9838;top:4423;width:1719;height: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Srlb8A&#10;AADbAAAADwAAAGRycy9kb3ducmV2LnhtbERPy4rCMBTdC/5DuII7TZVBpNNUfDAgDAjqzP7a3GmL&#10;zU1Joq3z9WYhuDycd7bqTSPu5HxtWcFsmoAgLqyuuVTwc/6aLEH4gKyxsUwKHuRhlQ8HGabadnyk&#10;+ymUIoawT1FBFUKbSumLigz6qW2JI/dnncEQoSuldtjFcNPIeZIspMGaY0OFLW0rKq6nm1Hg/4v9&#10;zlw2v76baX1xLX1svw9KjUf9+hNEoD68xS/3XitYxPXxS/wBMn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hKuVvwAAANsAAAAPAAAAAAAAAAAAAAAAAJgCAABkcnMvZG93bnJl&#10;di54bWxQSwUGAAAAAAQABAD1AAAAhAMAAAAA&#10;" fillcolor="#e84c22 [3204]" stroked="f" strokecolor="black [3213]"/>
                <v:oval id="Oval 626" o:spid="_x0000_s1029" style="position:absolute;left:10345;top:4929;width:704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xAcIA&#10;AADbAAAADwAAAGRycy9kb3ducmV2LnhtbESPQWvCQBSE7wX/w/KE3uomgiIxGykBoYde1OD5mX1u&#10;UrNvQ3bV2F/vCoUeh5n5hsk3o+3EjQbfOlaQzhIQxLXTLRsF1WH7sQLhA7LGzjEpeJCHTTF5yzHT&#10;7s47uu2DERHCPkMFTQh9JqWvG7LoZ64njt7ZDRZDlIOResB7hNtOzpNkKS22HBca7KlsqL7sr1bB&#10;6feQmO9FZQxfqn784XJ+XLRKvU/HzzWIQGP4D/+1v7SCZQqvL/EHy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bEBwgAAANsAAAAPAAAAAAAAAAAAAAAAAJgCAABkcnMvZG93&#10;bnJldi54bWxQSwUGAAAAAAQABAD1AAAAhwMAAAAA&#10;" fillcolor="#ffbd47 [3205]" stroked="f" strokecolor="black [3213]"/>
                <v:oval id="Oval 627" o:spid="_x0000_s1030" style="position:absolute;left:10378;top:4961;width:638;height: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v5cEA&#10;AADbAAAADwAAAGRycy9kb3ducmV2LnhtbESPQYvCMBSE78L+h/AW9qbpeijSNYoIggdxscqen82z&#10;rTYv3STW+u+NIHgcZuYbZjrvTSM6cr62rOB7lIAgLqyuuVRw2K+GExA+IGtsLJOCO3mYzz4GU8y0&#10;vfGOujyUIkLYZ6igCqHNpPRFRQb9yLbE0TtZZzBE6UqpHd4i3DRynCSpNFhzXKiwpWVFxSW/GgXY&#10;paek9eacb/DPHjbb4/r33yn19dkvfkAE6sM7/GqvtYJ0DM8v8Qf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Vb+XBAAAA2wAAAA8AAAAAAAAAAAAAAAAAmAIAAGRycy9kb3du&#10;cmV2LnhtbFBLBQYAAAAABAAEAPUAAACGAwAAAAA=&#10;" fillcolor="white [3212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88286" behindDoc="0" locked="0" layoutInCell="0" allowOverlap="1">
                <wp:simplePos x="0" y="0"/>
                <wp:positionH relativeFrom="page">
                  <wp:posOffset>6433820</wp:posOffset>
                </wp:positionH>
                <wp:positionV relativeFrom="page">
                  <wp:posOffset>2860040</wp:posOffset>
                </wp:positionV>
                <wp:extent cx="1264285" cy="1261745"/>
                <wp:effectExtent l="4445" t="2540" r="7620" b="2540"/>
                <wp:wrapNone/>
                <wp:docPr id="53" name="Group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4285" cy="1261745"/>
                          <a:chOff x="8231" y="5371"/>
                          <a:chExt cx="1991" cy="1987"/>
                        </a:xfrm>
                      </wpg:grpSpPr>
                      <wps:wsp>
                        <wps:cNvPr id="54" name="Oval 596"/>
                        <wps:cNvSpPr>
                          <a:spLocks noChangeArrowheads="1"/>
                        </wps:cNvSpPr>
                        <wps:spPr bwMode="auto">
                          <a:xfrm>
                            <a:off x="8231" y="5371"/>
                            <a:ext cx="1991" cy="198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597"/>
                        <wps:cNvSpPr>
                          <a:spLocks noChangeArrowheads="1"/>
                        </wps:cNvSpPr>
                        <wps:spPr bwMode="auto">
                          <a:xfrm>
                            <a:off x="8403" y="5543"/>
                            <a:ext cx="1646" cy="164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598"/>
                        <wps:cNvSpPr>
                          <a:spLocks noChangeArrowheads="1"/>
                        </wps:cNvSpPr>
                        <wps:spPr bwMode="auto">
                          <a:xfrm>
                            <a:off x="8736" y="5875"/>
                            <a:ext cx="982" cy="9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599"/>
                        <wps:cNvSpPr>
                          <a:spLocks noChangeArrowheads="1"/>
                        </wps:cNvSpPr>
                        <wps:spPr bwMode="auto">
                          <a:xfrm>
                            <a:off x="8801" y="5940"/>
                            <a:ext cx="852" cy="85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3E73EF" id="Group 595" o:spid="_x0000_s1026" style="position:absolute;margin-left:506.6pt;margin-top:225.2pt;width:99.55pt;height:99.35pt;z-index:251788286;mso-position-horizontal-relative:page;mso-position-vertical-relative:page" coordorigin="8231,5371" coordsize="1991,1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" o:allowincell="f">
                <v:oval id="Oval 596" o:spid="_x0000_s1027" style="position:absolute;left:8231;top:5371;width:1991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yYt8IA&#10;AADbAAAADwAAAGRycy9kb3ducmV2LnhtbESPQWvCQBSE7wX/w/KE3urGoiLRVUQoeJBKo3h+Zp9J&#10;NPs27q4x/nu3UOhxmJlvmPmyM7VoyfnKsoLhIAFBnFtdcaHgsP/6mILwAVljbZkUPMnDctF7m2Oq&#10;7YN/qM1CISKEfYoKyhCaVEqfl2TQD2xDHL2zdQZDlK6Q2uEjwk0tP5NkIg1WHBdKbGhdUn7N7kYB&#10;tpNz0nhzybZ4tIft92mzuzml3vvdagYiUBf+w3/tjVYwHsHvl/g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3Ji3wgAAANsAAAAPAAAAAAAAAAAAAAAAAJgCAABkcnMvZG93&#10;bnJldi54bWxQSwUGAAAAAAQABAD1AAAAhwMAAAAA&#10;" fillcolor="white [3212]" stroked="f" strokecolor="black [3213]"/>
                <v:oval id="Oval 597" o:spid="_x0000_s1028" style="position:absolute;left:8403;top:5543;width:1646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9v8MA&#10;AADbAAAADwAAAGRycy9kb3ducmV2LnhtbESPwWrDMBBE74X+g9hCbrVcg0twLIcQKPTQSxKT88ba&#10;yI6tlbFUx+3XV4VCj8PMvGHK7WIHMdPkO8cKXpIUBHHjdMdGQX16e16D8AFZ4+CYFHyRh231+FBi&#10;od2dDzQfgxERwr5ABW0IYyGlb1qy6BM3Ekfv6iaLIcrJSD3hPcLtILM0fZUWO44LLY60b6npj59W&#10;weX7lJqPvDaG+3pcbrzPznmn1Opp2W1ABFrCf/iv/a4V5Dn8fok/Q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p9v8MAAADbAAAADwAAAAAAAAAAAAAAAACYAgAAZHJzL2Rv&#10;d25yZXYueG1sUEsFBgAAAAAEAAQA9QAAAIgDAAAAAA==&#10;" fillcolor="#ffbd47 [3205]" stroked="f" strokecolor="black [3213]"/>
                <v:oval id="Oval 598" o:spid="_x0000_s1029" style="position:absolute;left:8736;top:5875;width:982;height: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h94sQA&#10;AADbAAAADwAAAGRycy9kb3ducmV2LnhtbESP3WrCQBSE7wu+w3IE7+pGsaLRVeIf7YUg/jzAIXvM&#10;BrNnQ3aj6dt3C4VeDjPzDbNcd7YST2p86VjBaJiAIM6dLrlQcLse3mcgfEDWWDkmBd/kYb3qvS0x&#10;1e7FZ3peQiEihH2KCkwIdSqlzw1Z9ENXE0fv7hqLIcqmkLrBV4TbSo6TZCotlhwXDNa0NZQ/Lq1V&#10;sJmE7HPf7k6H8+yOYz/Pjq3JlBr0u2wBIlAX/sN/7S+t4GMK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ofeLEAAAA2wAAAA8AAAAAAAAAAAAAAAAAmAIAAGRycy9k&#10;b3ducmV2LnhtbFBLBQYAAAAABAAEAPUAAACJAwAAAAA=&#10;" fillcolor="white [3212]" stroked="f"/>
                <v:oval id="Oval 599" o:spid="_x0000_s1030" style="position:absolute;left:8801;top:5940;width:852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hossUA&#10;AADbAAAADwAAAGRycy9kb3ducmV2LnhtbESPX2vCQBDE3wv9DscWfKt3LfQP0VO0tKUvFqMiPq65&#10;NQnm9kJu1fTbe4VCH4eZ+Q0znva+UWfqYh3YwsPQgCIugqu5tLBZf9y/goqC7LAJTBZ+KMJ0cnsz&#10;xsyFC+d0XkmpEoRjhhYqkTbTOhYVeYzD0BIn7xA6j5JkV2rX4SXBfaMfjXnWHmtOCxW29FZRcVyd&#10;vIXFcf5+MJvt97IVk+8+fd7vZW7t4K6fjUAJ9fIf/mt/OQtPL/D7Jf0AP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GiyxQAAANsAAAAPAAAAAAAAAAAAAAAAAJgCAABkcnMv&#10;ZG93bnJldi54bWxQSwUGAAAAAAQABAD1AAAAigMAAAAA&#10;" fillcolor="#e84c22 [3204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5099685</wp:posOffset>
                </wp:positionH>
                <wp:positionV relativeFrom="page">
                  <wp:posOffset>1572895</wp:posOffset>
                </wp:positionV>
                <wp:extent cx="1486535" cy="1482725"/>
                <wp:effectExtent l="3810" t="1270" r="5080" b="1905"/>
                <wp:wrapNone/>
                <wp:docPr id="47" name="Group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6535" cy="1482725"/>
                          <a:chOff x="4006" y="3594"/>
                          <a:chExt cx="2341" cy="2335"/>
                        </a:xfrm>
                      </wpg:grpSpPr>
                      <wps:wsp>
                        <wps:cNvPr id="48" name="Oval 606"/>
                        <wps:cNvSpPr>
                          <a:spLocks noChangeArrowheads="1"/>
                        </wps:cNvSpPr>
                        <wps:spPr bwMode="auto">
                          <a:xfrm>
                            <a:off x="4006" y="3594"/>
                            <a:ext cx="2341" cy="233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607"/>
                        <wps:cNvSpPr>
                          <a:spLocks noChangeArrowheads="1"/>
                        </wps:cNvSpPr>
                        <wps:spPr bwMode="auto">
                          <a:xfrm>
                            <a:off x="4141" y="3728"/>
                            <a:ext cx="2071" cy="206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Oval 608"/>
                        <wps:cNvSpPr>
                          <a:spLocks noChangeArrowheads="1"/>
                        </wps:cNvSpPr>
                        <wps:spPr bwMode="auto">
                          <a:xfrm>
                            <a:off x="4486" y="4073"/>
                            <a:ext cx="1380" cy="137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609"/>
                        <wps:cNvSpPr>
                          <a:spLocks noChangeArrowheads="1"/>
                        </wps:cNvSpPr>
                        <wps:spPr bwMode="auto">
                          <a:xfrm>
                            <a:off x="4657" y="4243"/>
                            <a:ext cx="1038" cy="103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610"/>
                        <wps:cNvSpPr>
                          <a:spLocks noChangeArrowheads="1"/>
                        </wps:cNvSpPr>
                        <wps:spPr bwMode="auto">
                          <a:xfrm>
                            <a:off x="4844" y="4430"/>
                            <a:ext cx="664" cy="66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09B26" id="Group 605" o:spid="_x0000_s1026" style="position:absolute;margin-left:401.55pt;margin-top:123.85pt;width:117.05pt;height:116.75pt;z-index:251882496;mso-position-horizontal-relative:page;mso-position-vertical-relative:page" coordorigin="4006,3594" coordsize="2341,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" o:allowincell="f">
                <v:oval id="Oval 606" o:spid="_x0000_s1027" style="position:absolute;left:4006;top:3594;width:2341;height:2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JE/L8A&#10;AADbAAAADwAAAGRycy9kb3ducmV2LnhtbERPTYvCMBC9L/gfwgjetqmii1RjEUHYg5fV4nlsxrS2&#10;mZQmq3V/vTkIe3y873U+2Fbcqfe1YwXTJAVBXDpds1FQnPafSxA+IGtsHZOCJ3nIN6OPNWbaPfiH&#10;7sdgRAxhn6GCKoQuk9KXFVn0ieuII3d1vcUQYW+k7vERw20rZ2n6JS3WHBsq7GhXUdkcf62Cy98p&#10;NYdFYQw3RTfceDc7L2qlJuNhuwIRaAj/4rf7WyuYx7HxS/wB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IkT8vwAAANsAAAAPAAAAAAAAAAAAAAAAAJgCAABkcnMvZG93bnJl&#10;di54bWxQSwUGAAAAAAQABAD1AAAAhAMAAAAA&#10;" fillcolor="#ffbd47 [3205]" stroked="f" strokecolor="black [3213]"/>
                <v:oval id="Oval 607" o:spid="_x0000_s1028" style="position:absolute;left:4141;top:3728;width:207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LPhsUA&#10;AADbAAAADwAAAGRycy9kb3ducmV2LnhtbESPQWvCQBSE74X+h+UVvNXdllLa6Cpa2tKLxaiIx2f2&#10;mQSzb0P2qem/dwuFHoeZ+YYZT3vfqDN1sQ5s4WFoQBEXwdVcWtisP+5fQEVBdtgEJgs/FGE6ub0Z&#10;Y+bChXM6r6RUCcIxQwuVSJtpHYuKPMZhaImTdwidR0myK7Xr8JLgvtGPxjxrjzWnhQpbequoOK5O&#10;3sLiOH8/mM32e9mKyXefPu/3Mrd2cNfPRqCEevkP/7W/nIWnV/j9kn6An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s+GxQAAANsAAAAPAAAAAAAAAAAAAAAAAJgCAABkcnMv&#10;ZG93bnJldi54bWxQSwUGAAAAAAQABAD1AAAAigMAAAAA&#10;" fillcolor="#e84c22 [3204]" stroked="f"/>
                <v:oval id="Oval 608" o:spid="_x0000_s1029" style="position:absolute;left:4486;top:4073;width:1380;height:1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HrMb8A&#10;AADbAAAADwAAAGRycy9kb3ducmV2LnhtbERPy4rCMBTdC/5DuMLsNFWoSscogyAojOBzf23utGWS&#10;m9LE2pmvNwvB5eG8F6vOGtFS4yvHCsajBARx7nTFhYLLeTOcg/ABWaNxTAr+yMNq2e8tMNPuwUdq&#10;T6EQMYR9hgrKEOpMSp+XZNGPXE0cuR/XWAwRNoXUDT5iuDVykiRTabHi2FBiTeuS8t/T3SqQiSHc&#10;za7f88rsp//HW3poN6lSH4Pu6xNEoC68xS/3VitI4/r4Jf4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gesxvwAAANsAAAAPAAAAAAAAAAAAAAAAAJgCAABkcnMvZG93bnJl&#10;di54bWxQSwUGAAAAAAQABAD1AAAAhAMAAAAA&#10;" fillcolor="#e84c22 [3204]" strokecolor="white [3212]" strokeweight="2pt"/>
                <v:oval id="Oval 609" o:spid="_x0000_s1030" style="position:absolute;left:4657;top:4243;width:1038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llsQA&#10;AADbAAAADwAAAGRycy9kb3ducmV2LnhtbESP3WrCQBSE7wu+w3IE7+pG0aLRjcS20l4Uij8PcMie&#10;ZIPZsyG70fTt3UKhl8PMfMNsd4NtxI06XztWMJsmIIgLp2uuFFzOh+cVCB+QNTaOScEPedhlo6ct&#10;ptrd+Ui3U6hEhLBPUYEJoU2l9IUhi37qWuLola6zGKLsKqk7vEe4beQ8SV6kxZrjgsGWXg0V11Nv&#10;FewXIf9479++D8dViXO/zr96kys1GQ/5BkSgIfyH/9qfWsFyBr9f4g+Q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B5ZbEAAAA2wAAAA8AAAAAAAAAAAAAAAAAmAIAAGRycy9k&#10;b3ducmV2LnhtbFBLBQYAAAAABAAEAPUAAACJAwAAAAA=&#10;" fillcolor="white [3212]" stroked="f"/>
                <v:oval id="Oval 610" o:spid="_x0000_s1031" style="position:absolute;left:4844;top:4430;width:664;height: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LS3sUA&#10;AADbAAAADwAAAGRycy9kb3ducmV2LnhtbESPQWvCQBSE7wX/w/KE3pqNVktJXSWISk+iaQ89PrKv&#10;Sdrs27C7JvHfdwWhx2FmvmFWm9G0oifnG8sKZkkKgri0uuFKwefH/ukVhA/IGlvLpOBKHjbrycMK&#10;M20HPlNfhEpECPsMFdQhdJmUvqzJoE9sRxy9b+sMhihdJbXDIcJNK+dp+iINNhwXauxoW1P5W1yM&#10;gt3pcMrPtPj5Oiz63eCe8+J4HZR6nI75G4hAY/gP39vvWsFyDrcv8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tLexQAAANsAAAAPAAAAAAAAAAAAAAAAAJgCAABkcnMv&#10;ZG93bnJldi54bWxQSwUGAAAAAAQABAD1AAAAigMAAAAA&#10;" fillcolor="#ff8427 [3207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92382" behindDoc="0" locked="0" layoutInCell="0" allowOverlap="1">
                <wp:simplePos x="0" y="0"/>
                <wp:positionH relativeFrom="page">
                  <wp:posOffset>1467485</wp:posOffset>
                </wp:positionH>
                <wp:positionV relativeFrom="page">
                  <wp:posOffset>-81280</wp:posOffset>
                </wp:positionV>
                <wp:extent cx="1350010" cy="1346200"/>
                <wp:effectExtent l="38735" t="42545" r="40005" b="40005"/>
                <wp:wrapNone/>
                <wp:docPr id="43" name="Group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0010" cy="1346200"/>
                          <a:chOff x="2198" y="2674"/>
                          <a:chExt cx="2666" cy="2658"/>
                        </a:xfrm>
                      </wpg:grpSpPr>
                      <wps:wsp>
                        <wps:cNvPr id="44" name="Oval 645"/>
                        <wps:cNvSpPr>
                          <a:spLocks noChangeArrowheads="1"/>
                        </wps:cNvSpPr>
                        <wps:spPr bwMode="auto">
                          <a:xfrm>
                            <a:off x="2198" y="2674"/>
                            <a:ext cx="2666" cy="265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762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646"/>
                        <wps:cNvSpPr>
                          <a:spLocks noChangeArrowheads="1"/>
                        </wps:cNvSpPr>
                        <wps:spPr bwMode="auto">
                          <a:xfrm>
                            <a:off x="2475" y="2950"/>
                            <a:ext cx="2112" cy="210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647"/>
                        <wps:cNvSpPr>
                          <a:spLocks noChangeArrowheads="1"/>
                        </wps:cNvSpPr>
                        <wps:spPr bwMode="auto">
                          <a:xfrm>
                            <a:off x="2554" y="3030"/>
                            <a:ext cx="1953" cy="19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54367A" id="Group 644" o:spid="_x0000_s1026" style="position:absolute;margin-left:115.55pt;margin-top:-6.4pt;width:106.3pt;height:106pt;z-index:251792382;mso-position-horizontal-relative:page;mso-position-vertical-relative:page" coordorigin="2198,2674" coordsize="2666,2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" o:allowincell="f">
                <v:oval id="Oval 645" o:spid="_x0000_s1027" style="position:absolute;left:2198;top:2674;width:2666;height:2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iJPMMA&#10;AADbAAAADwAAAGRycy9kb3ducmV2LnhtbESPQYvCMBSE78L+h/AWvGm6IiLVKIuLIHhZq6jHR/Ns&#10;is1Lt4na/vuNIHgcZuYbZr5sbSXu1PjSsYKvYQKCOHe65ELBYb8eTEH4gKyxckwKOvKwXHz05phq&#10;9+Ad3bNQiAhhn6ICE0KdSulzQxb90NXE0bu4xmKIsimkbvAR4baSoySZSIslxwWDNa0M5dfsZhX4&#10;7V+26s6ZO9j9+fRjTqPu93ZUqv/Zfs9ABGrDO/xqb7SC8Rie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iJPMMAAADbAAAADwAAAAAAAAAAAAAAAACYAgAAZHJzL2Rv&#10;d25yZXYueG1sUEsFBgAAAAAEAAQA9QAAAIgDAAAAAA==&#10;" fillcolor="white [3212]" strokecolor="#e84c22 [3204]" strokeweight="6pt"/>
                <v:oval id="Oval 646" o:spid="_x0000_s1028" style="position:absolute;left:2475;top:2950;width:2112;height:2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/Fg8UA&#10;AADbAAAADwAAAGRycy9kb3ducmV2LnhtbESPQWvCQBSE74X+h+UVvNXdlraU6Cpa2tKLxaiIx2f2&#10;mQSzb0P2qem/dwuFHoeZ+YYZT3vfqDN1sQ5s4WFoQBEXwdVcWtisP+5fQUVBdtgEJgs/FGE6ub0Z&#10;Y+bChXM6r6RUCcIxQwuVSJtpHYuKPMZhaImTdwidR0myK7Xr8JLgvtGPxrxojzWnhQpbequoOK5O&#10;3sLiOH8/mM32e9mKyXefPu/3Mrd2cNfPRqCEevkP/7W/nIWnZ/j9kn6An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8WDxQAAANsAAAAPAAAAAAAAAAAAAAAAAJgCAABkcnMv&#10;ZG93bnJldi54bWxQSwUGAAAAAAQABAD1AAAAigMAAAAA&#10;" fillcolor="#e84c22 [3204]" stroked="f"/>
                <v:oval id="Oval 647" o:spid="_x0000_s1029" style="position:absolute;left:2554;top:3030;width:1953;height:1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HrP8MA&#10;AADbAAAADwAAAGRycy9kb3ducmV2LnhtbESP3YrCMBSE7wXfIZwF7zRdEdGuUeof68WC+PMAh+bY&#10;lG1OSpNqfXuzIOzlMDPfMItVZytxp8aXjhV8jhIQxLnTJRcKrpf9cAbCB2SNlWNS8CQPq2W/t8BU&#10;uwef6H4OhYgQ9ikqMCHUqZQ+N2TRj1xNHL2bayyGKJtC6gYfEW4rOU6SqbRYclwwWNPGUP57bq2C&#10;9SRk37t2e9yfZjcc+3n205pMqcFHl32BCNSF//C7fdAKJlP4+x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HrP8MAAADbAAAADwAAAAAAAAAAAAAAAACYAgAAZHJzL2Rv&#10;d25yZXYueG1sUEsFBgAAAAAEAAQA9QAAAIgDAAAAAA==&#10;" fillcolor="white [3212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90334" behindDoc="0" locked="0" layoutInCell="0" allowOverlap="1">
                <wp:simplePos x="0" y="0"/>
                <wp:positionH relativeFrom="page">
                  <wp:posOffset>4837430</wp:posOffset>
                </wp:positionH>
                <wp:positionV relativeFrom="page">
                  <wp:posOffset>3322955</wp:posOffset>
                </wp:positionV>
                <wp:extent cx="1445895" cy="1442085"/>
                <wp:effectExtent l="8255" t="8255" r="3175" b="6985"/>
                <wp:wrapNone/>
                <wp:docPr id="37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5895" cy="1442085"/>
                          <a:chOff x="5206" y="6035"/>
                          <a:chExt cx="2277" cy="2271"/>
                        </a:xfrm>
                      </wpg:grpSpPr>
                      <wps:wsp>
                        <wps:cNvPr id="38" name="Oval 618"/>
                        <wps:cNvSpPr>
                          <a:spLocks noChangeArrowheads="1"/>
                        </wps:cNvSpPr>
                        <wps:spPr bwMode="auto">
                          <a:xfrm>
                            <a:off x="5206" y="6035"/>
                            <a:ext cx="2277" cy="227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619"/>
                        <wps:cNvSpPr>
                          <a:spLocks noChangeArrowheads="1"/>
                        </wps:cNvSpPr>
                        <wps:spPr bwMode="auto">
                          <a:xfrm>
                            <a:off x="5319" y="6148"/>
                            <a:ext cx="2052" cy="2046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620"/>
                        <wps:cNvSpPr>
                          <a:spLocks noChangeArrowheads="1"/>
                        </wps:cNvSpPr>
                        <wps:spPr bwMode="auto">
                          <a:xfrm>
                            <a:off x="5754" y="6582"/>
                            <a:ext cx="1182" cy="117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621"/>
                        <wps:cNvSpPr>
                          <a:spLocks noChangeArrowheads="1"/>
                        </wps:cNvSpPr>
                        <wps:spPr bwMode="auto">
                          <a:xfrm>
                            <a:off x="5836" y="6663"/>
                            <a:ext cx="1018" cy="1016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622"/>
                        <wps:cNvSpPr>
                          <a:spLocks noChangeArrowheads="1"/>
                        </wps:cNvSpPr>
                        <wps:spPr bwMode="auto">
                          <a:xfrm>
                            <a:off x="6043" y="6871"/>
                            <a:ext cx="603" cy="60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BE16C" id="Group 617" o:spid="_x0000_s1026" style="position:absolute;margin-left:380.9pt;margin-top:261.65pt;width:113.85pt;height:113.55pt;z-index:251790334;mso-position-horizontal-relative:page;mso-position-vertical-relative:page" coordorigin="5206,6035" coordsize="2277,2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" o:allowincell="f">
                <v:oval id="Oval 618" o:spid="_x0000_s1027" style="position:absolute;left:5206;top:6035;width:2277;height:2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3gb8A&#10;AADbAAAADwAAAGRycy9kb3ducmV2LnhtbERPTYvCMBC9L/gfwgjetqmKi1RjEUHYg5fV4nlsxrS2&#10;mZQmq3V/vTkIe3y873U+2Fbcqfe1YwXTJAVBXDpds1FQnPafSxA+IGtsHZOCJ3nIN6OPNWbaPfiH&#10;7sdgRAxhn6GCKoQuk9KXFVn0ieuII3d1vcUQYW+k7vERw20rZ2n6JS3WHBsq7GhXUdkcf62Cy98p&#10;NYdFYQw3RTfceDc7L2qlJuNhuwIRaAj/4rf7WyuYx7HxS/wB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JDeBvwAAANsAAAAPAAAAAAAAAAAAAAAAAJgCAABkcnMvZG93bnJl&#10;di54bWxQSwUGAAAAAAQABAD1AAAAhAMAAAAA&#10;" fillcolor="#ffbd47 [3205]" stroked="f" strokecolor="black [3213]"/>
                <v:oval id="Oval 619" o:spid="_x0000_s1028" style="position:absolute;left:5319;top:6148;width:2052;height:2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lD8QA&#10;AADbAAAADwAAAGRycy9kb3ducmV2LnhtbESPQWvCQBSE7wX/w/KE3urGKmJTVwlixZNo2kOPj+xr&#10;kjb7Nuxuk/jvXUHwOMzMN8xqM5hGdOR8bVnBdJKAIC6srrlU8PX58bIE4QOyxsYyKbiQh8169LTC&#10;VNuez9TloRQRwj5FBVUIbSqlLyoy6Ce2JY7ej3UGQ5SulNphH+Gmka9JspAGa44LFba0raj4y/+N&#10;gt1pf8rONP/93s+7Xe9mWX689Eo9j4fsHUSgITzC9/ZBK5i9we1L/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5pQ/EAAAA2wAAAA8AAAAAAAAAAAAAAAAAmAIAAGRycy9k&#10;b3ducmV2LnhtbFBLBQYAAAAABAAEAPUAAACJAwAAAAA=&#10;" fillcolor="#ff8427 [3207]" stroked="f"/>
                <v:oval id="Oval 620" o:spid="_x0000_s1029" style="position:absolute;left:5754;top:6582;width:1182;height:1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4Iab8A&#10;AADbAAAADwAAAGRycy9kb3ducmV2LnhtbERPTYvCMBC9C/6HMII3TV1ElmoUEQQP4rLd4nlsxrba&#10;TLpJrN1/vzkIHh/ve7XpTSM6cr62rGA2TUAQF1bXXCrIf/aTTxA+IGtsLJOCP/KwWQ8HK0y1ffI3&#10;dVkoRQxhn6KCKoQ2ldIXFRn0U9sSR+5qncEQoSuldviM4aaRH0mykAZrjg0VtrSrqLhnD6MAu8U1&#10;ab25ZUc82/x4uhy+fp1S41G/XYII1Ie3+OU+aAXzuD5+iT9A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PghpvwAAANsAAAAPAAAAAAAAAAAAAAAAAJgCAABkcnMvZG93bnJl&#10;di54bWxQSwUGAAAAAAQABAD1AAAAhAMAAAAA&#10;" fillcolor="white [3212]" stroked="f" strokecolor="black [3213]"/>
                <v:oval id="Oval 621" o:spid="_x0000_s1030" style="position:absolute;left:5836;top:6663;width:1018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cHn8YA&#10;AADbAAAADwAAAGRycy9kb3ducmV2LnhtbESPQWvCQBSE74X+h+UJ3upGKaVEV6nVYg9SbKrS4yP7&#10;TEKyb0N2TaK/3i0UPA4z8w0zW/SmEi01rrCsYDyKQBCnVhecKdj/fDy9gnAeWWNlmRRcyMFi/vgw&#10;w1jbjr+pTXwmAoRdjApy7+tYSpfmZNCNbE0cvJNtDPogm0zqBrsAN5WcRNGLNFhwWMixpvec0jI5&#10;GwW/293mVHTZ8ro6t8fya3Io13Wl1HDQv01BeOr9Pfzf/tQKnsfw9yX8AD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cHn8YAAADbAAAADwAAAAAAAAAAAAAAAACYAgAAZHJz&#10;L2Rvd25yZXYueG1sUEsFBgAAAAAEAAQA9QAAAIsDAAAAAA==&#10;" fillcolor="#b64926 [3206]" stroked="f"/>
                <v:oval id="Oval 622" o:spid="_x0000_s1031" style="position:absolute;left:6043;top:6871;width:603;height: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AzhcIA&#10;AADbAAAADwAAAGRycy9kb3ducmV2LnhtbESPQYvCMBSE7wv+h/AEb2uqLLJUo4ggeJAVu+L52Tzb&#10;avPSTbK1/nsjCB6HmfmGmS06U4uWnK8sKxgNExDEudUVFwoOv+vPbxA+IGusLZOCO3lYzHsfM0y1&#10;vfGe2iwUIkLYp6igDKFJpfR5SQb90DbE0TtbZzBE6QqpHd4i3NRynCQTabDiuFBiQ6uS8mv2bxRg&#10;OzknjTeXbItHe9j+nDa7P6fUoN8tpyACdeEdfrU3WsHXGJ5f4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DOFwgAAANsAAAAPAAAAAAAAAAAAAAAAAJgCAABkcnMvZG93&#10;bnJldi54bWxQSwUGAAAAAAQABAD1AAAAhwMAAAAA&#10;" fillcolor="white [3212]" stroked="f" strokecolor="black [3213]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89310" behindDoc="0" locked="0" layoutInCell="0" allowOverlap="1">
                <wp:simplePos x="0" y="0"/>
                <wp:positionH relativeFrom="page">
                  <wp:posOffset>6433820</wp:posOffset>
                </wp:positionH>
                <wp:positionV relativeFrom="page">
                  <wp:posOffset>4156710</wp:posOffset>
                </wp:positionV>
                <wp:extent cx="882650" cy="880110"/>
                <wp:effectExtent l="4445" t="3810" r="8255" b="1905"/>
                <wp:wrapNone/>
                <wp:docPr id="31" name="Group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0" cy="880110"/>
                          <a:chOff x="8712" y="7463"/>
                          <a:chExt cx="1390" cy="1386"/>
                        </a:xfrm>
                      </wpg:grpSpPr>
                      <wps:wsp>
                        <wps:cNvPr id="32" name="Oval 601"/>
                        <wps:cNvSpPr>
                          <a:spLocks noChangeArrowheads="1"/>
                        </wps:cNvSpPr>
                        <wps:spPr bwMode="auto">
                          <a:xfrm>
                            <a:off x="8712" y="7463"/>
                            <a:ext cx="1390" cy="138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602"/>
                        <wps:cNvSpPr>
                          <a:spLocks noChangeArrowheads="1"/>
                        </wps:cNvSpPr>
                        <wps:spPr bwMode="auto">
                          <a:xfrm>
                            <a:off x="8996" y="7746"/>
                            <a:ext cx="822" cy="8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603"/>
                        <wps:cNvSpPr>
                          <a:spLocks noChangeArrowheads="1"/>
                        </wps:cNvSpPr>
                        <wps:spPr bwMode="auto">
                          <a:xfrm>
                            <a:off x="9049" y="7799"/>
                            <a:ext cx="716" cy="71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604"/>
                        <wps:cNvSpPr>
                          <a:spLocks noChangeArrowheads="1"/>
                        </wps:cNvSpPr>
                        <wps:spPr bwMode="auto">
                          <a:xfrm>
                            <a:off x="9085" y="7835"/>
                            <a:ext cx="644" cy="64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A3BB6C" id="Group 600" o:spid="_x0000_s1026" style="position:absolute;margin-left:506.6pt;margin-top:327.3pt;width:69.5pt;height:69.3pt;z-index:251789310;mso-position-horizontal-relative:page;mso-position-vertical-relative:page" coordorigin="8712,7463" coordsize="1390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" o:allowincell="f">
                <v:oval id="Oval 601" o:spid="_x0000_s1027" style="position:absolute;left:8712;top:7463;width:1390;height:1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ZA+MIA&#10;AADbAAAADwAAAGRycy9kb3ducmV2LnhtbESPQYvCMBSE7wv+h/AEb2uqC7JUo4ggeJAVu+L52Tzb&#10;avPSTbK1/nsjCB6HmfmGmS06U4uWnK8sKxgNExDEudUVFwoOv+vPbxA+IGusLZOCO3lYzHsfM0y1&#10;vfGe2iwUIkLYp6igDKFJpfR5SQb90DbE0TtbZzBE6QqpHd4i3NRynCQTabDiuFBiQ6uS8mv2bxRg&#10;OzknjTeXbItHe9j+nDa7P6fUoN8tpyACdeEdfrU3WsHXGJ5f4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pkD4wgAAANsAAAAPAAAAAAAAAAAAAAAAAJgCAABkcnMvZG93&#10;bnJldi54bWxQSwUGAAAAAAQABAD1AAAAhwMAAAAA&#10;" fillcolor="white [3212]" stroked="f" strokecolor="black [3213]"/>
                <v:oval id="Oval 602" o:spid="_x0000_s1028" style="position:absolute;left:8996;top:7746;width:822;height: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9PDsYA&#10;AADbAAAADwAAAGRycy9kb3ducmV2LnhtbESPQWvCQBSE74L/YXlCb7qpQimpq1htaQ9Faqzi8ZF9&#10;JiHZtyG7Jqm/3hUKPQ4z8w0zX/amEi01rrCs4HESgSBOrS44U/Czfx8/g3AeWWNlmRT8koPlYjiY&#10;Y6xtxztqE5+JAGEXo4Lc+zqW0qU5GXQTWxMH72wbgz7IJpO6wS7ATSWnUfQkDRYcFnKsaZ1TWiYX&#10;o+D09f1xLrrs9bq5tMdyOz2Ub3Wl1MOoX72A8NT7//Bf+1MrmM3g/iX8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9PDsYAAADbAAAADwAAAAAAAAAAAAAAAACYAgAAZHJz&#10;L2Rvd25yZXYueG1sUEsFBgAAAAAEAAQA9QAAAIsDAAAAAA==&#10;" fillcolor="#b64926 [3206]" stroked="f"/>
                <v:oval id="Oval 603" o:spid="_x0000_s1029" style="position:absolute;left:9049;top:7799;width:716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jrsQA&#10;AADbAAAADwAAAGRycy9kb3ducmV2LnhtbESPzWrDMBCE74W8g9hAbo2cH0rqRg7OH+2hUJL2ARZr&#10;bZlYK2PJifP2UaHQ4zAz3zDrzWAbcaXO144VzKYJCOLC6ZorBT/fx+cVCB+QNTaOScGdPGyy0dMa&#10;U+1ufKLrOVQiQtinqMCE0KZS+sKQRT91LXH0StdZDFF2ldQd3iLcNnKeJC/SYs1xwWBLO0PF5dxb&#10;BdtlyN8P/f7reFqVOPev+WdvcqUm4yF/AxFoCP/hv/aHVrBYwu+X+ANk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po67EAAAA2wAAAA8AAAAAAAAAAAAAAAAAmAIAAGRycy9k&#10;b3ducmV2LnhtbFBLBQYAAAAABAAEAPUAAACJAwAAAAA=&#10;" fillcolor="white [3212]" stroked="f"/>
                <v:oval id="Oval 604" o:spid="_x0000_s1030" style="position:absolute;left:9085;top:7835;width:644;height: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SvCsUA&#10;AADbAAAADwAAAGRycy9kb3ducmV2LnhtbESPT2vCQBTE7wW/w/KE3urG+oeSukoQK55E0x56fGRf&#10;k7TZt2F3m8Rv7wqCx2FmfsOsNoNpREfO15YVTCcJCOLC6ppLBV+fHy9vIHxA1thYJgUX8rBZj55W&#10;mGrb85m6PJQiQtinqKAKoU2l9EVFBv3EtsTR+7HOYIjSlVI77CPcNPI1SZbSYM1xocKWthUVf/m/&#10;UbA77U/Zmea/3/t5t+vdLMuPl16p5/GQvYMINIRH+N4+aAWzBdy+xB8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NK8KxQAAANsAAAAPAAAAAAAAAAAAAAAAAJgCAABkcnMv&#10;ZG93bnJldi54bWxQSwUGAAAAAAQABAD1AAAAigMAAAAA&#10;" fillcolor="#ff8427 [3207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86238" behindDoc="0" locked="0" layoutInCell="0" allowOverlap="1">
                <wp:simplePos x="0" y="0"/>
                <wp:positionH relativeFrom="page">
                  <wp:posOffset>361315</wp:posOffset>
                </wp:positionH>
                <wp:positionV relativeFrom="page">
                  <wp:posOffset>1793875</wp:posOffset>
                </wp:positionV>
                <wp:extent cx="1051560" cy="1051560"/>
                <wp:effectExtent l="8890" t="3175" r="6350" b="2540"/>
                <wp:wrapNone/>
                <wp:docPr id="25" name="Group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1560" cy="1051560"/>
                          <a:chOff x="810" y="3553"/>
                          <a:chExt cx="1656" cy="1656"/>
                        </a:xfrm>
                      </wpg:grpSpPr>
                      <wps:wsp>
                        <wps:cNvPr id="26" name="Oval 580"/>
                        <wps:cNvSpPr>
                          <a:spLocks noChangeArrowheads="1"/>
                        </wps:cNvSpPr>
                        <wps:spPr bwMode="auto">
                          <a:xfrm>
                            <a:off x="810" y="3553"/>
                            <a:ext cx="1656" cy="16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581"/>
                        <wps:cNvSpPr>
                          <a:spLocks noChangeArrowheads="1"/>
                        </wps:cNvSpPr>
                        <wps:spPr bwMode="auto">
                          <a:xfrm>
                            <a:off x="984" y="3728"/>
                            <a:ext cx="1307" cy="1307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582"/>
                        <wps:cNvSpPr>
                          <a:spLocks noChangeArrowheads="1"/>
                        </wps:cNvSpPr>
                        <wps:spPr bwMode="auto">
                          <a:xfrm>
                            <a:off x="1163" y="3906"/>
                            <a:ext cx="950" cy="9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583"/>
                        <wps:cNvSpPr>
                          <a:spLocks noChangeArrowheads="1"/>
                        </wps:cNvSpPr>
                        <wps:spPr bwMode="auto">
                          <a:xfrm>
                            <a:off x="1215" y="3958"/>
                            <a:ext cx="846" cy="84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5E2790" id="Group 579" o:spid="_x0000_s1026" style="position:absolute;margin-left:28.45pt;margin-top:141.25pt;width:82.8pt;height:82.8pt;z-index:251786238;mso-position-horizontal-relative:page;mso-position-vertical-relative:page" coordorigin="810,3553" coordsize="1656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" o:allowincell="f">
                <v:oval id="Oval 580" o:spid="_x0000_s1027" style="position:absolute;left:810;top:3553;width:1656;height:1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PV8MA&#10;AADbAAAADwAAAGRycy9kb3ducmV2LnhtbESPT4vCMBTE74LfITzBm6aKyFJNRQWXxfWiq56fzesf&#10;bF5KE7X66TfCwh6HmfkNM1+0phJ3alxpWcFoGIEgTq0uOVdw/NkMPkA4j6yxskwKnuRgkXQ7c4y1&#10;ffCe7gefiwBhF6OCwvs6ltKlBRl0Q1sTBy+zjUEfZJNL3eAjwE0lx1E0lQZLDgsF1rQuKL0ebkYB&#10;55fT5+2Yvfxr+12dJ6NVtNntler32uUMhKfW/4f/2l9awXgK7y/hB8jk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DPV8MAAADbAAAADwAAAAAAAAAAAAAAAACYAgAAZHJzL2Rv&#10;d25yZXYueG1sUEsFBgAAAAAEAAQA9QAAAIgDAAAAAA==&#10;" fillcolor="white [3212]" stroked="f" strokecolor="white [3212]" strokeweight="3pt"/>
                <v:oval id="Oval 581" o:spid="_x0000_s1028" style="position:absolute;left:984;top:3728;width:1307;height:1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N34L8A&#10;AADbAAAADwAAAGRycy9kb3ducmV2LnhtbERPTYvCMBC9L/gfwgje1lTBZemaigiKF8G6Zc9DMzal&#10;zaQ2sdZ/bw7CHh/ve70ZbSsG6n3tWMFinoAgLp2uuVJQ/O4/v0H4gKyxdUwKnuRhk00+1phq9+Cc&#10;hkuoRAxhn6ICE0KXSulLQxb93HXEkbu63mKIsK+k7vERw20rl0nyJS3WHBsMdrQzVDaXu1WwPRib&#10;H/Tu1AxFTny+5avjn1FqNh23PyACjeFf/HYftYJlHBu/xB8gs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03fgvwAAANsAAAAPAAAAAAAAAAAAAAAAAJgCAABkcnMvZG93bnJl&#10;di54bWxQSwUGAAAAAAQABAD1AAAAhAMAAAAA&#10;" fillcolor="#ffbd47 [3205]" stroked="f" strokecolor="white [3212]" strokeweight="3pt"/>
                <v:oval id="Oval 582" o:spid="_x0000_s1029" style="position:absolute;left:1163;top:3906;width:950;height: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a7cQA&#10;AADbAAAADwAAAGRycy9kb3ducmV2LnhtbESPwWrDMBBE74X8g9hCb41cU0rsRA5O25AeAiFpP2Cx&#10;1paJtTKWnLh/HxUKOQ4z84ZZrSfbiQsNvnWs4GWegCCunG65UfDzvX1egPABWWPnmBT8kod1MXtY&#10;Ya7dlY90OYVGRAj7HBWYEPpcSl8ZsujnrieOXu0GiyHKoZF6wGuE206mSfImLbYcFwz29G6oOp9G&#10;q2DzGsrd5/hx2B4XNaY+K/ejKZV6epzKJYhAU7iH/9tfWkGawd+X+ANk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xmu3EAAAA2wAAAA8AAAAAAAAAAAAAAAAAmAIAAGRycy9k&#10;b3ducmV2LnhtbFBLBQYAAAAABAAEAPUAAACJAwAAAAA=&#10;" fillcolor="white [3212]" stroked="f"/>
                <v:oval id="Oval 583" o:spid="_x0000_s1030" style="position:absolute;left:1215;top:3958;width:846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4VZsEA&#10;AADbAAAADwAAAGRycy9kb3ducmV2LnhtbERPTWvCQBC9F/oflin0VndrQUp0lVps8aI0KqXHaXZM&#10;gtnZkB01/nv3IHh8vO/JrPeNOlEX68AWXgcGFHERXM2lhd326+UdVBRkh01gsnChCLPp48MEMxfO&#10;nNNpI6VKIRwztFCJtJnWsajIYxyEljhx+9B5lAS7UrsOzyncN3pozEh7rDk1VNjSZ0XFYXP0FlaH&#10;+WJvdr/rn1ZM/vft8/5f5tY+P/UfY1BCvdzFN/fSWXhL69OX9AP09A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OFWbBAAAA2wAAAA8AAAAAAAAAAAAAAAAAmAIAAGRycy9kb3du&#10;cmV2LnhtbFBLBQYAAAAABAAEAPUAAACGAwAAAAA=&#10;" fillcolor="#e84c22 [3204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970280</wp:posOffset>
                </wp:positionH>
                <wp:positionV relativeFrom="page">
                  <wp:posOffset>295910</wp:posOffset>
                </wp:positionV>
                <wp:extent cx="1102360" cy="1102360"/>
                <wp:effectExtent l="27305" t="19685" r="22860" b="20955"/>
                <wp:wrapNone/>
                <wp:docPr id="19" name="Group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2360" cy="1102360"/>
                          <a:chOff x="1275" y="670"/>
                          <a:chExt cx="1736" cy="1736"/>
                        </a:xfrm>
                      </wpg:grpSpPr>
                      <wps:wsp>
                        <wps:cNvPr id="20" name="Oval 654"/>
                        <wps:cNvSpPr>
                          <a:spLocks noChangeArrowheads="1"/>
                        </wps:cNvSpPr>
                        <wps:spPr bwMode="auto">
                          <a:xfrm>
                            <a:off x="1275" y="670"/>
                            <a:ext cx="1736" cy="173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655"/>
                        <wps:cNvSpPr>
                          <a:spLocks noChangeArrowheads="1"/>
                        </wps:cNvSpPr>
                        <wps:spPr bwMode="auto">
                          <a:xfrm>
                            <a:off x="1445" y="840"/>
                            <a:ext cx="1396" cy="139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656"/>
                        <wps:cNvSpPr>
                          <a:spLocks noChangeArrowheads="1"/>
                        </wps:cNvSpPr>
                        <wps:spPr bwMode="auto">
                          <a:xfrm>
                            <a:off x="1557" y="952"/>
                            <a:ext cx="1172" cy="1172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657"/>
                        <wps:cNvSpPr>
                          <a:spLocks noChangeArrowheads="1"/>
                        </wps:cNvSpPr>
                        <wps:spPr bwMode="auto">
                          <a:xfrm>
                            <a:off x="1838" y="1233"/>
                            <a:ext cx="610" cy="61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658"/>
                        <wps:cNvSpPr>
                          <a:spLocks noChangeArrowheads="1"/>
                        </wps:cNvSpPr>
                        <wps:spPr bwMode="auto">
                          <a:xfrm>
                            <a:off x="1956" y="1351"/>
                            <a:ext cx="374" cy="374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919A0C" id="Group 653" o:spid="_x0000_s1026" style="position:absolute;margin-left:76.4pt;margin-top:23.3pt;width:86.8pt;height:86.8pt;z-index:251881472;mso-position-horizontal-relative:page;mso-position-vertical-relative:page" coordorigin="1275,670" coordsize="1736,1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" o:allowincell="f">
                <v:oval id="Oval 654" o:spid="_x0000_s1027" style="position:absolute;left:1275;top:670;width:1736;height:1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t0ZcAA&#10;AADbAAAADwAAAGRycy9kb3ducmV2LnhtbERPTYvCMBC9C/6HMII3TfUgbjWKiOKCCqvWg7ehGdti&#10;MylN1tZ/bw6Cx8f7ni9bU4on1a6wrGA0jEAQp1YXnClILtvBFITzyBpLy6TgRQ6Wi25njrG2DZ/o&#10;efaZCCHsYlSQe1/FUro0J4NuaCviwN1tbdAHWGdS19iEcFPKcRRNpMGCQ0OOFa1zSh/nf6Og/Tnu&#10;k8ufTLi5FZPN5nDd8WGrVL/XrmYgPLX+K/64f7WCcVgfvoQfIB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t0ZcAAAADbAAAADwAAAAAAAAAAAAAAAACYAgAAZHJzL2Rvd25y&#10;ZXYueG1sUEsFBgAAAAAEAAQA9QAAAIUDAAAAAA==&#10;" fillcolor="#e84c22 [3204]" strokecolor="white [3212]" strokeweight="3pt"/>
                <v:oval id="Oval 655" o:spid="_x0000_s1028" style="position:absolute;left:1445;top:840;width:1396;height:13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W68MA&#10;AADbAAAADwAAAGRycy9kb3ducmV2LnhtbESP3WrCQBSE7wu+w3IE7+rGIEWjq8RWsRcF8ecBDtlj&#10;Npg9G7IbjW/vFgq9HGbmG2a57m0t7tT6yrGCyTgBQVw4XXGp4HLevc9A+ICssXZMCp7kYb0avC0x&#10;0+7BR7qfQikihH2GCkwITSalLwxZ9GPXEEfv6lqLIcq2lLrFR4TbWqZJ8iEtVhwXDDb0aai4nTqr&#10;YDMN+X7bfR12x9kVUz/PfzqTKzUa9vkCRKA+/If/2t9aQTqB3y/xB8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eW68MAAADbAAAADwAAAAAAAAAAAAAAAACYAgAAZHJzL2Rv&#10;d25yZXYueG1sUEsFBgAAAAAEAAQA9QAAAIgDAAAAAA==&#10;" fillcolor="white [3212]" stroked="f"/>
                <v:oval id="Oval 656" o:spid="_x0000_s1029" style="position:absolute;left:1557;top:952;width:1172;height:1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8SMYA&#10;AADbAAAADwAAAGRycy9kb3ducmV2LnhtbESPT2vCQBTE74LfYXlCb2ZjDqVEV2nV0h5K8U8rHh/Z&#10;ZxKSfRuya5L203cLgsdhZn7DLFaDqUVHrSstK5hFMQjizOqScwVfx9fpEwjnkTXWlknBDzlYLcej&#10;Baba9ryn7uBzESDsUlRQeN+kUrqsIIMusg1x8C62NeiDbHOpW+wD3NQyieNHabDksFBgQ+uCsupw&#10;NQrOH7u3S9nnL7+ba3eqPpPvatvUSj1Mhuc5CE+Dv4dv7XetIEng/0v4AX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p8SMYAAADbAAAADwAAAAAAAAAAAAAAAACYAgAAZHJz&#10;L2Rvd25yZXYueG1sUEsFBgAAAAAEAAQA9QAAAIsDAAAAAA==&#10;" fillcolor="#b64926 [3206]" stroked="f"/>
                <v:oval id="Oval 657" o:spid="_x0000_s1030" style="position:absolute;left:1838;top:1233;width:610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mtB8QA&#10;AADbAAAADwAAAGRycy9kb3ducmV2LnhtbESP3WrCQBSE7wu+w3IE7+rGKEWjq8S20l4I4s8DHLLH&#10;bDB7NmQ3mr69Wyj0cpiZb5jVpre1uFPrK8cKJuMEBHHhdMWlgst59zoH4QOyxtoxKfghD5v14GWF&#10;mXYPPtL9FEoRIewzVGBCaDIpfWHIoh+7hjh6V9daDFG2pdQtPiLc1jJNkjdpseK4YLChd0PF7dRZ&#10;BdtZyL8+u4/D7ji/YuoX+b4zuVKjYZ8vQQTqw3/4r/2tFaRT+P0Sf4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ZrQfEAAAA2wAAAA8AAAAAAAAAAAAAAAAAmAIAAGRycy9k&#10;b3ducmV2LnhtbFBLBQYAAAAABAAEAPUAAACJAwAAAAA=&#10;" fillcolor="white [3212]" stroked="f"/>
                <v:oval id="Oval 658" o:spid="_x0000_s1031" style="position:absolute;left:1956;top:1351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yFuMQA&#10;AADbAAAADwAAAGRycy9kb3ducmV2LnhtbESPQWvCQBSE74X+h+UVequ7SpESXUVLW3pRGivi8Zl9&#10;JsHs25B91fTfdwWhx2FmvmGm89436kxdrANbGA4MKOIiuJpLC9vv96cXUFGQHTaBycIvRZjP7u+m&#10;mLlw4ZzOGylVgnDM0EIl0mZax6Iij3EQWuLkHUPnUZLsSu06vCS4b/TImLH2WHNaqLCl14qK0+bH&#10;W1idlm9Hs92tv1ox+f7D5/1BltY+PvSLCSihXv7Dt/anszB6huuX9AP0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shbjEAAAA2wAAAA8AAAAAAAAAAAAAAAAAmAIAAGRycy9k&#10;b3ducmV2LnhtbFBLBQYAAAAABAAEAPUAAACJAwAAAAA=&#10;" fillcolor="#e84c22 [3204]" stroked="f"/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856615</wp:posOffset>
                </wp:positionH>
                <wp:positionV relativeFrom="page">
                  <wp:posOffset>457200</wp:posOffset>
                </wp:positionV>
                <wp:extent cx="6400800" cy="9144000"/>
                <wp:effectExtent l="8890" t="9525" r="10160" b="9525"/>
                <wp:wrapNone/>
                <wp:docPr id="18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14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57F83" id="Rectangle 572" o:spid="_x0000_s1026" style="position:absolute;margin-left:67.45pt;margin-top:36pt;width:7in;height:10in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" o:allowincell="f" filled="f" strokecolor="white [3212]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8107" behindDoc="0" locked="0" layoutInCell="0" allowOverlap="1">
                <wp:simplePos x="0" y="0"/>
                <wp:positionH relativeFrom="page">
                  <wp:posOffset>749935</wp:posOffset>
                </wp:positionH>
                <wp:positionV relativeFrom="page">
                  <wp:posOffset>328930</wp:posOffset>
                </wp:positionV>
                <wp:extent cx="6634480" cy="4704080"/>
                <wp:effectExtent l="0" t="0" r="0" b="0"/>
                <wp:wrapNone/>
                <wp:docPr id="17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7040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A939B" id="Rectangle 403" o:spid="_x0000_s1026" style="position:absolute;margin-left:59.05pt;margin-top:25.9pt;width:522.4pt;height:370.4pt;z-index:2517381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" o:allowincell="f" fillcolor="#e84c22 [3204]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715010</wp:posOffset>
                </wp:positionH>
                <wp:positionV relativeFrom="page">
                  <wp:posOffset>5033010</wp:posOffset>
                </wp:positionV>
                <wp:extent cx="6684645" cy="0"/>
                <wp:effectExtent l="10160" t="13335" r="10795" b="5715"/>
                <wp:wrapNone/>
                <wp:docPr id="1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4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17D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56.3pt;margin-top:396.3pt;width:526.35pt;height:0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" o:allowincell="f" strokecolor="white [3212]">
                <v:stroke dashstyle="dash"/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83166" behindDoc="0" locked="0" layoutInCell="0" allowOverlap="1">
                <wp:simplePos x="0" y="0"/>
                <wp:positionH relativeFrom="page">
                  <wp:posOffset>856615</wp:posOffset>
                </wp:positionH>
                <wp:positionV relativeFrom="page">
                  <wp:posOffset>457200</wp:posOffset>
                </wp:positionV>
                <wp:extent cx="6400800" cy="9144000"/>
                <wp:effectExtent l="8890" t="9525" r="10160" b="9525"/>
                <wp:wrapNone/>
                <wp:docPr id="1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14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9BF5A" id="Rectangle 18" o:spid="_x0000_s1026" style="position:absolute;margin-left:67.45pt;margin-top:36pt;width:7in;height:10in;z-index:2517831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" o:allowincell="f" filled="f" strokecolor="white [3212]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787262" behindDoc="0" locked="0" layoutInCell="0" allowOverlap="1">
                <wp:simplePos x="0" y="0"/>
                <wp:positionH relativeFrom="page">
                  <wp:posOffset>424815</wp:posOffset>
                </wp:positionH>
                <wp:positionV relativeFrom="page">
                  <wp:posOffset>2734945</wp:posOffset>
                </wp:positionV>
                <wp:extent cx="1827530" cy="1826260"/>
                <wp:effectExtent l="5715" t="1270" r="5080" b="1270"/>
                <wp:wrapNone/>
                <wp:docPr id="8" name="Group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7530" cy="1826260"/>
                          <a:chOff x="-149" y="5064"/>
                          <a:chExt cx="2878" cy="2876"/>
                        </a:xfrm>
                      </wpg:grpSpPr>
                      <wps:wsp>
                        <wps:cNvPr id="9" name="Oval 585"/>
                        <wps:cNvSpPr>
                          <a:spLocks noChangeArrowheads="1"/>
                        </wps:cNvSpPr>
                        <wps:spPr bwMode="auto">
                          <a:xfrm>
                            <a:off x="-149" y="5064"/>
                            <a:ext cx="2878" cy="287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586"/>
                        <wps:cNvSpPr>
                          <a:spLocks noChangeArrowheads="1"/>
                        </wps:cNvSpPr>
                        <wps:spPr bwMode="auto">
                          <a:xfrm>
                            <a:off x="-34" y="5179"/>
                            <a:ext cx="2648" cy="264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587"/>
                        <wps:cNvSpPr>
                          <a:spLocks noChangeArrowheads="1"/>
                        </wps:cNvSpPr>
                        <wps:spPr bwMode="auto">
                          <a:xfrm>
                            <a:off x="382" y="5594"/>
                            <a:ext cx="1816" cy="181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588"/>
                        <wps:cNvSpPr>
                          <a:spLocks noChangeArrowheads="1"/>
                        </wps:cNvSpPr>
                        <wps:spPr bwMode="auto">
                          <a:xfrm>
                            <a:off x="456" y="5668"/>
                            <a:ext cx="1668" cy="166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589"/>
                        <wps:cNvSpPr>
                          <a:spLocks noChangeArrowheads="1"/>
                        </wps:cNvSpPr>
                        <wps:spPr bwMode="auto">
                          <a:xfrm>
                            <a:off x="665" y="5877"/>
                            <a:ext cx="1250" cy="12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590"/>
                        <wps:cNvSpPr>
                          <a:spLocks noChangeArrowheads="1"/>
                        </wps:cNvSpPr>
                        <wps:spPr bwMode="auto">
                          <a:xfrm>
                            <a:off x="823" y="6035"/>
                            <a:ext cx="934" cy="934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ADCA32" id="Group 584" o:spid="_x0000_s1026" style="position:absolute;margin-left:33.45pt;margin-top:215.35pt;width:143.9pt;height:143.8pt;z-index:251787262;mso-position-horizontal-relative:page;mso-position-vertical-relative:page" coordorigin="-149,5064" coordsize="2878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" o:allowincell="f">
                <v:oval id="Oval 585" o:spid="_x0000_s1027" style="position:absolute;left:-149;top:5064;width:2878;height:2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q6sIA&#10;AADaAAAADwAAAGRycy9kb3ducmV2LnhtbESPQWsCMRSE7wX/Q3iCt262gqVdN0oRBA9e1KXn5+Y1&#10;m7p5WTZRV399Iwg9DjPzDVMuB9eKC/XBelbwluUgiGuvLRsF1WH9+gEiRGSNrWdScKMAy8XopcRC&#10;+yvv6LKPRiQIhwIVNDF2hZShbshhyHxHnLwf3zuMSfZG6h6vCe5aOc3zd+nQclposKNVQ/Vpf3YK&#10;jvdDbrazyhg+Vd3wy6vp98wqNRkPX3MQkYb4H362N1rBJzyupBs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arqwgAAANoAAAAPAAAAAAAAAAAAAAAAAJgCAABkcnMvZG93&#10;bnJldi54bWxQSwUGAAAAAAQABAD1AAAAhwMAAAAA&#10;" fillcolor="#ffbd47 [3205]" stroked="f" strokecolor="black [3213]"/>
                <v:oval id="Oval 586" o:spid="_x0000_s1028" style="position:absolute;left:-34;top:5179;width:2648;height:2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LY6MMA&#10;AADbAAAADwAAAGRycy9kb3ducmV2LnhtbESPT2vCQBDF7wW/wzJCb3WjFJHoKv6hIBQEbb2P2TEJ&#10;ZmfD7tak/fSdg+Bthvfmvd8sVr1r1J1CrD0bGI8yUMSFtzWXBr6/Pt5moGJCtth4JgO/FGG1HLws&#10;MLe+4yPdT6lUEsIxRwNVSm2udSwqchhHviUW7eqDwyRrKLUN2Em4a/Qky6baYc3SUGFL24qK2+nH&#10;GYh/xX7nLptz7MbWXkJL79vPgzGvw349B5WoT0/z43pvBV/o5RcZQC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LY6MMAAADbAAAADwAAAAAAAAAAAAAAAACYAgAAZHJzL2Rv&#10;d25yZXYueG1sUEsFBgAAAAAEAAQA9QAAAIgDAAAAAA==&#10;" fillcolor="#e84c22 [3204]" stroked="f" strokecolor="black [3213]"/>
                <v:oval id="Oval 587" o:spid="_x0000_s1029" style="position:absolute;left:382;top:5594;width:1816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GC778A&#10;AADbAAAADwAAAGRycy9kb3ducmV2LnhtbERPTYvCMBC9L/gfwgje1lQPslSjiCB4EMWueB6bsa02&#10;k5rEWv/9RhD2No/3ObNFZ2rRkvOVZQWjYQKCOLe64kLB8Xf9/QPCB2SNtWVS8CIPi3nva4aptk8+&#10;UJuFQsQQ9ikqKENoUil9XpJBP7QNceQu1hkMEbpCaofPGG5qOU6SiTRYcWwosaFVSfktexgF2E4u&#10;SePNNdviyR63u/Nmf3dKDfrdcgoiUBf+xR/3Rsf5I3j/Eg+Q8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wYLvvwAAANsAAAAPAAAAAAAAAAAAAAAAAJgCAABkcnMvZG93bnJl&#10;di54bWxQSwUGAAAAAAQABAD1AAAAhAMAAAAA&#10;" fillcolor="white [3212]" stroked="f" strokecolor="black [3213]"/>
                <v:oval id="Oval 588" o:spid="_x0000_s1030" style="position:absolute;left:456;top:5668;width:1668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zjBMAA&#10;AADbAAAADwAAAGRycy9kb3ducmV2LnhtbERP32vCMBB+F/wfwgm+aarIGF2jbA6hMBBW3fu1Odti&#10;cylJZuv+ejMY7O0+vp+X7UbTiRs531pWsFomIIgrq1uuFZxPh8UzCB+QNXaWScGdPOy200mGqbYD&#10;f9KtCLWIIexTVNCE0KdS+qohg35pe+LIXawzGCJ0tdQOhxhuOrlOkidpsOXY0GBP+4aqa/FtFPif&#10;Kn835duXH1Zal66nzf7jqNR8Nr6+gAg0hn/xnzvXcf4afn+JB8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zjBMAAAADbAAAADwAAAAAAAAAAAAAAAACYAgAAZHJzL2Rvd25y&#10;ZXYueG1sUEsFBgAAAAAEAAQA9QAAAIUDAAAAAA==&#10;" fillcolor="#e84c22 [3204]" stroked="f" strokecolor="black [3213]"/>
                <v:oval id="Oval 589" o:spid="_x0000_s1031" style="position:absolute;left:665;top:5877;width:1250;height:1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+5A78A&#10;AADbAAAADwAAAGRycy9kb3ducmV2LnhtbERPTYvCMBC9L/gfwgje1lQFWapRRBA8iLJd2fNsM7bV&#10;ZlKTWOu/NwuCt3m8z5kvO1OLlpyvLCsYDRMQxLnVFRcKjj+bzy8QPiBrrC2Tggd5WC56H3NMtb3z&#10;N7VZKEQMYZ+igjKEJpXS5yUZ9EPbEEfuZJ3BEKErpHZ4j+GmluMkmUqDFceGEhtal5RfsptRgO30&#10;lDTenLMd/trjbv+3PVydUoN+t5qBCNSFt/jl3uo4fwL/v8QD5O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X7kDvwAAANsAAAAPAAAAAAAAAAAAAAAAAJgCAABkcnMvZG93bnJl&#10;di54bWxQSwUGAAAAAAQABAD1AAAAhAMAAAAA&#10;" fillcolor="white [3212]" stroked="f" strokecolor="black [3213]"/>
                <v:oval id="Oval 590" o:spid="_x0000_s1032" style="position:absolute;left:823;top:6035;width:934;height: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uK770A&#10;AADbAAAADwAAAGRycy9kb3ducmV2LnhtbERPXwsBQRB/V77DNsobeyR0LKGUByVOnqfbcXe5nb1u&#10;F8ent0p5m1+/vzNfNqYUD6pdYVnBoB+BIE6tLjhTcE62vSkI55E1lpZJwYscLBft1hxjbZ98pMfJ&#10;ZyKEsItRQe59FUvp0pwMur6tiAN3tbVBH2CdSV3jM4SbUg6jaCwNFhwacqxok1N6O92Ngn1zHE/c&#10;lA/vam0GmxddzD65KNXtNKsZCE+N/4t/7p0O80fw/SU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7uK770AAADbAAAADwAAAAAAAAAAAAAAAACYAgAAZHJzL2Rvd25yZXYu&#10;eG1sUEsFBgAAAAAEAAQA9QAAAIIDAAAAAA==&#10;" fillcolor="#b64926 [3206]" stroked="f" strokecolor="black [3213]"/>
                <w10:wrap anchorx="page" anchory="page"/>
              </v:group>
            </w:pict>
          </mc:Fallback>
        </mc:AlternateContent>
      </w:r>
    </w:p>
    <w:sectPr w:rsidR="00132A0B" w:rsidSect="009E33F9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350FB"/>
    <w:multiLevelType w:val="hybridMultilevel"/>
    <w:tmpl w:val="99D05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D2BAB"/>
    <w:multiLevelType w:val="hybridMultilevel"/>
    <w:tmpl w:val="8450536A"/>
    <w:lvl w:ilvl="0" w:tplc="0C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54AD44C8"/>
    <w:multiLevelType w:val="hybridMultilevel"/>
    <w:tmpl w:val="7A6E58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11"/>
    <w:rsid w:val="00095C70"/>
    <w:rsid w:val="000B6172"/>
    <w:rsid w:val="00132A0B"/>
    <w:rsid w:val="001500BE"/>
    <w:rsid w:val="001511E3"/>
    <w:rsid w:val="001A0A53"/>
    <w:rsid w:val="001A7F05"/>
    <w:rsid w:val="001C50BE"/>
    <w:rsid w:val="00243C1A"/>
    <w:rsid w:val="002746D4"/>
    <w:rsid w:val="00285D3C"/>
    <w:rsid w:val="002B5CC7"/>
    <w:rsid w:val="0033507D"/>
    <w:rsid w:val="00354966"/>
    <w:rsid w:val="00362390"/>
    <w:rsid w:val="00385611"/>
    <w:rsid w:val="003940BD"/>
    <w:rsid w:val="003C2FE8"/>
    <w:rsid w:val="00432332"/>
    <w:rsid w:val="0044286E"/>
    <w:rsid w:val="00450912"/>
    <w:rsid w:val="00463C0A"/>
    <w:rsid w:val="004A5973"/>
    <w:rsid w:val="004A5FD0"/>
    <w:rsid w:val="004B59A3"/>
    <w:rsid w:val="004C287B"/>
    <w:rsid w:val="004F02AF"/>
    <w:rsid w:val="00535FDB"/>
    <w:rsid w:val="00564C46"/>
    <w:rsid w:val="005A0F6A"/>
    <w:rsid w:val="005D196B"/>
    <w:rsid w:val="005D2374"/>
    <w:rsid w:val="005D7F68"/>
    <w:rsid w:val="0062615B"/>
    <w:rsid w:val="00670341"/>
    <w:rsid w:val="00672128"/>
    <w:rsid w:val="006C05BB"/>
    <w:rsid w:val="00740B06"/>
    <w:rsid w:val="00742608"/>
    <w:rsid w:val="00766BD0"/>
    <w:rsid w:val="00772EB6"/>
    <w:rsid w:val="007841DE"/>
    <w:rsid w:val="007C528B"/>
    <w:rsid w:val="007F0538"/>
    <w:rsid w:val="00821B60"/>
    <w:rsid w:val="00891295"/>
    <w:rsid w:val="008A3215"/>
    <w:rsid w:val="008B4ED4"/>
    <w:rsid w:val="008C1474"/>
    <w:rsid w:val="008F6AF4"/>
    <w:rsid w:val="00902657"/>
    <w:rsid w:val="00970A11"/>
    <w:rsid w:val="00982C72"/>
    <w:rsid w:val="0099140C"/>
    <w:rsid w:val="009B5010"/>
    <w:rsid w:val="009D59D7"/>
    <w:rsid w:val="009E33F9"/>
    <w:rsid w:val="009F3C09"/>
    <w:rsid w:val="00A37801"/>
    <w:rsid w:val="00A5300C"/>
    <w:rsid w:val="00A543E4"/>
    <w:rsid w:val="00AB3671"/>
    <w:rsid w:val="00AE0E01"/>
    <w:rsid w:val="00AE2DC3"/>
    <w:rsid w:val="00B2047F"/>
    <w:rsid w:val="00B50D63"/>
    <w:rsid w:val="00B62455"/>
    <w:rsid w:val="00B6776F"/>
    <w:rsid w:val="00BA0CF3"/>
    <w:rsid w:val="00C121EE"/>
    <w:rsid w:val="00C4758D"/>
    <w:rsid w:val="00C61661"/>
    <w:rsid w:val="00CE49BE"/>
    <w:rsid w:val="00D037E5"/>
    <w:rsid w:val="00D03D94"/>
    <w:rsid w:val="00D71618"/>
    <w:rsid w:val="00D71714"/>
    <w:rsid w:val="00D726EE"/>
    <w:rsid w:val="00D84DB6"/>
    <w:rsid w:val="00DA5B22"/>
    <w:rsid w:val="00DD13B2"/>
    <w:rsid w:val="00DF5102"/>
    <w:rsid w:val="00E66041"/>
    <w:rsid w:val="00E97E51"/>
    <w:rsid w:val="00EE392F"/>
    <w:rsid w:val="00EF087E"/>
    <w:rsid w:val="00EF46AE"/>
    <w:rsid w:val="00F35293"/>
    <w:rsid w:val="00F61497"/>
    <w:rsid w:val="00F636B5"/>
    <w:rsid w:val="00F91E35"/>
    <w:rsid w:val="00F95FDB"/>
    <w:rsid w:val="00FA3056"/>
    <w:rsid w:val="00FD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3e9d8,#fde69d,#fff3d2,#acdd58"/>
    </o:shapedefaults>
    <o:shapelayout v:ext="edit">
      <o:idmap v:ext="edit" data="1"/>
    </o:shapelayout>
  </w:shapeDefaults>
  <w:decimalSymbol w:val="."/>
  <w:listSeparator w:val=","/>
  <w15:docId w15:val="{0412B3B9-BEC9-41A5-A023-69735402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041"/>
  </w:style>
  <w:style w:type="paragraph" w:styleId="Heading1">
    <w:name w:val="heading 1"/>
    <w:basedOn w:val="Normal"/>
    <w:next w:val="Normal"/>
    <w:link w:val="Heading1Char"/>
    <w:uiPriority w:val="9"/>
    <w:qFormat/>
    <w:rsid w:val="00B50D63"/>
    <w:pPr>
      <w:spacing w:after="0" w:line="240" w:lineRule="auto"/>
      <w:jc w:val="center"/>
      <w:outlineLvl w:val="0"/>
    </w:pPr>
    <w:rPr>
      <w:rFonts w:asciiTheme="majorHAnsi" w:hAnsiTheme="majorHAnsi"/>
      <w:b/>
      <w:color w:val="FFBD47" w:themeColor="accent2"/>
      <w:sz w:val="44"/>
      <w:szCs w:val="44"/>
    </w:rPr>
  </w:style>
  <w:style w:type="paragraph" w:styleId="Heading2">
    <w:name w:val="heading 2"/>
    <w:basedOn w:val="Information"/>
    <w:next w:val="Normal"/>
    <w:link w:val="Heading2Char"/>
    <w:uiPriority w:val="9"/>
    <w:unhideWhenUsed/>
    <w:qFormat/>
    <w:rsid w:val="00CE49BE"/>
    <w:pPr>
      <w:spacing w:after="80"/>
      <w:outlineLvl w:val="1"/>
    </w:pPr>
    <w:rPr>
      <w:rFonts w:asciiTheme="majorHAnsi" w:hAnsiTheme="majorHAnsi"/>
      <w:color w:val="E84C22" w:themeColor="accent1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B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50D63"/>
    <w:rPr>
      <w:rFonts w:asciiTheme="majorHAnsi" w:hAnsiTheme="majorHAnsi"/>
      <w:b/>
      <w:color w:val="FFBD47" w:themeColor="accent2"/>
      <w:sz w:val="44"/>
      <w:szCs w:val="44"/>
    </w:rPr>
  </w:style>
  <w:style w:type="paragraph" w:customStyle="1" w:styleId="Information">
    <w:name w:val="Information"/>
    <w:basedOn w:val="Normal"/>
    <w:qFormat/>
    <w:rsid w:val="00B50D63"/>
    <w:pPr>
      <w:spacing w:after="0" w:line="240" w:lineRule="auto"/>
      <w:jc w:val="center"/>
    </w:pPr>
    <w:rPr>
      <w:color w:val="FFBD47" w:themeColor="accent2"/>
    </w:rPr>
  </w:style>
  <w:style w:type="character" w:customStyle="1" w:styleId="Heading2Char">
    <w:name w:val="Heading 2 Char"/>
    <w:basedOn w:val="DefaultParagraphFont"/>
    <w:link w:val="Heading2"/>
    <w:uiPriority w:val="9"/>
    <w:rsid w:val="00CE49BE"/>
    <w:rPr>
      <w:rFonts w:asciiTheme="majorHAnsi" w:hAnsiTheme="majorHAnsi"/>
      <w:color w:val="E84C22" w:themeColor="accent1"/>
      <w:sz w:val="36"/>
      <w:szCs w:val="36"/>
    </w:rPr>
  </w:style>
  <w:style w:type="paragraph" w:customStyle="1" w:styleId="Instructions">
    <w:name w:val="Instructions"/>
    <w:basedOn w:val="Normal"/>
    <w:qFormat/>
    <w:rsid w:val="0062615B"/>
    <w:pPr>
      <w:spacing w:after="0" w:line="240" w:lineRule="auto"/>
    </w:pPr>
    <w:rPr>
      <w:color w:val="808080" w:themeColor="background1" w:themeShade="80"/>
      <w:sz w:val="18"/>
      <w:szCs w:val="18"/>
    </w:rPr>
  </w:style>
  <w:style w:type="paragraph" w:styleId="ListParagraph">
    <w:name w:val="List Paragraph"/>
    <w:basedOn w:val="Normal"/>
    <w:uiPriority w:val="34"/>
    <w:qFormat/>
    <w:rsid w:val="00672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sy64\AppData\Roaming\Microsoft\Templates\Photo%20birth%20announcement%20cards%20(circles%20design).dotx" TargetMode="Externa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2D7E9D7-3228-435F-BD87-20A480A8B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Photo birth announcement cards (circles design)</Template>
  <TotalTime>830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Photo birth announcement cards (circles design)</vt:lpstr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 birth announcement cards (circles design)</dc:title>
  <dc:creator>Issy64</dc:creator>
  <cp:keywords/>
  <cp:lastModifiedBy>Issy64</cp:lastModifiedBy>
  <cp:revision>1</cp:revision>
  <cp:lastPrinted>2008-07-12T00:24:00Z</cp:lastPrinted>
  <dcterms:created xsi:type="dcterms:W3CDTF">2014-06-02T11:38:00Z</dcterms:created>
  <dcterms:modified xsi:type="dcterms:W3CDTF">2014-06-03T01:28:00Z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TC102834069990</vt:lpwstr>
  </property>
</Properties>
</file>